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AA2" w:rsidRPr="00C47A54" w:rsidRDefault="00664456" w:rsidP="00031AA2">
      <w:pPr>
        <w:pStyle w:val="Documenttitle"/>
        <w:spacing w:line="360" w:lineRule="auto"/>
        <w:outlineLvl w:val="0"/>
        <w:rPr>
          <w:szCs w:val="40"/>
        </w:rPr>
      </w:pPr>
      <w:r>
        <w:t>Presse-</w:t>
      </w:r>
      <w:r w:rsidR="00C47A54" w:rsidRPr="00C47A54">
        <w:t>Information</w:t>
      </w:r>
    </w:p>
    <w:p w:rsidR="00031AA2" w:rsidRPr="00C47A54" w:rsidRDefault="00031AA2" w:rsidP="00031AA2">
      <w:pPr>
        <w:rPr>
          <w:b/>
          <w:bCs/>
        </w:rPr>
      </w:pPr>
    </w:p>
    <w:p w:rsidR="00031AA2" w:rsidRPr="00C47A54" w:rsidRDefault="00031AA2" w:rsidP="00031AA2">
      <w:pPr>
        <w:rPr>
          <w:b/>
          <w:bCs/>
          <w:sz w:val="24"/>
        </w:rPr>
      </w:pPr>
    </w:p>
    <w:p w:rsidR="00031AA2" w:rsidRPr="00C47A54" w:rsidRDefault="00031AA2" w:rsidP="00031AA2">
      <w:pPr>
        <w:outlineLvl w:val="0"/>
        <w:rPr>
          <w:b/>
          <w:bCs/>
          <w:sz w:val="24"/>
        </w:rPr>
      </w:pPr>
      <w:r w:rsidRPr="00C47A54">
        <w:rPr>
          <w:b/>
          <w:sz w:val="24"/>
        </w:rPr>
        <w:t xml:space="preserve">ANDRITZ </w:t>
      </w:r>
      <w:r w:rsidR="002E72AA">
        <w:rPr>
          <w:b/>
          <w:sz w:val="24"/>
        </w:rPr>
        <w:t xml:space="preserve">liefert </w:t>
      </w:r>
      <w:r w:rsidR="00AE5A68">
        <w:rPr>
          <w:b/>
          <w:sz w:val="24"/>
        </w:rPr>
        <w:t xml:space="preserve">Kesselanlage für Kraftwerk in </w:t>
      </w:r>
      <w:r w:rsidRPr="00C47A54">
        <w:rPr>
          <w:b/>
          <w:sz w:val="24"/>
        </w:rPr>
        <w:t>Pakistan</w:t>
      </w:r>
    </w:p>
    <w:p w:rsidR="00031AA2" w:rsidRPr="00C47A54" w:rsidRDefault="00031AA2" w:rsidP="00031AA2">
      <w:pPr>
        <w:rPr>
          <w:b/>
        </w:rPr>
      </w:pPr>
    </w:p>
    <w:p w:rsidR="00DF0080" w:rsidRPr="00D9512F" w:rsidRDefault="00031AA2" w:rsidP="00031AA2">
      <w:pPr>
        <w:rPr>
          <w:b/>
        </w:rPr>
      </w:pPr>
      <w:r w:rsidRPr="00F75100">
        <w:rPr>
          <w:b/>
        </w:rPr>
        <w:t xml:space="preserve">Graz, </w:t>
      </w:r>
      <w:r w:rsidR="00D9512F">
        <w:rPr>
          <w:b/>
        </w:rPr>
        <w:t>9</w:t>
      </w:r>
      <w:bookmarkStart w:id="0" w:name="_GoBack"/>
      <w:bookmarkEnd w:id="0"/>
      <w:r w:rsidR="00C47A54" w:rsidRPr="00F75100">
        <w:rPr>
          <w:b/>
        </w:rPr>
        <w:t>. November</w:t>
      </w:r>
      <w:r w:rsidRPr="00F75100">
        <w:rPr>
          <w:b/>
        </w:rPr>
        <w:t xml:space="preserve"> 2015.</w:t>
      </w:r>
      <w:r w:rsidRPr="00F75100">
        <w:t xml:space="preserve">  </w:t>
      </w:r>
      <w:r w:rsidR="00CE0083">
        <w:t xml:space="preserve">Der </w:t>
      </w:r>
      <w:r w:rsidR="00727F8F">
        <w:t>i</w:t>
      </w:r>
      <w:r w:rsidR="00CE0083">
        <w:t>nternationale Technologiekonzern ANDRITZ</w:t>
      </w:r>
      <w:r w:rsidRPr="00C47A54">
        <w:t xml:space="preserve"> </w:t>
      </w:r>
      <w:r w:rsidR="00DF0080">
        <w:t xml:space="preserve">wird im Auftrag </w:t>
      </w:r>
      <w:r w:rsidR="00DF0080" w:rsidRPr="00C47A54">
        <w:t xml:space="preserve"> </w:t>
      </w:r>
      <w:r w:rsidR="005260F2">
        <w:t>des österreichischen Anlagenbauer</w:t>
      </w:r>
      <w:r w:rsidR="00A04504">
        <w:t>s</w:t>
      </w:r>
      <w:r w:rsidR="005260F2">
        <w:t xml:space="preserve"> </w:t>
      </w:r>
      <w:r w:rsidRPr="00C47A54">
        <w:t>Christof Industries</w:t>
      </w:r>
      <w:r w:rsidR="00C47A54" w:rsidRPr="00C47A54">
        <w:t xml:space="preserve"> </w:t>
      </w:r>
      <w:r w:rsidR="00DF0080" w:rsidRPr="00C47A54">
        <w:t>eine</w:t>
      </w:r>
      <w:r w:rsidR="00DF0080">
        <w:t>n</w:t>
      </w:r>
      <w:r w:rsidR="00DF0080" w:rsidRPr="00C47A54">
        <w:t xml:space="preserve"> </w:t>
      </w:r>
      <w:r w:rsidR="00C47A54" w:rsidRPr="00C47A54">
        <w:t>kohle</w:t>
      </w:r>
      <w:r w:rsidR="00664456">
        <w:t>be</w:t>
      </w:r>
      <w:r w:rsidR="00C47A54" w:rsidRPr="00C47A54">
        <w:t>feuerten</w:t>
      </w:r>
      <w:r w:rsidR="00A04504">
        <w:t>,</w:t>
      </w:r>
      <w:r w:rsidR="00C47A54" w:rsidRPr="00C47A54">
        <w:t xml:space="preserve"> zirkulierenden </w:t>
      </w:r>
      <w:proofErr w:type="spellStart"/>
      <w:r w:rsidR="00C47A54" w:rsidRPr="00C47A54">
        <w:t>Wirbelschicht</w:t>
      </w:r>
      <w:r w:rsidR="00CC3EB7">
        <w:softHyphen/>
      </w:r>
      <w:r w:rsidR="00C47A54" w:rsidRPr="00C47A54">
        <w:t>kessel</w:t>
      </w:r>
      <w:proofErr w:type="spellEnd"/>
      <w:r w:rsidR="00DF0080">
        <w:t xml:space="preserve"> für ein von</w:t>
      </w:r>
      <w:r w:rsidR="002E72AA">
        <w:t xml:space="preserve"> </w:t>
      </w:r>
      <w:r w:rsidR="00F31A4E">
        <w:t xml:space="preserve">Christof Industries zu </w:t>
      </w:r>
      <w:r w:rsidR="00DF0080">
        <w:t xml:space="preserve">errichtendes </w:t>
      </w:r>
      <w:r w:rsidR="00AE5A68">
        <w:t>Kohlek</w:t>
      </w:r>
      <w:r w:rsidR="00F31A4E">
        <w:t xml:space="preserve">raftwerk </w:t>
      </w:r>
      <w:r w:rsidR="00DF0080">
        <w:t xml:space="preserve">nahe Faisalabad, Pakistan, liefern. Der Lieferumfang von ANDRITZ umfasst Planung, Dokumentation, Lieferung sowie Montage- und </w:t>
      </w:r>
      <w:proofErr w:type="spellStart"/>
      <w:r w:rsidR="00DF0080">
        <w:t>Inbetrieb</w:t>
      </w:r>
      <w:r w:rsidR="00CC3EB7">
        <w:softHyphen/>
      </w:r>
      <w:r w:rsidR="00DF0080">
        <w:t>setzungsüberwachung</w:t>
      </w:r>
      <w:proofErr w:type="spellEnd"/>
      <w:r w:rsidR="00DF0080">
        <w:t xml:space="preserve"> eines dem neuesten Technologiestandard entsprechenden </w:t>
      </w:r>
      <w:proofErr w:type="spellStart"/>
      <w:r w:rsidR="00DF0080">
        <w:t>PowerFluid</w:t>
      </w:r>
      <w:proofErr w:type="spellEnd"/>
      <w:r w:rsidR="00DF0080">
        <w:t xml:space="preserve">-Wirbelschichtkessels mit einer </w:t>
      </w:r>
      <w:r w:rsidR="00EF0DCB">
        <w:t xml:space="preserve">Dampfproduktion </w:t>
      </w:r>
      <w:r w:rsidR="00DF0080">
        <w:t xml:space="preserve">von 80 Tonnen pro Stunde. </w:t>
      </w:r>
    </w:p>
    <w:p w:rsidR="00DF0080" w:rsidRDefault="00DF0080" w:rsidP="00031AA2"/>
    <w:p w:rsidR="00664456" w:rsidRDefault="00DF0080" w:rsidP="00031AA2">
      <w:r>
        <w:t xml:space="preserve">Das Kraftwerk wird mit umweltfreundlicher Technologie </w:t>
      </w:r>
      <w:r w:rsidR="00733FC9">
        <w:t>20</w:t>
      </w:r>
      <w:r w:rsidR="005260F2">
        <w:t xml:space="preserve"> </w:t>
      </w:r>
      <w:r>
        <w:t xml:space="preserve">Megawatt </w:t>
      </w:r>
      <w:r w:rsidR="00A04504">
        <w:t xml:space="preserve">an elektrischer Energie </w:t>
      </w:r>
      <w:r>
        <w:t>sowie</w:t>
      </w:r>
      <w:r w:rsidRPr="00C47A54">
        <w:t xml:space="preserve"> </w:t>
      </w:r>
      <w:r w:rsidR="00C47A54" w:rsidRPr="00C47A54">
        <w:t>Prozessdampf</w:t>
      </w:r>
      <w:r w:rsidR="00C47A54">
        <w:t xml:space="preserve"> für eine </w:t>
      </w:r>
      <w:r w:rsidR="00733FC9">
        <w:t>Polyester</w:t>
      </w:r>
      <w:r w:rsidR="003E50FB">
        <w:t>faser</w:t>
      </w:r>
      <w:r w:rsidR="00733FC9">
        <w:t xml:space="preserve">fabrik </w:t>
      </w:r>
      <w:r>
        <w:t>liefern.</w:t>
      </w:r>
      <w:r w:rsidR="005260F2">
        <w:t xml:space="preserve"> D</w:t>
      </w:r>
      <w:r w:rsidR="0078291A" w:rsidRPr="0078291A">
        <w:t>ie Inbetriebnahme is</w:t>
      </w:r>
      <w:r w:rsidR="0078291A">
        <w:t>t</w:t>
      </w:r>
      <w:r w:rsidR="0078291A" w:rsidRPr="0078291A">
        <w:t xml:space="preserve"> für</w:t>
      </w:r>
      <w:r w:rsidR="003F1A11">
        <w:t xml:space="preserve"> das</w:t>
      </w:r>
      <w:r w:rsidR="0078291A" w:rsidRPr="0078291A">
        <w:t xml:space="preserve"> Frühjahr 2017</w:t>
      </w:r>
      <w:r w:rsidR="003F1A11">
        <w:t xml:space="preserve"> geplant</w:t>
      </w:r>
      <w:r w:rsidR="0078291A" w:rsidRPr="0078291A">
        <w:t>.</w:t>
      </w:r>
    </w:p>
    <w:p w:rsidR="00CE0083" w:rsidRPr="00F31A4E" w:rsidRDefault="00CE0083" w:rsidP="00031AA2"/>
    <w:p w:rsidR="005A60C0" w:rsidRDefault="00800578" w:rsidP="00BB1BA7">
      <w:pPr>
        <w:jc w:val="center"/>
      </w:pPr>
      <w:r>
        <w:t>– Ende –</w:t>
      </w:r>
    </w:p>
    <w:p w:rsidR="00BB1BA7" w:rsidRDefault="00BB1BA7" w:rsidP="00BB1BA7">
      <w:pPr>
        <w:jc w:val="center"/>
      </w:pPr>
    </w:p>
    <w:p w:rsidR="00BB1BA7" w:rsidRDefault="00050ED9" w:rsidP="00BB1BA7">
      <w:pPr>
        <w:jc w:val="center"/>
      </w:pPr>
      <w:r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 wp14:anchorId="7619AFC3" wp14:editId="5278B5B6">
            <wp:simplePos x="0" y="0"/>
            <wp:positionH relativeFrom="column">
              <wp:posOffset>-211455</wp:posOffset>
            </wp:positionH>
            <wp:positionV relativeFrom="paragraph">
              <wp:posOffset>22860</wp:posOffset>
            </wp:positionV>
            <wp:extent cx="2938780" cy="3351530"/>
            <wp:effectExtent l="0" t="0" r="0" b="127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isalabad copy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33" t="5871" r="13010" b="8212"/>
                    <a:stretch/>
                  </pic:blipFill>
                  <pic:spPr bwMode="auto">
                    <a:xfrm>
                      <a:off x="0" y="0"/>
                      <a:ext cx="2938780" cy="3351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1BA7" w:rsidRDefault="00BB1BA7" w:rsidP="00BB1BA7">
      <w:pPr>
        <w:jc w:val="center"/>
      </w:pPr>
    </w:p>
    <w:p w:rsidR="00BB1BA7" w:rsidRDefault="00BB1BA7" w:rsidP="00BB1BA7">
      <w:pPr>
        <w:jc w:val="center"/>
      </w:pPr>
    </w:p>
    <w:p w:rsidR="00BB1BA7" w:rsidRDefault="00BB1BA7" w:rsidP="00BB1BA7">
      <w:pPr>
        <w:jc w:val="center"/>
      </w:pPr>
    </w:p>
    <w:p w:rsidR="00BB1BA7" w:rsidRPr="00BB1BA7" w:rsidRDefault="00BB1BA7" w:rsidP="00BB1BA7">
      <w:pPr>
        <w:jc w:val="center"/>
        <w:rPr>
          <w:szCs w:val="22"/>
        </w:rPr>
      </w:pPr>
    </w:p>
    <w:p w:rsidR="005A60C0" w:rsidRPr="0062491E" w:rsidRDefault="005A60C0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</w:rPr>
      </w:pPr>
    </w:p>
    <w:p w:rsidR="005A60C0" w:rsidRPr="0062491E" w:rsidRDefault="005A60C0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</w:rPr>
      </w:pPr>
    </w:p>
    <w:p w:rsidR="005A60C0" w:rsidRPr="0062491E" w:rsidRDefault="005A60C0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</w:rPr>
      </w:pPr>
    </w:p>
    <w:p w:rsidR="005A60C0" w:rsidRPr="0062491E" w:rsidRDefault="005A60C0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</w:rPr>
      </w:pPr>
    </w:p>
    <w:p w:rsidR="005A60C0" w:rsidRPr="0062491E" w:rsidRDefault="005A60C0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</w:rPr>
      </w:pPr>
    </w:p>
    <w:p w:rsidR="005A60C0" w:rsidRPr="0062491E" w:rsidRDefault="005A60C0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</w:rPr>
      </w:pPr>
    </w:p>
    <w:p w:rsidR="0099217F" w:rsidRPr="0062491E" w:rsidRDefault="0099217F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</w:rPr>
      </w:pPr>
    </w:p>
    <w:p w:rsidR="005A60C0" w:rsidRPr="0062491E" w:rsidRDefault="005A60C0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</w:rPr>
      </w:pPr>
    </w:p>
    <w:p w:rsidR="005A60C0" w:rsidRPr="0062491E" w:rsidRDefault="005A60C0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</w:rPr>
      </w:pPr>
    </w:p>
    <w:p w:rsidR="005A60C0" w:rsidRPr="0062491E" w:rsidRDefault="005A60C0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</w:rPr>
      </w:pPr>
    </w:p>
    <w:p w:rsidR="005A60C0" w:rsidRDefault="005A60C0" w:rsidP="00050ED9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4395" w:right="565"/>
        <w:outlineLvl w:val="0"/>
        <w:rPr>
          <w:b/>
          <w:sz w:val="18"/>
        </w:rPr>
      </w:pPr>
      <w:r w:rsidRPr="00050ED9">
        <w:rPr>
          <w:rFonts w:ascii="Arial" w:hAnsi="Arial"/>
          <w:color w:val="006EB4"/>
          <w:sz w:val="18"/>
        </w:rPr>
        <w:t>◄</w:t>
      </w:r>
      <w:r w:rsidRPr="00050ED9">
        <w:rPr>
          <w:rFonts w:ascii="Arial" w:hAnsi="Arial"/>
          <w:sz w:val="18"/>
        </w:rPr>
        <w:t xml:space="preserve"> </w:t>
      </w:r>
      <w:r w:rsidR="00BB1BA7" w:rsidRPr="00050ED9">
        <w:rPr>
          <w:rFonts w:ascii="Arial" w:hAnsi="Arial" w:cs="Times New Roman"/>
          <w:bCs/>
          <w:snapToGrid/>
          <w:sz w:val="18"/>
          <w:szCs w:val="18"/>
        </w:rPr>
        <w:t>ANDRITZ wird im Auftrag  des österreichischen Anlagenbauers Christof Industries einen kohlebefeuerten, zirkulierenden Wirbelschichtkessel für ein von Christof Industries zu errichtendes Kohlekraftwerk nahe Faisalabad, Pakistan, liefern.</w:t>
      </w:r>
    </w:p>
    <w:p w:rsidR="003D2F10" w:rsidRPr="005B6D13" w:rsidRDefault="003D2F10" w:rsidP="00EE5492">
      <w:pPr>
        <w:jc w:val="center"/>
        <w:rPr>
          <w:szCs w:val="22"/>
        </w:rPr>
      </w:pPr>
    </w:p>
    <w:p w:rsidR="00050ED9" w:rsidRDefault="00050ED9" w:rsidP="008815EC">
      <w:pPr>
        <w:spacing w:line="240" w:lineRule="exact"/>
        <w:outlineLvl w:val="0"/>
        <w:rPr>
          <w:b/>
          <w:bCs/>
          <w:sz w:val="18"/>
          <w:szCs w:val="18"/>
        </w:rPr>
      </w:pPr>
    </w:p>
    <w:p w:rsidR="008815EC" w:rsidRPr="00FF324A" w:rsidRDefault="008815EC" w:rsidP="008815EC">
      <w:pPr>
        <w:spacing w:line="240" w:lineRule="exact"/>
        <w:outlineLvl w:val="0"/>
        <w:rPr>
          <w:b/>
          <w:bCs/>
          <w:sz w:val="18"/>
          <w:szCs w:val="18"/>
        </w:rPr>
      </w:pPr>
      <w:r w:rsidRPr="00FF324A">
        <w:rPr>
          <w:b/>
          <w:bCs/>
          <w:sz w:val="18"/>
          <w:szCs w:val="18"/>
        </w:rPr>
        <w:t>Download Presse-Information und Foto</w:t>
      </w:r>
    </w:p>
    <w:p w:rsidR="008815EC" w:rsidRPr="00420659" w:rsidRDefault="008815EC" w:rsidP="008815EC">
      <w:pPr>
        <w:spacing w:line="240" w:lineRule="exact"/>
        <w:outlineLvl w:val="0"/>
        <w:rPr>
          <w:bCs/>
          <w:sz w:val="18"/>
          <w:szCs w:val="18"/>
        </w:rPr>
      </w:pPr>
      <w:r w:rsidRPr="00FF324A">
        <w:rPr>
          <w:bCs/>
          <w:sz w:val="18"/>
          <w:szCs w:val="18"/>
        </w:rPr>
        <w:t xml:space="preserve">Presse-Information und Foto </w:t>
      </w:r>
      <w:r>
        <w:rPr>
          <w:bCs/>
          <w:sz w:val="18"/>
          <w:szCs w:val="18"/>
        </w:rPr>
        <w:t xml:space="preserve">stehen unter </w:t>
      </w:r>
      <w:hyperlink r:id="rId10" w:history="1">
        <w:r w:rsidRPr="00FF324A">
          <w:rPr>
            <w:rStyle w:val="Hyperlink"/>
            <w:bCs/>
            <w:sz w:val="18"/>
            <w:szCs w:val="18"/>
          </w:rPr>
          <w:t>www.andritz.com/news-de</w:t>
        </w:r>
      </w:hyperlink>
      <w:r>
        <w:rPr>
          <w:bCs/>
          <w:sz w:val="18"/>
          <w:szCs w:val="18"/>
        </w:rPr>
        <w:t xml:space="preserve"> zum Download zur Verfügung</w:t>
      </w:r>
      <w:r w:rsidRPr="00FF324A">
        <w:rPr>
          <w:bCs/>
          <w:sz w:val="18"/>
          <w:szCs w:val="18"/>
        </w:rPr>
        <w:t>. Honorarfreie Veröffentlichung des Fotos unter der Quellenangabe „Foto: ANDRITZ“.</w:t>
      </w:r>
    </w:p>
    <w:p w:rsidR="008815EC" w:rsidRDefault="008815EC" w:rsidP="008815EC">
      <w:pPr>
        <w:spacing w:line="240" w:lineRule="exact"/>
        <w:outlineLvl w:val="0"/>
        <w:rPr>
          <w:bCs/>
          <w:sz w:val="18"/>
          <w:szCs w:val="18"/>
        </w:rPr>
      </w:pPr>
    </w:p>
    <w:p w:rsidR="00050ED9" w:rsidRDefault="00050ED9">
      <w:pPr>
        <w:spacing w:line="240" w:lineRule="auto"/>
        <w:rPr>
          <w:rStyle w:val="BesuchterHyperlink"/>
          <w:rFonts w:cs="Courier New"/>
          <w:b/>
          <w:color w:val="000000"/>
          <w:sz w:val="18"/>
          <w:szCs w:val="20"/>
          <w:u w:val="none"/>
        </w:rPr>
      </w:pPr>
      <w:r>
        <w:rPr>
          <w:rStyle w:val="BesuchterHyperlink"/>
          <w:b/>
          <w:color w:val="000000"/>
          <w:sz w:val="18"/>
          <w:u w:val="none"/>
        </w:rPr>
        <w:br w:type="page"/>
      </w:r>
    </w:p>
    <w:p w:rsidR="00050ED9" w:rsidRDefault="00050ED9" w:rsidP="008815EC">
      <w:pPr>
        <w:pStyle w:val="HTMLVorformatiert"/>
        <w:shd w:val="clear" w:color="auto" w:fill="FFFFFF"/>
        <w:spacing w:line="240" w:lineRule="exact"/>
        <w:ind w:right="74"/>
        <w:outlineLvl w:val="0"/>
        <w:rPr>
          <w:rStyle w:val="BesuchterHyperlink"/>
          <w:rFonts w:ascii="Arial" w:hAnsi="Arial"/>
          <w:b/>
          <w:snapToGrid/>
          <w:color w:val="000000"/>
          <w:sz w:val="18"/>
          <w:u w:val="none"/>
        </w:rPr>
      </w:pPr>
    </w:p>
    <w:p w:rsidR="00050ED9" w:rsidRDefault="00050ED9" w:rsidP="008815EC">
      <w:pPr>
        <w:pStyle w:val="HTMLVorformatiert"/>
        <w:shd w:val="clear" w:color="auto" w:fill="FFFFFF"/>
        <w:spacing w:line="240" w:lineRule="exact"/>
        <w:ind w:right="74"/>
        <w:outlineLvl w:val="0"/>
        <w:rPr>
          <w:rStyle w:val="BesuchterHyperlink"/>
          <w:rFonts w:ascii="Arial" w:hAnsi="Arial"/>
          <w:b/>
          <w:snapToGrid/>
          <w:color w:val="000000"/>
          <w:sz w:val="18"/>
          <w:u w:val="none"/>
        </w:rPr>
      </w:pPr>
    </w:p>
    <w:p w:rsidR="00050ED9" w:rsidRDefault="00050ED9" w:rsidP="008815EC">
      <w:pPr>
        <w:pStyle w:val="HTMLVorformatiert"/>
        <w:shd w:val="clear" w:color="auto" w:fill="FFFFFF"/>
        <w:spacing w:line="240" w:lineRule="exact"/>
        <w:ind w:right="74"/>
        <w:outlineLvl w:val="0"/>
        <w:rPr>
          <w:rStyle w:val="BesuchterHyperlink"/>
          <w:rFonts w:ascii="Arial" w:hAnsi="Arial"/>
          <w:b/>
          <w:snapToGrid/>
          <w:color w:val="000000"/>
          <w:sz w:val="18"/>
          <w:u w:val="none"/>
        </w:rPr>
      </w:pPr>
    </w:p>
    <w:p w:rsidR="00050ED9" w:rsidRDefault="00050ED9" w:rsidP="008815EC">
      <w:pPr>
        <w:pStyle w:val="HTMLVorformatiert"/>
        <w:shd w:val="clear" w:color="auto" w:fill="FFFFFF"/>
        <w:spacing w:line="240" w:lineRule="exact"/>
        <w:ind w:right="74"/>
        <w:outlineLvl w:val="0"/>
        <w:rPr>
          <w:rStyle w:val="BesuchterHyperlink"/>
          <w:rFonts w:ascii="Arial" w:hAnsi="Arial"/>
          <w:b/>
          <w:snapToGrid/>
          <w:color w:val="000000"/>
          <w:sz w:val="18"/>
          <w:u w:val="none"/>
        </w:rPr>
      </w:pPr>
    </w:p>
    <w:p w:rsidR="00050ED9" w:rsidRDefault="00050ED9" w:rsidP="008815EC">
      <w:pPr>
        <w:pStyle w:val="HTMLVorformatiert"/>
        <w:shd w:val="clear" w:color="auto" w:fill="FFFFFF"/>
        <w:spacing w:line="240" w:lineRule="exact"/>
        <w:ind w:right="74"/>
        <w:outlineLvl w:val="0"/>
        <w:rPr>
          <w:rStyle w:val="BesuchterHyperlink"/>
          <w:rFonts w:ascii="Arial" w:hAnsi="Arial"/>
          <w:b/>
          <w:snapToGrid/>
          <w:color w:val="000000"/>
          <w:sz w:val="18"/>
          <w:u w:val="none"/>
        </w:rPr>
      </w:pPr>
    </w:p>
    <w:p w:rsidR="008815EC" w:rsidRPr="008815EC" w:rsidRDefault="008815EC" w:rsidP="008815EC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MS Mincho" w:eastAsia="MS Mincho" w:hAnsi="MS Mincho" w:cs="Times New Roman"/>
          <w:b/>
          <w:color w:val="000000"/>
          <w:sz w:val="18"/>
          <w:szCs w:val="18"/>
        </w:rPr>
      </w:pPr>
      <w:r w:rsidRPr="008815EC">
        <w:rPr>
          <w:rStyle w:val="BesuchterHyperlink"/>
          <w:rFonts w:ascii="Arial" w:hAnsi="Arial"/>
          <w:b/>
          <w:snapToGrid/>
          <w:color w:val="000000"/>
          <w:sz w:val="18"/>
          <w:u w:val="none"/>
        </w:rPr>
        <w:t>Bei Rückfragen kontaktieren Sie bitte:</w:t>
      </w:r>
    </w:p>
    <w:p w:rsidR="008815EC" w:rsidRPr="00AC15CB" w:rsidRDefault="008815EC" w:rsidP="008815EC">
      <w:pPr>
        <w:spacing w:line="240" w:lineRule="exact"/>
        <w:outlineLvl w:val="0"/>
        <w:rPr>
          <w:sz w:val="18"/>
          <w:szCs w:val="18"/>
          <w:lang w:val="en-US"/>
        </w:rPr>
      </w:pPr>
      <w:r w:rsidRPr="00AC15CB">
        <w:rPr>
          <w:sz w:val="18"/>
          <w:lang w:val="en-US"/>
        </w:rPr>
        <w:t>Oliver Pokorny</w:t>
      </w:r>
    </w:p>
    <w:p w:rsidR="008815EC" w:rsidRPr="00AC15CB" w:rsidRDefault="008815EC" w:rsidP="008815EC">
      <w:pPr>
        <w:spacing w:line="240" w:lineRule="exact"/>
        <w:rPr>
          <w:sz w:val="18"/>
          <w:szCs w:val="18"/>
          <w:lang w:val="en-US"/>
        </w:rPr>
      </w:pPr>
      <w:r>
        <w:rPr>
          <w:sz w:val="18"/>
          <w:lang w:val="en-US"/>
        </w:rPr>
        <w:t xml:space="preserve">Head of </w:t>
      </w:r>
      <w:r w:rsidRPr="00AC15CB">
        <w:rPr>
          <w:sz w:val="18"/>
          <w:lang w:val="en-US"/>
        </w:rPr>
        <w:t>Corporate Communications</w:t>
      </w:r>
    </w:p>
    <w:p w:rsidR="008815EC" w:rsidRPr="00AC15CB" w:rsidRDefault="008815EC" w:rsidP="008815EC">
      <w:pPr>
        <w:spacing w:line="240" w:lineRule="exact"/>
        <w:rPr>
          <w:sz w:val="18"/>
          <w:szCs w:val="18"/>
          <w:lang w:val="en-US"/>
        </w:rPr>
      </w:pPr>
      <w:r w:rsidRPr="00AC15CB">
        <w:rPr>
          <w:sz w:val="18"/>
          <w:lang w:val="en-US"/>
        </w:rPr>
        <w:t>oliver.pokorny@andritz.com</w:t>
      </w:r>
    </w:p>
    <w:p w:rsidR="008815EC" w:rsidRPr="00AC15CB" w:rsidRDefault="008815EC" w:rsidP="008815EC">
      <w:pPr>
        <w:spacing w:line="240" w:lineRule="exact"/>
        <w:rPr>
          <w:sz w:val="18"/>
          <w:szCs w:val="18"/>
          <w:lang w:val="en-US"/>
        </w:rPr>
      </w:pPr>
      <w:r w:rsidRPr="00AC15CB">
        <w:rPr>
          <w:sz w:val="18"/>
          <w:lang w:val="en-US"/>
        </w:rPr>
        <w:t>www.andritz.com</w:t>
      </w:r>
    </w:p>
    <w:p w:rsidR="008815EC" w:rsidRPr="00AC15CB" w:rsidRDefault="008815EC" w:rsidP="008815EC">
      <w:pPr>
        <w:spacing w:line="240" w:lineRule="exact"/>
        <w:outlineLvl w:val="0"/>
        <w:rPr>
          <w:bCs/>
          <w:sz w:val="18"/>
          <w:szCs w:val="18"/>
          <w:lang w:val="en-US"/>
        </w:rPr>
      </w:pPr>
    </w:p>
    <w:p w:rsidR="008815EC" w:rsidRPr="00D80687" w:rsidRDefault="008815EC" w:rsidP="008815EC">
      <w:pPr>
        <w:spacing w:line="240" w:lineRule="exact"/>
        <w:outlineLvl w:val="0"/>
        <w:rPr>
          <w:b/>
          <w:bCs/>
          <w:sz w:val="18"/>
          <w:szCs w:val="18"/>
        </w:rPr>
      </w:pPr>
      <w:r w:rsidRPr="00D80687">
        <w:rPr>
          <w:b/>
          <w:bCs/>
          <w:sz w:val="18"/>
          <w:szCs w:val="18"/>
        </w:rPr>
        <w:t>Die ANDRITZ-GRUPPE</w:t>
      </w:r>
    </w:p>
    <w:p w:rsidR="000F4B32" w:rsidRPr="0004194A" w:rsidRDefault="008815EC" w:rsidP="008815EC">
      <w:pPr>
        <w:spacing w:line="240" w:lineRule="exact"/>
        <w:rPr>
          <w:bCs/>
          <w:color w:val="FF0000"/>
          <w:sz w:val="18"/>
          <w:szCs w:val="18"/>
        </w:rPr>
      </w:pPr>
      <w:r w:rsidRPr="00022E3F">
        <w:rPr>
          <w:rFonts w:cs="Courier New"/>
          <w:color w:val="000000"/>
          <w:sz w:val="18"/>
          <w:szCs w:val="20"/>
        </w:rPr>
        <w:t>ANDRITZ ist einer der weltweit führenden Lieferanten von Anlagen, Ausrüstungen und Serviceleistungen für Wasserkraftwerke, die Zellstoff- und Papierindustrie, die Metall verarbeitende Industrie und Stahlindustrie sowie die kommunale und industrielle Fest-Flüssig-Trennung. Der Hauptsitz des börsennotierten Technologiekonzerns, der</w:t>
      </w:r>
      <w:r>
        <w:rPr>
          <w:rFonts w:cs="Courier New"/>
          <w:color w:val="000000"/>
          <w:sz w:val="18"/>
          <w:szCs w:val="20"/>
        </w:rPr>
        <w:t xml:space="preserve"> </w:t>
      </w:r>
      <w:r w:rsidRPr="00022E3F">
        <w:rPr>
          <w:rFonts w:cs="Courier New"/>
          <w:color w:val="000000"/>
          <w:sz w:val="18"/>
          <w:szCs w:val="20"/>
        </w:rPr>
        <w:t>weltweit knapp 25.000 Mitarbeiter beschäftigt, befindet sich in Graz, Österreich. ANDRITZ betreibt mehr als 250</w:t>
      </w:r>
      <w:r>
        <w:rPr>
          <w:rFonts w:cs="Courier New"/>
          <w:color w:val="000000"/>
          <w:sz w:val="18"/>
          <w:szCs w:val="20"/>
        </w:rPr>
        <w:t> </w:t>
      </w:r>
      <w:r w:rsidRPr="00022E3F">
        <w:rPr>
          <w:rFonts w:cs="Courier New"/>
          <w:color w:val="000000"/>
          <w:sz w:val="18"/>
          <w:szCs w:val="20"/>
        </w:rPr>
        <w:t>Standorte weltweit.</w:t>
      </w:r>
    </w:p>
    <w:sectPr w:rsidR="000F4B32" w:rsidRPr="0004194A" w:rsidSect="00174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985" w:right="851" w:bottom="1474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C40" w:rsidRDefault="00711C40">
      <w:r>
        <w:separator/>
      </w:r>
    </w:p>
  </w:endnote>
  <w:endnote w:type="continuationSeparator" w:id="0">
    <w:p w:rsidR="00711C40" w:rsidRDefault="00711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DF7" w:rsidRDefault="008D1DF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DF7" w:rsidRDefault="008D1DF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DF7" w:rsidRDefault="008D1DF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C40" w:rsidRDefault="00711C40">
      <w:r>
        <w:separator/>
      </w:r>
    </w:p>
  </w:footnote>
  <w:footnote w:type="continuationSeparator" w:id="0">
    <w:p w:rsidR="00711C40" w:rsidRDefault="00711C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DF7" w:rsidRDefault="008D1DF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A3A" w:rsidRDefault="008D1DF7" w:rsidP="00A16754">
    <w:pPr>
      <w:pStyle w:val="Kopfzeile"/>
      <w:jc w:val="right"/>
    </w:pPr>
    <w:r>
      <w:rPr>
        <w:noProof/>
        <w:lang w:bidi="ar-SA"/>
      </w:rPr>
      <w:drawing>
        <wp:anchor distT="0" distB="0" distL="114300" distR="114300" simplePos="0" relativeHeight="251660800" behindDoc="0" locked="1" layoutInCell="1" allowOverlap="1" wp14:anchorId="4AE15B56" wp14:editId="4279BD19">
          <wp:simplePos x="0" y="0"/>
          <wp:positionH relativeFrom="column">
            <wp:posOffset>4761865</wp:posOffset>
          </wp:positionH>
          <wp:positionV relativeFrom="paragraph">
            <wp:posOffset>298450</wp:posOffset>
          </wp:positionV>
          <wp:extent cx="1528445" cy="28765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A3A" w:rsidRDefault="00215A3A" w:rsidP="00A16754">
    <w:pPr>
      <w:pStyle w:val="Kopfzeile"/>
      <w:jc w:val="right"/>
    </w:pPr>
  </w:p>
  <w:p w:rsidR="00215A3A" w:rsidRDefault="00215A3A" w:rsidP="00A16754">
    <w:pPr>
      <w:pStyle w:val="Kopfzeile"/>
      <w:jc w:val="right"/>
    </w:pPr>
  </w:p>
  <w:p w:rsidR="00215A3A" w:rsidRPr="008A6F0F" w:rsidRDefault="00215A3A" w:rsidP="00E517A8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  <w:szCs w:val="20"/>
      </w:rPr>
    </w:pPr>
    <w:r>
      <w:rPr>
        <w:color w:val="000000"/>
        <w:sz w:val="14"/>
      </w:rPr>
      <w:t xml:space="preserve">Seite: </w:t>
    </w:r>
    <w:r w:rsidRPr="008A6F0F">
      <w:rPr>
        <w:color w:val="000000"/>
        <w:szCs w:val="20"/>
      </w:rPr>
      <w:fldChar w:fldCharType="begin"/>
    </w:r>
    <w:r w:rsidRPr="008A6F0F">
      <w:rPr>
        <w:color w:val="000000"/>
        <w:szCs w:val="20"/>
      </w:rPr>
      <w:instrText xml:space="preserve"> PAGE </w:instrText>
    </w:r>
    <w:r w:rsidRPr="008A6F0F">
      <w:rPr>
        <w:color w:val="000000"/>
        <w:szCs w:val="20"/>
      </w:rPr>
      <w:fldChar w:fldCharType="separate"/>
    </w:r>
    <w:r w:rsidR="00D9512F">
      <w:rPr>
        <w:noProof/>
        <w:color w:val="000000"/>
        <w:szCs w:val="20"/>
      </w:rPr>
      <w:t>2</w:t>
    </w:r>
    <w:r w:rsidRPr="008A6F0F">
      <w:rPr>
        <w:color w:val="000000"/>
        <w:szCs w:val="20"/>
      </w:rPr>
      <w:fldChar w:fldCharType="end"/>
    </w:r>
    <w:r>
      <w:rPr>
        <w:color w:val="000000"/>
      </w:rPr>
      <w:t xml:space="preserve"> (von </w:t>
    </w:r>
    <w:r w:rsidRPr="008A6F0F">
      <w:rPr>
        <w:color w:val="000000"/>
        <w:szCs w:val="20"/>
      </w:rPr>
      <w:fldChar w:fldCharType="begin"/>
    </w:r>
    <w:r w:rsidRPr="008A6F0F">
      <w:rPr>
        <w:color w:val="000000"/>
        <w:szCs w:val="20"/>
      </w:rPr>
      <w:instrText xml:space="preserve"> NUMPAGES </w:instrText>
    </w:r>
    <w:r w:rsidRPr="008A6F0F">
      <w:rPr>
        <w:color w:val="000000"/>
        <w:szCs w:val="20"/>
      </w:rPr>
      <w:fldChar w:fldCharType="separate"/>
    </w:r>
    <w:r w:rsidR="00D9512F">
      <w:rPr>
        <w:noProof/>
        <w:color w:val="000000"/>
        <w:szCs w:val="20"/>
      </w:rPr>
      <w:t>2</w:t>
    </w:r>
    <w:r w:rsidRPr="008A6F0F">
      <w:rPr>
        <w:color w:val="000000"/>
        <w:szCs w:val="20"/>
      </w:rPr>
      <w:fldChar w:fldCharType="end"/>
    </w:r>
    <w:r>
      <w:rPr>
        <w:color w:val="000000"/>
      </w:rPr>
      <w:t>)</w:t>
    </w:r>
  </w:p>
  <w:p w:rsidR="00215A3A" w:rsidRDefault="00215A3A" w:rsidP="00A16754">
    <w:pPr>
      <w:pStyle w:val="Kopfzeil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A3A" w:rsidRDefault="008227AB" w:rsidP="00B17E06">
    <w:pPr>
      <w:pStyle w:val="Kopfzeile"/>
      <w:jc w:val="right"/>
    </w:pPr>
    <w:r>
      <w:rPr>
        <w:noProof/>
        <w:lang w:bidi="ar-SA"/>
      </w:rPr>
      <w:drawing>
        <wp:anchor distT="0" distB="0" distL="114300" distR="114300" simplePos="0" relativeHeight="251657728" behindDoc="0" locked="1" layoutInCell="1" allowOverlap="1" wp14:anchorId="5D47BA39" wp14:editId="23BFF31A">
          <wp:simplePos x="0" y="0"/>
          <wp:positionH relativeFrom="column">
            <wp:posOffset>4609465</wp:posOffset>
          </wp:positionH>
          <wp:positionV relativeFrom="paragraph">
            <wp:posOffset>146050</wp:posOffset>
          </wp:positionV>
          <wp:extent cx="1528445" cy="28765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A3A" w:rsidRDefault="008227AB" w:rsidP="00B17E06">
    <w:pPr>
      <w:pStyle w:val="Kopfzeile"/>
      <w:jc w:val="right"/>
    </w:pPr>
    <w:r>
      <w:rPr>
        <w:noProof/>
        <w:lang w:bidi="ar-SA"/>
      </w:rPr>
      <mc:AlternateContent>
        <mc:Choice Requires="wps">
          <w:drawing>
            <wp:anchor distT="0" distB="215900" distL="114300" distR="215900" simplePos="0" relativeHeight="251658752" behindDoc="0" locked="1" layoutInCell="1" allowOverlap="1" wp14:anchorId="15DDF07C" wp14:editId="7E5F75D2">
              <wp:simplePos x="0" y="0"/>
              <wp:positionH relativeFrom="page">
                <wp:posOffset>575945</wp:posOffset>
              </wp:positionH>
              <wp:positionV relativeFrom="page">
                <wp:posOffset>2157095</wp:posOffset>
              </wp:positionV>
              <wp:extent cx="215900" cy="1259840"/>
              <wp:effectExtent l="4445" t="4445" r="0" b="254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45.35pt;margin-top:169.85pt;width:17pt;height:99.2pt;z-index:25165875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" fillcolor="#006eb4" stroked="f">
              <w10:wrap anchorx="page" anchory="page"/>
              <w10:anchorlock/>
            </v:rect>
          </w:pict>
        </mc:Fallback>
      </mc:AlternateContent>
    </w:r>
  </w:p>
  <w:p w:rsidR="00215A3A" w:rsidRDefault="00215A3A" w:rsidP="00174EF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0995"/>
    <w:multiLevelType w:val="hybridMultilevel"/>
    <w:tmpl w:val="806E756E"/>
    <w:lvl w:ilvl="0" w:tplc="1D4653CC">
      <w:start w:val="1"/>
      <w:numFmt w:val="bullet"/>
      <w:lvlText w:val=""/>
      <w:lvlJc w:val="left"/>
      <w:pPr>
        <w:tabs>
          <w:tab w:val="num" w:pos="5144"/>
        </w:tabs>
        <w:ind w:left="284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C324AF"/>
    <w:multiLevelType w:val="hybridMultilevel"/>
    <w:tmpl w:val="9C4487EC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955EA5"/>
    <w:multiLevelType w:val="hybridMultilevel"/>
    <w:tmpl w:val="6236227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144131"/>
    <w:multiLevelType w:val="hybridMultilevel"/>
    <w:tmpl w:val="918ADEB4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A0EC14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2"/>
        <w:szCs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10D9170B"/>
    <w:multiLevelType w:val="hybridMultilevel"/>
    <w:tmpl w:val="67A22680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361FE1"/>
    <w:multiLevelType w:val="multilevel"/>
    <w:tmpl w:val="C1626BE8"/>
    <w:numStyleLink w:val="List1"/>
  </w:abstractNum>
  <w:abstractNum w:abstractNumId="7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AD19F9"/>
    <w:multiLevelType w:val="multilevel"/>
    <w:tmpl w:val="C1626BE8"/>
    <w:numStyleLink w:val="List1"/>
  </w:abstractNum>
  <w:abstractNum w:abstractNumId="9">
    <w:nsid w:val="23192848"/>
    <w:multiLevelType w:val="multilevel"/>
    <w:tmpl w:val="C1626BE8"/>
    <w:numStyleLink w:val="List1"/>
  </w:abstractNum>
  <w:abstractNum w:abstractNumId="10">
    <w:nsid w:val="2496455D"/>
    <w:multiLevelType w:val="hybridMultilevel"/>
    <w:tmpl w:val="6F00BF26"/>
    <w:lvl w:ilvl="0" w:tplc="46409AF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F3087C"/>
    <w:multiLevelType w:val="multilevel"/>
    <w:tmpl w:val="D3842A24"/>
    <w:styleLink w:val="NumberedList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2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34205A51"/>
    <w:multiLevelType w:val="multilevel"/>
    <w:tmpl w:val="C1626BE8"/>
    <w:numStyleLink w:val="List1"/>
  </w:abstractNum>
  <w:abstractNum w:abstractNumId="15">
    <w:nsid w:val="37382F2E"/>
    <w:multiLevelType w:val="hybridMultilevel"/>
    <w:tmpl w:val="33165B7C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3DCD156D"/>
    <w:multiLevelType w:val="multilevel"/>
    <w:tmpl w:val="C1626BE8"/>
    <w:numStyleLink w:val="List1"/>
  </w:abstractNum>
  <w:abstractNum w:abstractNumId="18">
    <w:nsid w:val="3E4E0363"/>
    <w:multiLevelType w:val="multilevel"/>
    <w:tmpl w:val="C1626BE8"/>
    <w:numStyleLink w:val="List1"/>
  </w:abstractNum>
  <w:abstractNum w:abstractNumId="19">
    <w:nsid w:val="402A39FA"/>
    <w:multiLevelType w:val="hybridMultilevel"/>
    <w:tmpl w:val="B0E01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42405A5B"/>
    <w:multiLevelType w:val="hybridMultilevel"/>
    <w:tmpl w:val="511E58B8"/>
    <w:lvl w:ilvl="0" w:tplc="2362A984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CD65E1"/>
    <w:multiLevelType w:val="multilevel"/>
    <w:tmpl w:val="C1626BE8"/>
    <w:numStyleLink w:val="List1"/>
  </w:abstractNum>
  <w:abstractNum w:abstractNumId="24">
    <w:nsid w:val="51086ADD"/>
    <w:multiLevelType w:val="hybridMultilevel"/>
    <w:tmpl w:val="C1F68B92"/>
    <w:lvl w:ilvl="0" w:tplc="2362A984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FF3592"/>
    <w:multiLevelType w:val="multilevel"/>
    <w:tmpl w:val="C1F68B9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901568"/>
    <w:multiLevelType w:val="multilevel"/>
    <w:tmpl w:val="D3842A24"/>
    <w:numStyleLink w:val="NumberedList"/>
  </w:abstractNum>
  <w:abstractNum w:abstractNumId="27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>
    <w:nsid w:val="589E61DE"/>
    <w:multiLevelType w:val="multilevel"/>
    <w:tmpl w:val="C1626BE8"/>
    <w:numStyleLink w:val="List1"/>
  </w:abstractNum>
  <w:abstractNum w:abstractNumId="29">
    <w:nsid w:val="5C5C7365"/>
    <w:multiLevelType w:val="hybridMultilevel"/>
    <w:tmpl w:val="4FF60056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F32A7E"/>
    <w:multiLevelType w:val="multilevel"/>
    <w:tmpl w:val="C1626BE8"/>
    <w:styleLink w:val="List1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5"/>
  </w:num>
  <w:num w:numId="5">
    <w:abstractNumId w:val="32"/>
  </w:num>
  <w:num w:numId="6">
    <w:abstractNumId w:val="13"/>
  </w:num>
  <w:num w:numId="7">
    <w:abstractNumId w:val="30"/>
  </w:num>
  <w:num w:numId="8">
    <w:abstractNumId w:val="23"/>
  </w:num>
  <w:num w:numId="9">
    <w:abstractNumId w:val="17"/>
  </w:num>
  <w:num w:numId="10">
    <w:abstractNumId w:val="27"/>
  </w:num>
  <w:num w:numId="11">
    <w:abstractNumId w:val="9"/>
  </w:num>
  <w:num w:numId="12">
    <w:abstractNumId w:val="6"/>
  </w:num>
  <w:num w:numId="13">
    <w:abstractNumId w:val="14"/>
  </w:num>
  <w:num w:numId="14">
    <w:abstractNumId w:val="8"/>
  </w:num>
  <w:num w:numId="15">
    <w:abstractNumId w:val="20"/>
  </w:num>
  <w:num w:numId="16">
    <w:abstractNumId w:val="16"/>
  </w:num>
  <w:num w:numId="17">
    <w:abstractNumId w:val="12"/>
  </w:num>
  <w:num w:numId="18">
    <w:abstractNumId w:val="3"/>
  </w:num>
  <w:num w:numId="19">
    <w:abstractNumId w:val="31"/>
  </w:num>
  <w:num w:numId="20">
    <w:abstractNumId w:val="4"/>
  </w:num>
  <w:num w:numId="21">
    <w:abstractNumId w:val="28"/>
  </w:num>
  <w:num w:numId="22">
    <w:abstractNumId w:val="10"/>
  </w:num>
  <w:num w:numId="23">
    <w:abstractNumId w:val="18"/>
  </w:num>
  <w:num w:numId="24">
    <w:abstractNumId w:val="26"/>
  </w:num>
  <w:num w:numId="25">
    <w:abstractNumId w:val="22"/>
  </w:num>
  <w:num w:numId="26">
    <w:abstractNumId w:val="11"/>
  </w:num>
  <w:num w:numId="27">
    <w:abstractNumId w:val="24"/>
  </w:num>
  <w:num w:numId="28">
    <w:abstractNumId w:val="25"/>
  </w:num>
  <w:num w:numId="29">
    <w:abstractNumId w:val="21"/>
  </w:num>
  <w:num w:numId="30">
    <w:abstractNumId w:val="2"/>
  </w:num>
  <w:num w:numId="31">
    <w:abstractNumId w:val="0"/>
  </w:num>
  <w:num w:numId="32">
    <w:abstractNumId w:val="29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7105">
      <o:colormru v:ext="edit" colors="#006eb4,black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CC"/>
    <w:rsid w:val="000015C8"/>
    <w:rsid w:val="00001A98"/>
    <w:rsid w:val="00001FEF"/>
    <w:rsid w:val="00003BFC"/>
    <w:rsid w:val="00004E23"/>
    <w:rsid w:val="00004F6B"/>
    <w:rsid w:val="00007679"/>
    <w:rsid w:val="00012BA8"/>
    <w:rsid w:val="00031AA2"/>
    <w:rsid w:val="00034F76"/>
    <w:rsid w:val="0003594A"/>
    <w:rsid w:val="00040CFE"/>
    <w:rsid w:val="0004194A"/>
    <w:rsid w:val="00042157"/>
    <w:rsid w:val="00050ED9"/>
    <w:rsid w:val="000606F8"/>
    <w:rsid w:val="000653BE"/>
    <w:rsid w:val="00065E62"/>
    <w:rsid w:val="000663BA"/>
    <w:rsid w:val="000667E8"/>
    <w:rsid w:val="000718B5"/>
    <w:rsid w:val="00073DF6"/>
    <w:rsid w:val="000824FA"/>
    <w:rsid w:val="000868EE"/>
    <w:rsid w:val="0009368B"/>
    <w:rsid w:val="0009371D"/>
    <w:rsid w:val="000A05B8"/>
    <w:rsid w:val="000A1949"/>
    <w:rsid w:val="000A1976"/>
    <w:rsid w:val="000A2AB7"/>
    <w:rsid w:val="000B1682"/>
    <w:rsid w:val="000B1E13"/>
    <w:rsid w:val="000B5236"/>
    <w:rsid w:val="000B56F6"/>
    <w:rsid w:val="000B5B98"/>
    <w:rsid w:val="000C4CFA"/>
    <w:rsid w:val="000C527C"/>
    <w:rsid w:val="000D1FDF"/>
    <w:rsid w:val="000D2601"/>
    <w:rsid w:val="000E0E20"/>
    <w:rsid w:val="000E2771"/>
    <w:rsid w:val="000E49BA"/>
    <w:rsid w:val="000E4E4A"/>
    <w:rsid w:val="000F185B"/>
    <w:rsid w:val="000F4B32"/>
    <w:rsid w:val="000F61CE"/>
    <w:rsid w:val="0010098A"/>
    <w:rsid w:val="0010355E"/>
    <w:rsid w:val="00107A68"/>
    <w:rsid w:val="0011372A"/>
    <w:rsid w:val="00117353"/>
    <w:rsid w:val="00117D3E"/>
    <w:rsid w:val="001229C1"/>
    <w:rsid w:val="00122DF4"/>
    <w:rsid w:val="001258E7"/>
    <w:rsid w:val="00127D8D"/>
    <w:rsid w:val="00130EE4"/>
    <w:rsid w:val="00133014"/>
    <w:rsid w:val="00134EF6"/>
    <w:rsid w:val="00143EE6"/>
    <w:rsid w:val="00146FF8"/>
    <w:rsid w:val="001522FE"/>
    <w:rsid w:val="00164229"/>
    <w:rsid w:val="0016661E"/>
    <w:rsid w:val="00173FA7"/>
    <w:rsid w:val="00174EF9"/>
    <w:rsid w:val="00182CFE"/>
    <w:rsid w:val="00183D5B"/>
    <w:rsid w:val="00184EB2"/>
    <w:rsid w:val="00186743"/>
    <w:rsid w:val="001867BC"/>
    <w:rsid w:val="00191582"/>
    <w:rsid w:val="001927BE"/>
    <w:rsid w:val="00195E57"/>
    <w:rsid w:val="001968B2"/>
    <w:rsid w:val="00196CF2"/>
    <w:rsid w:val="001A1B0E"/>
    <w:rsid w:val="001A7787"/>
    <w:rsid w:val="001B00B8"/>
    <w:rsid w:val="001B5F45"/>
    <w:rsid w:val="001B6117"/>
    <w:rsid w:val="001C054E"/>
    <w:rsid w:val="001C11CA"/>
    <w:rsid w:val="001C1761"/>
    <w:rsid w:val="001C28E1"/>
    <w:rsid w:val="001D1247"/>
    <w:rsid w:val="001D1D1D"/>
    <w:rsid w:val="001D2073"/>
    <w:rsid w:val="001D2D37"/>
    <w:rsid w:val="001E03FD"/>
    <w:rsid w:val="001E2086"/>
    <w:rsid w:val="001E2364"/>
    <w:rsid w:val="001E6C51"/>
    <w:rsid w:val="001F2F56"/>
    <w:rsid w:val="001F46A4"/>
    <w:rsid w:val="001F4FE3"/>
    <w:rsid w:val="001F508C"/>
    <w:rsid w:val="001F6EF3"/>
    <w:rsid w:val="00200679"/>
    <w:rsid w:val="00200DC7"/>
    <w:rsid w:val="00206964"/>
    <w:rsid w:val="0021004B"/>
    <w:rsid w:val="00212132"/>
    <w:rsid w:val="00215A3A"/>
    <w:rsid w:val="0022792E"/>
    <w:rsid w:val="00230697"/>
    <w:rsid w:val="00232F25"/>
    <w:rsid w:val="00233E4D"/>
    <w:rsid w:val="0023600D"/>
    <w:rsid w:val="00240E92"/>
    <w:rsid w:val="0024154E"/>
    <w:rsid w:val="00255E5E"/>
    <w:rsid w:val="0025710D"/>
    <w:rsid w:val="00260310"/>
    <w:rsid w:val="00262C8B"/>
    <w:rsid w:val="0026545B"/>
    <w:rsid w:val="002816E1"/>
    <w:rsid w:val="0028339E"/>
    <w:rsid w:val="00290526"/>
    <w:rsid w:val="00290613"/>
    <w:rsid w:val="00290ACF"/>
    <w:rsid w:val="00290D12"/>
    <w:rsid w:val="00292301"/>
    <w:rsid w:val="00292D5B"/>
    <w:rsid w:val="002B505D"/>
    <w:rsid w:val="002B63BF"/>
    <w:rsid w:val="002B6788"/>
    <w:rsid w:val="002B76CD"/>
    <w:rsid w:val="002C29FE"/>
    <w:rsid w:val="002C3FD2"/>
    <w:rsid w:val="002C54C0"/>
    <w:rsid w:val="002C58BD"/>
    <w:rsid w:val="002D035E"/>
    <w:rsid w:val="002D24C6"/>
    <w:rsid w:val="002D5966"/>
    <w:rsid w:val="002D5D33"/>
    <w:rsid w:val="002E72AA"/>
    <w:rsid w:val="002E7959"/>
    <w:rsid w:val="002F084B"/>
    <w:rsid w:val="002F5965"/>
    <w:rsid w:val="0030360C"/>
    <w:rsid w:val="003052FF"/>
    <w:rsid w:val="00310473"/>
    <w:rsid w:val="003113CC"/>
    <w:rsid w:val="003164F2"/>
    <w:rsid w:val="003164FB"/>
    <w:rsid w:val="003242CD"/>
    <w:rsid w:val="00327E00"/>
    <w:rsid w:val="003331D4"/>
    <w:rsid w:val="00335D95"/>
    <w:rsid w:val="0034420E"/>
    <w:rsid w:val="0034692D"/>
    <w:rsid w:val="0035107E"/>
    <w:rsid w:val="00352785"/>
    <w:rsid w:val="003565F1"/>
    <w:rsid w:val="003632FB"/>
    <w:rsid w:val="0036469B"/>
    <w:rsid w:val="00365463"/>
    <w:rsid w:val="0037043A"/>
    <w:rsid w:val="003763EB"/>
    <w:rsid w:val="00381EE9"/>
    <w:rsid w:val="00392DAC"/>
    <w:rsid w:val="003961FF"/>
    <w:rsid w:val="00397018"/>
    <w:rsid w:val="0039758D"/>
    <w:rsid w:val="003A2977"/>
    <w:rsid w:val="003A5BEF"/>
    <w:rsid w:val="003A675B"/>
    <w:rsid w:val="003B049B"/>
    <w:rsid w:val="003B0F5F"/>
    <w:rsid w:val="003B2017"/>
    <w:rsid w:val="003B26B3"/>
    <w:rsid w:val="003B2929"/>
    <w:rsid w:val="003C0D42"/>
    <w:rsid w:val="003C0EBA"/>
    <w:rsid w:val="003C1790"/>
    <w:rsid w:val="003C571B"/>
    <w:rsid w:val="003C6634"/>
    <w:rsid w:val="003C679D"/>
    <w:rsid w:val="003D1561"/>
    <w:rsid w:val="003D2F10"/>
    <w:rsid w:val="003D66DA"/>
    <w:rsid w:val="003E3B07"/>
    <w:rsid w:val="003E50FB"/>
    <w:rsid w:val="003E5D28"/>
    <w:rsid w:val="003F1A11"/>
    <w:rsid w:val="003F4759"/>
    <w:rsid w:val="00402672"/>
    <w:rsid w:val="00404BC5"/>
    <w:rsid w:val="00405BD5"/>
    <w:rsid w:val="00407F5B"/>
    <w:rsid w:val="00415C0D"/>
    <w:rsid w:val="004165BD"/>
    <w:rsid w:val="00416CE8"/>
    <w:rsid w:val="00425B2F"/>
    <w:rsid w:val="00426E4B"/>
    <w:rsid w:val="00427385"/>
    <w:rsid w:val="00427DAF"/>
    <w:rsid w:val="004362F1"/>
    <w:rsid w:val="004400A9"/>
    <w:rsid w:val="004413D9"/>
    <w:rsid w:val="00442171"/>
    <w:rsid w:val="0044644A"/>
    <w:rsid w:val="00446474"/>
    <w:rsid w:val="004464D4"/>
    <w:rsid w:val="00454E74"/>
    <w:rsid w:val="004634E5"/>
    <w:rsid w:val="0047036D"/>
    <w:rsid w:val="00470DD9"/>
    <w:rsid w:val="004753A1"/>
    <w:rsid w:val="004755DD"/>
    <w:rsid w:val="00485870"/>
    <w:rsid w:val="00485F9F"/>
    <w:rsid w:val="004946FC"/>
    <w:rsid w:val="004B05A5"/>
    <w:rsid w:val="004C375C"/>
    <w:rsid w:val="004C38F0"/>
    <w:rsid w:val="004C3E8A"/>
    <w:rsid w:val="004D4F29"/>
    <w:rsid w:val="004D776C"/>
    <w:rsid w:val="004D7B5D"/>
    <w:rsid w:val="004E6CCB"/>
    <w:rsid w:val="004F33C7"/>
    <w:rsid w:val="004F3425"/>
    <w:rsid w:val="004F7565"/>
    <w:rsid w:val="005118F1"/>
    <w:rsid w:val="00512787"/>
    <w:rsid w:val="0051701D"/>
    <w:rsid w:val="005229AF"/>
    <w:rsid w:val="005260F2"/>
    <w:rsid w:val="005357C1"/>
    <w:rsid w:val="00535E90"/>
    <w:rsid w:val="005400EA"/>
    <w:rsid w:val="0055056C"/>
    <w:rsid w:val="00550FF5"/>
    <w:rsid w:val="00554C52"/>
    <w:rsid w:val="005550B2"/>
    <w:rsid w:val="0056514E"/>
    <w:rsid w:val="00566784"/>
    <w:rsid w:val="005671F0"/>
    <w:rsid w:val="00575D7D"/>
    <w:rsid w:val="0058491D"/>
    <w:rsid w:val="00584F04"/>
    <w:rsid w:val="005A2096"/>
    <w:rsid w:val="005A25C5"/>
    <w:rsid w:val="005A5AC9"/>
    <w:rsid w:val="005A60C0"/>
    <w:rsid w:val="005B360E"/>
    <w:rsid w:val="005B3B94"/>
    <w:rsid w:val="005B685B"/>
    <w:rsid w:val="005B6D13"/>
    <w:rsid w:val="005C0057"/>
    <w:rsid w:val="005C21D3"/>
    <w:rsid w:val="005C3D17"/>
    <w:rsid w:val="005C69B9"/>
    <w:rsid w:val="005C6C95"/>
    <w:rsid w:val="005D0AFC"/>
    <w:rsid w:val="005D175C"/>
    <w:rsid w:val="005D1A65"/>
    <w:rsid w:val="005D2048"/>
    <w:rsid w:val="005D232F"/>
    <w:rsid w:val="005D4DE9"/>
    <w:rsid w:val="005D5D8B"/>
    <w:rsid w:val="005D6D9A"/>
    <w:rsid w:val="005D70C9"/>
    <w:rsid w:val="005F44A0"/>
    <w:rsid w:val="005F6E30"/>
    <w:rsid w:val="00600DB5"/>
    <w:rsid w:val="00605204"/>
    <w:rsid w:val="00611DDD"/>
    <w:rsid w:val="0062491E"/>
    <w:rsid w:val="00631637"/>
    <w:rsid w:val="00632E8B"/>
    <w:rsid w:val="0064731F"/>
    <w:rsid w:val="00651D8F"/>
    <w:rsid w:val="00656D38"/>
    <w:rsid w:val="00657B17"/>
    <w:rsid w:val="00660063"/>
    <w:rsid w:val="006609F6"/>
    <w:rsid w:val="006638CB"/>
    <w:rsid w:val="00663A69"/>
    <w:rsid w:val="00664456"/>
    <w:rsid w:val="00664550"/>
    <w:rsid w:val="00676AB5"/>
    <w:rsid w:val="0068047C"/>
    <w:rsid w:val="00680584"/>
    <w:rsid w:val="00680FA8"/>
    <w:rsid w:val="0068114B"/>
    <w:rsid w:val="00682C7F"/>
    <w:rsid w:val="006835CF"/>
    <w:rsid w:val="00683E21"/>
    <w:rsid w:val="006845CE"/>
    <w:rsid w:val="00686ECF"/>
    <w:rsid w:val="006920CD"/>
    <w:rsid w:val="006A5DCE"/>
    <w:rsid w:val="006A6B2A"/>
    <w:rsid w:val="006B32BF"/>
    <w:rsid w:val="006B7910"/>
    <w:rsid w:val="006D0C80"/>
    <w:rsid w:val="006D4893"/>
    <w:rsid w:val="006D71FA"/>
    <w:rsid w:val="006E09FE"/>
    <w:rsid w:val="006E2255"/>
    <w:rsid w:val="006E61E3"/>
    <w:rsid w:val="006F3565"/>
    <w:rsid w:val="006F7E97"/>
    <w:rsid w:val="00702608"/>
    <w:rsid w:val="00710222"/>
    <w:rsid w:val="00711C40"/>
    <w:rsid w:val="00720E68"/>
    <w:rsid w:val="00722721"/>
    <w:rsid w:val="00727F8F"/>
    <w:rsid w:val="00727FDC"/>
    <w:rsid w:val="00733828"/>
    <w:rsid w:val="00733A49"/>
    <w:rsid w:val="00733FC9"/>
    <w:rsid w:val="00740C3B"/>
    <w:rsid w:val="00742BBD"/>
    <w:rsid w:val="00744CB7"/>
    <w:rsid w:val="00744F8E"/>
    <w:rsid w:val="007455C0"/>
    <w:rsid w:val="00747AF7"/>
    <w:rsid w:val="007514DF"/>
    <w:rsid w:val="007544CD"/>
    <w:rsid w:val="007649BD"/>
    <w:rsid w:val="00772286"/>
    <w:rsid w:val="00773B14"/>
    <w:rsid w:val="00774929"/>
    <w:rsid w:val="00775741"/>
    <w:rsid w:val="007762F9"/>
    <w:rsid w:val="0078291A"/>
    <w:rsid w:val="00786CE8"/>
    <w:rsid w:val="00787E96"/>
    <w:rsid w:val="00793C4F"/>
    <w:rsid w:val="007A1500"/>
    <w:rsid w:val="007A2051"/>
    <w:rsid w:val="007A2DAD"/>
    <w:rsid w:val="007A539D"/>
    <w:rsid w:val="007B3DDB"/>
    <w:rsid w:val="007C46A0"/>
    <w:rsid w:val="007C653B"/>
    <w:rsid w:val="007D1329"/>
    <w:rsid w:val="007D323C"/>
    <w:rsid w:val="007E36B9"/>
    <w:rsid w:val="007E59A3"/>
    <w:rsid w:val="007F1616"/>
    <w:rsid w:val="007F1862"/>
    <w:rsid w:val="007F21A6"/>
    <w:rsid w:val="007F4CB5"/>
    <w:rsid w:val="00800578"/>
    <w:rsid w:val="0080080D"/>
    <w:rsid w:val="008017F6"/>
    <w:rsid w:val="00807CE0"/>
    <w:rsid w:val="00813B7C"/>
    <w:rsid w:val="00815255"/>
    <w:rsid w:val="008206E5"/>
    <w:rsid w:val="008207D6"/>
    <w:rsid w:val="00820873"/>
    <w:rsid w:val="00820A20"/>
    <w:rsid w:val="008227AB"/>
    <w:rsid w:val="008308F3"/>
    <w:rsid w:val="008376FB"/>
    <w:rsid w:val="00837DEA"/>
    <w:rsid w:val="00842A62"/>
    <w:rsid w:val="008456A0"/>
    <w:rsid w:val="00846043"/>
    <w:rsid w:val="00846F3E"/>
    <w:rsid w:val="00846F6F"/>
    <w:rsid w:val="00865739"/>
    <w:rsid w:val="00875CC9"/>
    <w:rsid w:val="008763BA"/>
    <w:rsid w:val="00876756"/>
    <w:rsid w:val="00880518"/>
    <w:rsid w:val="00880632"/>
    <w:rsid w:val="008815EC"/>
    <w:rsid w:val="008837F9"/>
    <w:rsid w:val="00885760"/>
    <w:rsid w:val="008909B2"/>
    <w:rsid w:val="00897A67"/>
    <w:rsid w:val="008A44D5"/>
    <w:rsid w:val="008A65E8"/>
    <w:rsid w:val="008A6F0F"/>
    <w:rsid w:val="008B20E8"/>
    <w:rsid w:val="008B5F42"/>
    <w:rsid w:val="008C0446"/>
    <w:rsid w:val="008C3018"/>
    <w:rsid w:val="008C5FF7"/>
    <w:rsid w:val="008C62E7"/>
    <w:rsid w:val="008D093A"/>
    <w:rsid w:val="008D1DF7"/>
    <w:rsid w:val="008D558A"/>
    <w:rsid w:val="008D5905"/>
    <w:rsid w:val="008E1814"/>
    <w:rsid w:val="008E46B1"/>
    <w:rsid w:val="008E537D"/>
    <w:rsid w:val="008F0C59"/>
    <w:rsid w:val="008F0E34"/>
    <w:rsid w:val="008F0FBA"/>
    <w:rsid w:val="008F5036"/>
    <w:rsid w:val="008F5396"/>
    <w:rsid w:val="008F72AB"/>
    <w:rsid w:val="009115C9"/>
    <w:rsid w:val="00913999"/>
    <w:rsid w:val="00921130"/>
    <w:rsid w:val="00923B25"/>
    <w:rsid w:val="00932DF6"/>
    <w:rsid w:val="0093371D"/>
    <w:rsid w:val="00934286"/>
    <w:rsid w:val="00936EC5"/>
    <w:rsid w:val="00942652"/>
    <w:rsid w:val="00951D98"/>
    <w:rsid w:val="0096243E"/>
    <w:rsid w:val="00964216"/>
    <w:rsid w:val="00965211"/>
    <w:rsid w:val="00965A30"/>
    <w:rsid w:val="00971ED9"/>
    <w:rsid w:val="0097339E"/>
    <w:rsid w:val="00973DB4"/>
    <w:rsid w:val="00977DC3"/>
    <w:rsid w:val="00984D10"/>
    <w:rsid w:val="00987771"/>
    <w:rsid w:val="0099217F"/>
    <w:rsid w:val="009A3037"/>
    <w:rsid w:val="009A42E8"/>
    <w:rsid w:val="009A4B8B"/>
    <w:rsid w:val="009A5C78"/>
    <w:rsid w:val="009B7E57"/>
    <w:rsid w:val="009C06CC"/>
    <w:rsid w:val="009C1E89"/>
    <w:rsid w:val="009C745B"/>
    <w:rsid w:val="009D23CC"/>
    <w:rsid w:val="009D3C48"/>
    <w:rsid w:val="009F6A2C"/>
    <w:rsid w:val="00A04504"/>
    <w:rsid w:val="00A06972"/>
    <w:rsid w:val="00A07323"/>
    <w:rsid w:val="00A10C60"/>
    <w:rsid w:val="00A10D31"/>
    <w:rsid w:val="00A16754"/>
    <w:rsid w:val="00A2017D"/>
    <w:rsid w:val="00A23AB3"/>
    <w:rsid w:val="00A24F96"/>
    <w:rsid w:val="00A331DB"/>
    <w:rsid w:val="00A368F3"/>
    <w:rsid w:val="00A403F0"/>
    <w:rsid w:val="00A44B3B"/>
    <w:rsid w:val="00A4793D"/>
    <w:rsid w:val="00A47A4F"/>
    <w:rsid w:val="00A50DC6"/>
    <w:rsid w:val="00A56E07"/>
    <w:rsid w:val="00A5725D"/>
    <w:rsid w:val="00A717E3"/>
    <w:rsid w:val="00A737DD"/>
    <w:rsid w:val="00A73E2F"/>
    <w:rsid w:val="00A77999"/>
    <w:rsid w:val="00A8187D"/>
    <w:rsid w:val="00A84A4D"/>
    <w:rsid w:val="00A86357"/>
    <w:rsid w:val="00A8736C"/>
    <w:rsid w:val="00A91BBE"/>
    <w:rsid w:val="00A94BBB"/>
    <w:rsid w:val="00AA0326"/>
    <w:rsid w:val="00AB2B28"/>
    <w:rsid w:val="00AB440E"/>
    <w:rsid w:val="00AB4732"/>
    <w:rsid w:val="00AB6C39"/>
    <w:rsid w:val="00AC118C"/>
    <w:rsid w:val="00AC4B8B"/>
    <w:rsid w:val="00AD42F4"/>
    <w:rsid w:val="00AD4894"/>
    <w:rsid w:val="00AD4A5C"/>
    <w:rsid w:val="00AD729C"/>
    <w:rsid w:val="00AD75CD"/>
    <w:rsid w:val="00AE0F70"/>
    <w:rsid w:val="00AE3DAC"/>
    <w:rsid w:val="00AE526D"/>
    <w:rsid w:val="00AE5A68"/>
    <w:rsid w:val="00AF0152"/>
    <w:rsid w:val="00AF0424"/>
    <w:rsid w:val="00B0215B"/>
    <w:rsid w:val="00B05104"/>
    <w:rsid w:val="00B07BF9"/>
    <w:rsid w:val="00B17E06"/>
    <w:rsid w:val="00B20689"/>
    <w:rsid w:val="00B3679B"/>
    <w:rsid w:val="00B368BA"/>
    <w:rsid w:val="00B44F0B"/>
    <w:rsid w:val="00B46E9E"/>
    <w:rsid w:val="00B47A3A"/>
    <w:rsid w:val="00B7068B"/>
    <w:rsid w:val="00B76FB9"/>
    <w:rsid w:val="00B8103A"/>
    <w:rsid w:val="00B81685"/>
    <w:rsid w:val="00B83BE8"/>
    <w:rsid w:val="00B903A8"/>
    <w:rsid w:val="00B90C9A"/>
    <w:rsid w:val="00B92E01"/>
    <w:rsid w:val="00B95001"/>
    <w:rsid w:val="00B9723B"/>
    <w:rsid w:val="00BB1BA7"/>
    <w:rsid w:val="00BC0F71"/>
    <w:rsid w:val="00BC3BAF"/>
    <w:rsid w:val="00BD147D"/>
    <w:rsid w:val="00BD7ED8"/>
    <w:rsid w:val="00BE1A0C"/>
    <w:rsid w:val="00BE3FAC"/>
    <w:rsid w:val="00BE71F7"/>
    <w:rsid w:val="00BF14C9"/>
    <w:rsid w:val="00C207DD"/>
    <w:rsid w:val="00C309E8"/>
    <w:rsid w:val="00C3218A"/>
    <w:rsid w:val="00C371D5"/>
    <w:rsid w:val="00C40EA5"/>
    <w:rsid w:val="00C46B82"/>
    <w:rsid w:val="00C47A54"/>
    <w:rsid w:val="00C5106E"/>
    <w:rsid w:val="00C54293"/>
    <w:rsid w:val="00C639F6"/>
    <w:rsid w:val="00C64FF1"/>
    <w:rsid w:val="00C65915"/>
    <w:rsid w:val="00C778E2"/>
    <w:rsid w:val="00C77D8B"/>
    <w:rsid w:val="00C8256F"/>
    <w:rsid w:val="00C929F6"/>
    <w:rsid w:val="00CB1706"/>
    <w:rsid w:val="00CB62A3"/>
    <w:rsid w:val="00CB74C5"/>
    <w:rsid w:val="00CB7822"/>
    <w:rsid w:val="00CC3E95"/>
    <w:rsid w:val="00CC3EB7"/>
    <w:rsid w:val="00CC582A"/>
    <w:rsid w:val="00CD1028"/>
    <w:rsid w:val="00CD21B0"/>
    <w:rsid w:val="00CE0083"/>
    <w:rsid w:val="00CE18CC"/>
    <w:rsid w:val="00CE2722"/>
    <w:rsid w:val="00CE4B66"/>
    <w:rsid w:val="00CE5882"/>
    <w:rsid w:val="00CE6DA5"/>
    <w:rsid w:val="00CE7ABF"/>
    <w:rsid w:val="00CF1FD2"/>
    <w:rsid w:val="00D0068D"/>
    <w:rsid w:val="00D009B6"/>
    <w:rsid w:val="00D102D2"/>
    <w:rsid w:val="00D10BDB"/>
    <w:rsid w:val="00D12CAF"/>
    <w:rsid w:val="00D14699"/>
    <w:rsid w:val="00D15B68"/>
    <w:rsid w:val="00D22C7C"/>
    <w:rsid w:val="00D27E88"/>
    <w:rsid w:val="00D31E22"/>
    <w:rsid w:val="00D4031A"/>
    <w:rsid w:val="00D525C8"/>
    <w:rsid w:val="00D53A6D"/>
    <w:rsid w:val="00D53ABC"/>
    <w:rsid w:val="00D604A7"/>
    <w:rsid w:val="00D663F0"/>
    <w:rsid w:val="00D66513"/>
    <w:rsid w:val="00D700A5"/>
    <w:rsid w:val="00D73CEE"/>
    <w:rsid w:val="00D74118"/>
    <w:rsid w:val="00D768FE"/>
    <w:rsid w:val="00D81273"/>
    <w:rsid w:val="00D85E56"/>
    <w:rsid w:val="00D86922"/>
    <w:rsid w:val="00D9166F"/>
    <w:rsid w:val="00D9512F"/>
    <w:rsid w:val="00D96B95"/>
    <w:rsid w:val="00DA013A"/>
    <w:rsid w:val="00DA042C"/>
    <w:rsid w:val="00DA0732"/>
    <w:rsid w:val="00DA2306"/>
    <w:rsid w:val="00DA4A15"/>
    <w:rsid w:val="00DA671A"/>
    <w:rsid w:val="00DA6ED0"/>
    <w:rsid w:val="00DB3B72"/>
    <w:rsid w:val="00DC6A16"/>
    <w:rsid w:val="00DC7B70"/>
    <w:rsid w:val="00DD020D"/>
    <w:rsid w:val="00DD086B"/>
    <w:rsid w:val="00DD1423"/>
    <w:rsid w:val="00DD506B"/>
    <w:rsid w:val="00DE0F1F"/>
    <w:rsid w:val="00DE797A"/>
    <w:rsid w:val="00DE7CD9"/>
    <w:rsid w:val="00DE7D85"/>
    <w:rsid w:val="00DE7FA7"/>
    <w:rsid w:val="00DF0080"/>
    <w:rsid w:val="00DF320D"/>
    <w:rsid w:val="00E013AE"/>
    <w:rsid w:val="00E01BDF"/>
    <w:rsid w:val="00E046EF"/>
    <w:rsid w:val="00E0613B"/>
    <w:rsid w:val="00E124B9"/>
    <w:rsid w:val="00E269E9"/>
    <w:rsid w:val="00E31EA1"/>
    <w:rsid w:val="00E37BB0"/>
    <w:rsid w:val="00E407EE"/>
    <w:rsid w:val="00E442D6"/>
    <w:rsid w:val="00E517A8"/>
    <w:rsid w:val="00E83E15"/>
    <w:rsid w:val="00E8472D"/>
    <w:rsid w:val="00E84B3F"/>
    <w:rsid w:val="00E93208"/>
    <w:rsid w:val="00E94C88"/>
    <w:rsid w:val="00EA0C21"/>
    <w:rsid w:val="00EA7CB7"/>
    <w:rsid w:val="00EB2210"/>
    <w:rsid w:val="00EC5E80"/>
    <w:rsid w:val="00EC7B8A"/>
    <w:rsid w:val="00ED4405"/>
    <w:rsid w:val="00EE3057"/>
    <w:rsid w:val="00EE5492"/>
    <w:rsid w:val="00EF0DCB"/>
    <w:rsid w:val="00EF5653"/>
    <w:rsid w:val="00F1124D"/>
    <w:rsid w:val="00F12312"/>
    <w:rsid w:val="00F1306F"/>
    <w:rsid w:val="00F175E4"/>
    <w:rsid w:val="00F2032A"/>
    <w:rsid w:val="00F23AB3"/>
    <w:rsid w:val="00F23C83"/>
    <w:rsid w:val="00F31A4E"/>
    <w:rsid w:val="00F31D37"/>
    <w:rsid w:val="00F31E7B"/>
    <w:rsid w:val="00F329A4"/>
    <w:rsid w:val="00F35D9B"/>
    <w:rsid w:val="00F40768"/>
    <w:rsid w:val="00F424F1"/>
    <w:rsid w:val="00F429EF"/>
    <w:rsid w:val="00F50D99"/>
    <w:rsid w:val="00F60B10"/>
    <w:rsid w:val="00F62E6E"/>
    <w:rsid w:val="00F65586"/>
    <w:rsid w:val="00F70E52"/>
    <w:rsid w:val="00F75100"/>
    <w:rsid w:val="00F831A9"/>
    <w:rsid w:val="00F96B3C"/>
    <w:rsid w:val="00F97F1B"/>
    <w:rsid w:val="00FA18F9"/>
    <w:rsid w:val="00FA563B"/>
    <w:rsid w:val="00FA7807"/>
    <w:rsid w:val="00FB0D1C"/>
    <w:rsid w:val="00FB2541"/>
    <w:rsid w:val="00FD1DD0"/>
    <w:rsid w:val="00FD4789"/>
    <w:rsid w:val="00FF1153"/>
    <w:rsid w:val="00FF225A"/>
    <w:rsid w:val="00FF25F3"/>
    <w:rsid w:val="00FF2682"/>
    <w:rsid w:val="00FF4A26"/>
    <w:rsid w:val="00FF5702"/>
    <w:rsid w:val="00FF5CA6"/>
    <w:rsid w:val="00F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o:colormru v:ext="edit" colors="#006eb4,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AT" w:eastAsia="de-AT" w:bidi="de-AT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napToGrid w:val="0"/>
      <w:szCs w:val="20"/>
    </w:rPr>
  </w:style>
  <w:style w:type="paragraph" w:customStyle="1" w:styleId="A-Flatter">
    <w:name w:val="A-Flatter"/>
    <w:basedOn w:val="Standard"/>
    <w:rsid w:val="00683E21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paragraph" w:styleId="Sprechblasentext">
    <w:name w:val="Balloon Text"/>
    <w:basedOn w:val="Standard"/>
    <w:link w:val="SprechblasentextZchn"/>
    <w:rsid w:val="007A15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7A1500"/>
    <w:rPr>
      <w:rFonts w:ascii="Tahoma" w:hAnsi="Tahoma" w:cs="Tahoma"/>
      <w:sz w:val="16"/>
      <w:szCs w:val="16"/>
      <w:lang w:val="de-AT" w:eastAsia="de-AT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HTMLVorformatiertZchn">
    <w:name w:val="HTML Vorformatiert Zchn"/>
    <w:link w:val="HTMLVorformatiert"/>
    <w:rsid w:val="005C3D17"/>
    <w:rPr>
      <w:rFonts w:ascii="Courier New" w:hAnsi="Courier New" w:cs="Courier New"/>
      <w:snapToGrid w:val="0"/>
      <w:lang w:val="de-AT" w:eastAsia="de-AT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de-AT" w:eastAsia="de-AT" w:bidi="de-AT"/>
    </w:rPr>
  </w:style>
  <w:style w:type="numbering" w:customStyle="1" w:styleId="NumberedList">
    <w:name w:val="Numbered List"/>
    <w:basedOn w:val="KeineListe"/>
    <w:rsid w:val="00A23AB3"/>
    <w:pPr>
      <w:numPr>
        <w:numId w:val="26"/>
      </w:numPr>
    </w:pPr>
  </w:style>
  <w:style w:type="numbering" w:customStyle="1" w:styleId="List1">
    <w:name w:val="List1"/>
    <w:basedOn w:val="KeineListe"/>
    <w:rsid w:val="00837DEA"/>
    <w:pPr>
      <w:numPr>
        <w:numId w:val="7"/>
      </w:numPr>
    </w:pPr>
  </w:style>
  <w:style w:type="paragraph" w:styleId="Listenabsatz">
    <w:name w:val="List Paragraph"/>
    <w:basedOn w:val="Standard"/>
    <w:uiPriority w:val="34"/>
    <w:qFormat/>
    <w:rsid w:val="00DA2306"/>
    <w:pPr>
      <w:ind w:left="720"/>
      <w:contextualSpacing/>
    </w:pPr>
  </w:style>
  <w:style w:type="character" w:styleId="Kommentarzeichen">
    <w:name w:val="annotation reference"/>
    <w:basedOn w:val="Absatz-Standardschriftart"/>
    <w:rsid w:val="004E6CC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E6CC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E6CCB"/>
    <w:rPr>
      <w:rFonts w:ascii="Arial" w:hAnsi="Arial"/>
      <w:lang w:val="de-AT" w:eastAsia="de-AT"/>
    </w:rPr>
  </w:style>
  <w:style w:type="paragraph" w:styleId="Kommentarthema">
    <w:name w:val="annotation subject"/>
    <w:basedOn w:val="Kommentartext"/>
    <w:next w:val="Kommentartext"/>
    <w:link w:val="KommentarthemaZchn"/>
    <w:rsid w:val="004E6C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4E6CCB"/>
    <w:rPr>
      <w:rFonts w:ascii="Arial" w:hAnsi="Arial"/>
      <w:b/>
      <w:bCs/>
      <w:lang w:val="de-AT" w:eastAsia="de-AT"/>
    </w:rPr>
  </w:style>
  <w:style w:type="paragraph" w:styleId="berarbeitung">
    <w:name w:val="Revision"/>
    <w:hidden/>
    <w:uiPriority w:val="99"/>
    <w:semiHidden/>
    <w:rsid w:val="004E6CCB"/>
    <w:rPr>
      <w:rFonts w:ascii="Arial" w:hAnsi="Arial"/>
      <w:szCs w:val="24"/>
    </w:rPr>
  </w:style>
  <w:style w:type="paragraph" w:customStyle="1" w:styleId="GB5">
    <w:name w:val="GB 5"/>
    <w:basedOn w:val="Standard"/>
    <w:link w:val="GB5Char"/>
    <w:rsid w:val="000C527C"/>
    <w:pPr>
      <w:spacing w:line="360" w:lineRule="auto"/>
      <w:jc w:val="both"/>
    </w:pPr>
    <w:rPr>
      <w:rFonts w:eastAsia="Times New Roman" w:cs="Arial"/>
      <w:sz w:val="24"/>
    </w:rPr>
  </w:style>
  <w:style w:type="character" w:customStyle="1" w:styleId="GB5Char">
    <w:name w:val="GB 5 Char"/>
    <w:link w:val="GB5"/>
    <w:rsid w:val="000C527C"/>
    <w:rPr>
      <w:rFonts w:ascii="Arial" w:eastAsia="Times New Roman" w:hAnsi="Arial" w:cs="Arial"/>
      <w:sz w:val="24"/>
      <w:szCs w:val="24"/>
      <w:lang w:val="de-AT" w:eastAsia="de-AT"/>
    </w:rPr>
  </w:style>
  <w:style w:type="character" w:styleId="BesuchterHyperlink">
    <w:name w:val="FollowedHyperlink"/>
    <w:uiPriority w:val="99"/>
    <w:unhideWhenUsed/>
    <w:rsid w:val="008815EC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AT" w:eastAsia="de-AT" w:bidi="de-AT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napToGrid w:val="0"/>
      <w:szCs w:val="20"/>
    </w:rPr>
  </w:style>
  <w:style w:type="paragraph" w:customStyle="1" w:styleId="A-Flatter">
    <w:name w:val="A-Flatter"/>
    <w:basedOn w:val="Standard"/>
    <w:rsid w:val="00683E21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paragraph" w:styleId="Sprechblasentext">
    <w:name w:val="Balloon Text"/>
    <w:basedOn w:val="Standard"/>
    <w:link w:val="SprechblasentextZchn"/>
    <w:rsid w:val="007A15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7A1500"/>
    <w:rPr>
      <w:rFonts w:ascii="Tahoma" w:hAnsi="Tahoma" w:cs="Tahoma"/>
      <w:sz w:val="16"/>
      <w:szCs w:val="16"/>
      <w:lang w:val="de-AT" w:eastAsia="de-AT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HTMLVorformatiertZchn">
    <w:name w:val="HTML Vorformatiert Zchn"/>
    <w:link w:val="HTMLVorformatiert"/>
    <w:rsid w:val="005C3D17"/>
    <w:rPr>
      <w:rFonts w:ascii="Courier New" w:hAnsi="Courier New" w:cs="Courier New"/>
      <w:snapToGrid w:val="0"/>
      <w:lang w:val="de-AT" w:eastAsia="de-AT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de-AT" w:eastAsia="de-AT" w:bidi="de-AT"/>
    </w:rPr>
  </w:style>
  <w:style w:type="numbering" w:customStyle="1" w:styleId="NumberedList">
    <w:name w:val="Numbered List"/>
    <w:basedOn w:val="KeineListe"/>
    <w:rsid w:val="00A23AB3"/>
    <w:pPr>
      <w:numPr>
        <w:numId w:val="26"/>
      </w:numPr>
    </w:pPr>
  </w:style>
  <w:style w:type="numbering" w:customStyle="1" w:styleId="List1">
    <w:name w:val="List1"/>
    <w:basedOn w:val="KeineListe"/>
    <w:rsid w:val="00837DEA"/>
    <w:pPr>
      <w:numPr>
        <w:numId w:val="7"/>
      </w:numPr>
    </w:pPr>
  </w:style>
  <w:style w:type="paragraph" w:styleId="Listenabsatz">
    <w:name w:val="List Paragraph"/>
    <w:basedOn w:val="Standard"/>
    <w:uiPriority w:val="34"/>
    <w:qFormat/>
    <w:rsid w:val="00DA2306"/>
    <w:pPr>
      <w:ind w:left="720"/>
      <w:contextualSpacing/>
    </w:pPr>
  </w:style>
  <w:style w:type="character" w:styleId="Kommentarzeichen">
    <w:name w:val="annotation reference"/>
    <w:basedOn w:val="Absatz-Standardschriftart"/>
    <w:rsid w:val="004E6CC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E6CC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E6CCB"/>
    <w:rPr>
      <w:rFonts w:ascii="Arial" w:hAnsi="Arial"/>
      <w:lang w:val="de-AT" w:eastAsia="de-AT"/>
    </w:rPr>
  </w:style>
  <w:style w:type="paragraph" w:styleId="Kommentarthema">
    <w:name w:val="annotation subject"/>
    <w:basedOn w:val="Kommentartext"/>
    <w:next w:val="Kommentartext"/>
    <w:link w:val="KommentarthemaZchn"/>
    <w:rsid w:val="004E6C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4E6CCB"/>
    <w:rPr>
      <w:rFonts w:ascii="Arial" w:hAnsi="Arial"/>
      <w:b/>
      <w:bCs/>
      <w:lang w:val="de-AT" w:eastAsia="de-AT"/>
    </w:rPr>
  </w:style>
  <w:style w:type="paragraph" w:styleId="berarbeitung">
    <w:name w:val="Revision"/>
    <w:hidden/>
    <w:uiPriority w:val="99"/>
    <w:semiHidden/>
    <w:rsid w:val="004E6CCB"/>
    <w:rPr>
      <w:rFonts w:ascii="Arial" w:hAnsi="Arial"/>
      <w:szCs w:val="24"/>
    </w:rPr>
  </w:style>
  <w:style w:type="paragraph" w:customStyle="1" w:styleId="GB5">
    <w:name w:val="GB 5"/>
    <w:basedOn w:val="Standard"/>
    <w:link w:val="GB5Char"/>
    <w:rsid w:val="000C527C"/>
    <w:pPr>
      <w:spacing w:line="360" w:lineRule="auto"/>
      <w:jc w:val="both"/>
    </w:pPr>
    <w:rPr>
      <w:rFonts w:eastAsia="Times New Roman" w:cs="Arial"/>
      <w:sz w:val="24"/>
    </w:rPr>
  </w:style>
  <w:style w:type="character" w:customStyle="1" w:styleId="GB5Char">
    <w:name w:val="GB 5 Char"/>
    <w:link w:val="GB5"/>
    <w:rsid w:val="000C527C"/>
    <w:rPr>
      <w:rFonts w:ascii="Arial" w:eastAsia="Times New Roman" w:hAnsi="Arial" w:cs="Arial"/>
      <w:sz w:val="24"/>
      <w:szCs w:val="24"/>
      <w:lang w:val="de-AT" w:eastAsia="de-AT"/>
    </w:rPr>
  </w:style>
  <w:style w:type="character" w:styleId="BesuchterHyperlink">
    <w:name w:val="FollowedHyperlink"/>
    <w:uiPriority w:val="99"/>
    <w:unhideWhenUsed/>
    <w:rsid w:val="008815E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3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9" w:color="D5D7D3"/>
            <w:right w:val="none" w:sz="0" w:space="0" w:color="auto"/>
          </w:divBdr>
          <w:divsChild>
            <w:div w:id="250624407">
              <w:marLeft w:val="5550"/>
              <w:marRight w:val="13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2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9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05323">
                  <w:marLeft w:val="270"/>
                  <w:marRight w:val="270"/>
                  <w:marTop w:val="45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D1D1D1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6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5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870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3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35332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19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andritz.com/news-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oli06\Desktop\Presseaussend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4E22E-BD80-4140-A16A-0935CA088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</Template>
  <TotalTime>0</TotalTime>
  <Pages>2</Pages>
  <Words>209</Words>
  <Characters>1779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Company Name</vt:lpstr>
      <vt:lpstr>Company Name</vt:lpstr>
    </vt:vector>
  </TitlesOfParts>
  <Company>Andritz AG</Company>
  <LinksUpToDate>false</LinksUpToDate>
  <CharactersWithSpaces>1985</CharactersWithSpaces>
  <SharedDoc>false</SharedDoc>
  <HLinks>
    <vt:vector size="6" baseType="variant">
      <vt:variant>
        <vt:i4>2752563</vt:i4>
      </vt:variant>
      <vt:variant>
        <vt:i4>0</vt:i4>
      </vt:variant>
      <vt:variant>
        <vt:i4>0</vt:i4>
      </vt:variant>
      <vt:variant>
        <vt:i4>5</vt:i4>
      </vt:variant>
      <vt:variant>
        <vt:lpwstr>http://www.andritz.com/news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grzoli06</dc:creator>
  <cp:lastModifiedBy>Wolf Petra</cp:lastModifiedBy>
  <cp:revision>6</cp:revision>
  <cp:lastPrinted>2015-11-04T10:25:00Z</cp:lastPrinted>
  <dcterms:created xsi:type="dcterms:W3CDTF">2015-11-09T09:56:00Z</dcterms:created>
  <dcterms:modified xsi:type="dcterms:W3CDTF">2015-11-09T10:08:00Z</dcterms:modified>
</cp:coreProperties>
</file>