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0F718F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 w:rsidRPr="000F718F">
        <w:rPr>
          <w:rFonts w:cs="Arial"/>
          <w:szCs w:val="40"/>
        </w:rPr>
        <w:t>Press</w:t>
      </w:r>
      <w:r w:rsidR="00FD6C00" w:rsidRPr="000F718F">
        <w:rPr>
          <w:rFonts w:cs="Arial"/>
          <w:szCs w:val="40"/>
        </w:rPr>
        <w:t>e-Information</w:t>
      </w:r>
    </w:p>
    <w:p w:rsidR="00FD6C00" w:rsidRPr="000F718F" w:rsidRDefault="00FD6C00" w:rsidP="006C15D7">
      <w:pPr>
        <w:spacing w:after="0" w:line="320" w:lineRule="exact"/>
        <w:rPr>
          <w:rFonts w:asciiTheme="minorHAnsi" w:hAnsiTheme="minorHAnsi"/>
        </w:rPr>
      </w:pPr>
    </w:p>
    <w:p w:rsidR="00B46E7D" w:rsidRPr="000F718F" w:rsidRDefault="00B46E7D" w:rsidP="006C15D7">
      <w:pPr>
        <w:spacing w:after="0" w:line="320" w:lineRule="exact"/>
        <w:rPr>
          <w:rFonts w:asciiTheme="minorHAnsi" w:hAnsiTheme="minorHAnsi"/>
        </w:rPr>
      </w:pPr>
    </w:p>
    <w:p w:rsidR="006C3CE4" w:rsidRPr="000F718F" w:rsidRDefault="00D501B3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ANDRITZ </w:t>
      </w:r>
      <w:proofErr w:type="spellStart"/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MeWa</w:t>
      </w:r>
      <w:proofErr w:type="spellEnd"/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 liefert neue </w:t>
      </w:r>
      <w:proofErr w:type="spellStart"/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Granulatoren</w:t>
      </w:r>
      <w:proofErr w:type="spellEnd"/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 an </w:t>
      </w:r>
      <w:r w:rsidR="00705257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br/>
      </w:r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Nothnagel Wertstoffverarbeitung, Deutschland </w:t>
      </w:r>
    </w:p>
    <w:p w:rsidR="0088165A" w:rsidRPr="000F718F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D501B3" w:rsidRPr="00D501B3" w:rsidRDefault="0088165A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Graz, </w:t>
      </w:r>
      <w:r w:rsidR="0078326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15</w:t>
      </w:r>
      <w:bookmarkStart w:id="7" w:name="_GoBack"/>
      <w:bookmarkEnd w:id="7"/>
      <w:r w:rsidR="00D501B3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. Juni</w:t>
      </w:r>
      <w:r w:rsidR="0033392F"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 </w:t>
      </w:r>
      <w:r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201</w:t>
      </w:r>
      <w:r w:rsidR="00504A98"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6</w:t>
      </w:r>
      <w:r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.  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ANDRITZ MeWa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, Teil des internationalen Technologiekonzerns ANDRITZ,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erhielt von der Nothnagel Wertstoffverarbeitung GmbH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mit Sitz in Hartenstein, Deutschland, 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den Auftrag über die Lief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e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rung von drei Universal </w:t>
      </w:r>
      <w:proofErr w:type="spellStart"/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Granulatoren</w:t>
      </w:r>
      <w:proofErr w:type="spellEnd"/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UG 1600 S. Die Maschinen werden für die Nachzerkleinerung von Verbundstoffen eingesetzt und lösen die bis dahin eingesetzte Zerkleinerungstechnik ab.</w:t>
      </w:r>
    </w:p>
    <w:p w:rsidR="00D501B3" w:rsidRPr="00D501B3" w:rsidRDefault="00D501B3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D501B3" w:rsidRPr="00D501B3" w:rsidRDefault="00D501B3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Der 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behandelte 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Abfallstoff besteht zu einem großen Anteil aus Stahldrähten und anderen Eisenbestandte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i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len, die eine stabile und zuverlässige Zerkleinerungstechnik verlangen. Der Universal </w:t>
      </w:r>
      <w:proofErr w:type="spellStart"/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Granulator</w:t>
      </w:r>
      <w:proofErr w:type="spellEnd"/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UG bere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i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tet das Material in optimaler Weise auf. Das Aufgabegut wird von den Rotormessern erfasst und in Wechselwirkung mit den feststehenden </w:t>
      </w:r>
      <w:proofErr w:type="spellStart"/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Statormessern</w:t>
      </w:r>
      <w:proofErr w:type="spellEnd"/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zerkleinert. Durch den Einsatz eines austauschbaren Siebes unterhalb des Rotors mit va</w:t>
      </w:r>
      <w:r w:rsidR="0043761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riierbaren Sieblochdurchmessern, </w:t>
      </w:r>
      <w:r w:rsidR="005D0FFA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können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der D</w:t>
      </w:r>
      <w:r w:rsidR="000E5F1D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urchsatz 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und 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damit 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das Zerkleinerungsergebnis </w:t>
      </w:r>
      <w:r w:rsidR="000E5F1D" w:rsidRPr="0043761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beliebig bestimmt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werden. Zudem ist die neue Generation der ANDRITZ </w:t>
      </w:r>
      <w:proofErr w:type="spellStart"/>
      <w:r w:rsidR="000E5F1D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MeWa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-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Granulatoren</w:t>
      </w:r>
      <w:proofErr w:type="spellEnd"/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standardmäßig mit einer speziell gesteuerten Pendelnachdrückeinrichtung ausgestattet, die für mehr Durchsatz sorgt.</w:t>
      </w:r>
    </w:p>
    <w:p w:rsidR="00D501B3" w:rsidRPr="00D501B3" w:rsidRDefault="00D501B3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D501B3" w:rsidRPr="00D501B3" w:rsidRDefault="00D501B3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Nothnagel setzt seit vielen Jahren auf Recyclinglösungen von ANDRITZ MeWa. Bereits im Jahr 1998 konnte die erste Maschine an das Unternehmen im Erzgebirge verkauft werden. </w:t>
      </w:r>
    </w:p>
    <w:p w:rsidR="00D501B3" w:rsidRPr="00D501B3" w:rsidRDefault="00D501B3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D501B3" w:rsidRDefault="00D501B3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Neben der großen Zufriedenheit des Kunden mit den bestehenden Technologien, dem hohen Innovation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s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potential von ANDRITZ MeWa und einer sehr guten Kundenbetreuung überzeugten vor allem die techn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i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schen Vorteile der neuen Maschinen-Generation: Mit den weiterentwickelten </w:t>
      </w:r>
      <w:proofErr w:type="spellStart"/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Granulatoren</w:t>
      </w:r>
      <w:proofErr w:type="spellEnd"/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von ANDRITZ </w:t>
      </w:r>
      <w:r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verspricht sich Nothnagel eine Durchsatzsteigerung von ca. 15%.</w:t>
      </w:r>
    </w:p>
    <w:p w:rsidR="00824414" w:rsidRDefault="00824414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</w:p>
    <w:p w:rsidR="0088165A" w:rsidRPr="000F718F" w:rsidRDefault="0088165A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  <w:lang w:val="de-AT" w:eastAsia="de-DE"/>
        </w:rPr>
      </w:pPr>
      <w:r w:rsidRPr="00F71949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– Ende –</w:t>
      </w:r>
    </w:p>
    <w:p w:rsidR="0088165A" w:rsidRPr="000F718F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705257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 wp14:anchorId="1683205A" wp14:editId="3F7CD7AA">
            <wp:simplePos x="0" y="0"/>
            <wp:positionH relativeFrom="column">
              <wp:posOffset>-635</wp:posOffset>
            </wp:positionH>
            <wp:positionV relativeFrom="paragraph">
              <wp:posOffset>116205</wp:posOffset>
            </wp:positionV>
            <wp:extent cx="1936115" cy="2622550"/>
            <wp:effectExtent l="0" t="0" r="6985" b="6350"/>
            <wp:wrapThrough wrapText="bothSides">
              <wp:wrapPolygon edited="0">
                <wp:start x="0" y="0"/>
                <wp:lineTo x="0" y="21495"/>
                <wp:lineTo x="21465" y="21495"/>
                <wp:lineTo x="21465" y="0"/>
                <wp:lineTo x="0" y="0"/>
              </wp:wrapPolygon>
            </wp:wrapThrough>
            <wp:docPr id="3" name="Grafik 3" descr="IMG_3652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3652_whit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17"/>
                    <a:stretch/>
                  </pic:blipFill>
                  <pic:spPr bwMode="auto">
                    <a:xfrm>
                      <a:off x="0" y="0"/>
                      <a:ext cx="1936115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705257" w:rsidRDefault="00705257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705257" w:rsidRDefault="00705257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 w:rsidRPr="00A40331">
        <w:rPr>
          <w:rFonts w:ascii="Arial" w:hAnsi="Arial" w:cs="Arial"/>
          <w:color w:val="0070C0"/>
          <w:sz w:val="18"/>
          <w:lang w:val="de-AT"/>
        </w:rPr>
        <w:t>◄</w:t>
      </w:r>
      <w:r>
        <w:rPr>
          <w:rFonts w:ascii="Arial" w:hAnsi="Arial" w:cs="Arial"/>
          <w:sz w:val="18"/>
          <w:lang w:val="de-AT"/>
        </w:rPr>
        <w:t xml:space="preserve"> </w:t>
      </w:r>
      <w:r w:rsidRPr="00D501B3">
        <w:rPr>
          <w:rFonts w:ascii="Arial" w:hAnsi="Arial" w:cs="Arial"/>
          <w:sz w:val="18"/>
          <w:lang w:val="de-AT"/>
        </w:rPr>
        <w:t xml:space="preserve">Universal </w:t>
      </w:r>
      <w:proofErr w:type="spellStart"/>
      <w:r w:rsidRPr="00D501B3">
        <w:rPr>
          <w:rFonts w:ascii="Arial" w:hAnsi="Arial" w:cs="Arial"/>
          <w:sz w:val="18"/>
          <w:lang w:val="de-AT"/>
        </w:rPr>
        <w:t>Granulator</w:t>
      </w:r>
      <w:proofErr w:type="spellEnd"/>
      <w:r w:rsidRPr="00D501B3">
        <w:rPr>
          <w:rFonts w:ascii="Arial" w:hAnsi="Arial" w:cs="Arial"/>
          <w:sz w:val="18"/>
          <w:lang w:val="de-AT"/>
        </w:rPr>
        <w:t xml:space="preserve"> UG 1600 S</w:t>
      </w: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 w:rsidRPr="00D501B3"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Download Presse-Information und Foto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Presse-Information und Foto stehen unter www.andritz.com/news-de zum Download zur Verfügung. Honorarfreie Verö</w:t>
      </w: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f</w:t>
      </w: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fentlichung des Fotos unter der Quellenangabe „Foto: ANDRITZ“.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 w:rsidRPr="00D501B3"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Bei Rückfragen kontaktieren Sie bitte: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proofErr w:type="spellStart"/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Dr.</w:t>
      </w:r>
      <w:proofErr w:type="spellEnd"/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 xml:space="preserve"> Michael Buchbauer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Head of Corporate Communications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michael.buchbauer@andritz.com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www.andritz.com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en-GB" w:eastAsia="de-DE"/>
        </w:rPr>
      </w:pP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 w:rsidRPr="00D501B3"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Die ANDRITZ-GRUPPE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 xml:space="preserve">ANDRITZ ist einer der weltweit führenden Lieferanten von Anlagen, Ausrüstungen und Serviceleistungen für </w:t>
      </w:r>
    </w:p>
    <w:p w:rsid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Wasserkraftwerke, die Zellstoff- und Papierindustrie, die metallverarbeitende Industrie und Stahlindustrie sowie die kommunale und industrielle Fest-Flüssig-Trennung. Der Hauptsitz des börsennotierten Technologiekonzerns, der wel</w:t>
      </w: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t</w:t>
      </w: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weit rund 24.200 Mitarbeiter beschäftigt, befindet sich in Graz, Österreich. ANDRITZ betreibt mehr als 250 Standorte weltweit.</w:t>
      </w:r>
    </w:p>
    <w:p w:rsidR="00D501B3" w:rsidRPr="00D501B3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eastAsia="de-DE"/>
        </w:rPr>
      </w:pPr>
    </w:p>
    <w:p w:rsidR="00D501B3" w:rsidRPr="003B51CE" w:rsidRDefault="00D501B3" w:rsidP="00D501B3">
      <w:pPr>
        <w:spacing w:after="240" w:line="225" w:lineRule="atLeast"/>
        <w:jc w:val="left"/>
        <w:rPr>
          <w:rFonts w:ascii="Helvetica" w:hAnsi="Helvetica" w:cs="Helvetica"/>
          <w:sz w:val="18"/>
          <w:szCs w:val="18"/>
          <w:lang w:val="de-AT" w:eastAsia="de-AT"/>
        </w:rPr>
      </w:pPr>
      <w:r w:rsidRPr="003B51CE">
        <w:rPr>
          <w:rFonts w:ascii="Helvetica" w:hAnsi="Helvetica" w:cs="Helvetica"/>
          <w:b/>
          <w:bCs/>
          <w:sz w:val="18"/>
          <w:szCs w:val="18"/>
          <w:lang w:val="de-AT" w:eastAsia="de-AT"/>
        </w:rPr>
        <w:t>ANDRITZ MeWa</w:t>
      </w:r>
      <w:r w:rsidRPr="003B51CE">
        <w:rPr>
          <w:rFonts w:ascii="Helvetica" w:hAnsi="Helvetica" w:cs="Helvetica"/>
          <w:sz w:val="18"/>
          <w:szCs w:val="18"/>
          <w:lang w:val="de-AT" w:eastAsia="de-AT"/>
        </w:rPr>
        <w:br/>
        <w:t>ANDRITZ MeWa ist Teil der ANDRITZ-GRUPPE und entwickelt und baut seit über 30 Jahren Zerkleinerungsm</w:t>
      </w:r>
      <w:r w:rsidRPr="003B51CE">
        <w:rPr>
          <w:rFonts w:ascii="Helvetica" w:hAnsi="Helvetica" w:cs="Helvetica"/>
          <w:sz w:val="18"/>
          <w:szCs w:val="18"/>
          <w:lang w:val="de-AT" w:eastAsia="de-AT"/>
        </w:rPr>
        <w:t>a</w:t>
      </w:r>
      <w:r w:rsidRPr="003B51CE">
        <w:rPr>
          <w:rFonts w:ascii="Helvetica" w:hAnsi="Helvetica" w:cs="Helvetica"/>
          <w:sz w:val="18"/>
          <w:szCs w:val="18"/>
          <w:lang w:val="de-AT" w:eastAsia="de-AT"/>
        </w:rPr>
        <w:t>schinen und schlüsselfertige Recyclinganlagen für verschiedenste Einsatzzwecke. Schwerpunkte sind die Aufb</w:t>
      </w:r>
      <w:r w:rsidRPr="003B51CE">
        <w:rPr>
          <w:rFonts w:ascii="Helvetica" w:hAnsi="Helvetica" w:cs="Helvetica"/>
          <w:sz w:val="18"/>
          <w:szCs w:val="18"/>
          <w:lang w:val="de-AT" w:eastAsia="de-AT"/>
        </w:rPr>
        <w:t>e</w:t>
      </w:r>
      <w:r w:rsidRPr="003B51CE">
        <w:rPr>
          <w:rFonts w:ascii="Helvetica" w:hAnsi="Helvetica" w:cs="Helvetica"/>
          <w:sz w:val="18"/>
          <w:szCs w:val="18"/>
          <w:lang w:val="de-AT" w:eastAsia="de-AT"/>
        </w:rPr>
        <w:t xml:space="preserve">reitung von Elektro- und Elektronikschrott, Kühlgeräten, Metallverbunden, Haus- und Gewerbeabfällen, Altreifen, Ölfiltern sowie organischen Abfällen für Biogasanlagen. Hauptsitz des Unternehmens ist </w:t>
      </w:r>
      <w:proofErr w:type="spellStart"/>
      <w:r w:rsidRPr="003B51CE">
        <w:rPr>
          <w:rFonts w:ascii="Helvetica" w:hAnsi="Helvetica" w:cs="Helvetica"/>
          <w:sz w:val="18"/>
          <w:szCs w:val="18"/>
          <w:lang w:val="de-AT" w:eastAsia="de-AT"/>
        </w:rPr>
        <w:t>Gechingen</w:t>
      </w:r>
      <w:proofErr w:type="spellEnd"/>
      <w:r w:rsidRPr="003B51CE">
        <w:rPr>
          <w:rFonts w:ascii="Helvetica" w:hAnsi="Helvetica" w:cs="Helvetica"/>
          <w:sz w:val="18"/>
          <w:szCs w:val="18"/>
          <w:lang w:val="de-AT" w:eastAsia="de-AT"/>
        </w:rPr>
        <w:t xml:space="preserve">, Deutschland. </w:t>
      </w: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bookmarkEnd w:id="6"/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sectPr w:rsidR="00D74D00" w:rsidRPr="000F718F" w:rsidSect="00E75752">
      <w:headerReference w:type="default" r:id="rId10"/>
      <w:headerReference w:type="first" r:id="rId11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E05" w:rsidRPr="0088201D" w:rsidRDefault="005C3E05" w:rsidP="006A7019">
      <w:r>
        <w:separator/>
      </w:r>
    </w:p>
  </w:endnote>
  <w:endnote w:type="continuationSeparator" w:id="0">
    <w:p w:rsidR="005C3E05" w:rsidRPr="0088201D" w:rsidRDefault="005C3E05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E05" w:rsidRPr="0088201D" w:rsidRDefault="005C3E05" w:rsidP="006A7019">
      <w:r>
        <w:separator/>
      </w:r>
    </w:p>
  </w:footnote>
  <w:footnote w:type="continuationSeparator" w:id="0">
    <w:p w:rsidR="005C3E05" w:rsidRPr="0088201D" w:rsidRDefault="005C3E05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E32781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  <w:szCs w:val="14"/>
      </w:rPr>
      <w:t>Seite</w:t>
    </w:r>
    <w:r w:rsidRPr="008A6F0F">
      <w:rPr>
        <w:color w:val="000000"/>
        <w:sz w:val="14"/>
        <w:szCs w:val="14"/>
      </w:rPr>
      <w:t xml:space="preserve">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78326F">
      <w:rPr>
        <w:noProof/>
        <w:color w:val="000000"/>
      </w:rPr>
      <w:t>2</w:t>
    </w:r>
    <w:r w:rsidRPr="008A6F0F">
      <w:rPr>
        <w:color w:val="000000"/>
      </w:rPr>
      <w:fldChar w:fldCharType="end"/>
    </w:r>
    <w:r w:rsidRPr="008A6F0F">
      <w:rPr>
        <w:color w:val="000000"/>
      </w:rPr>
      <w:t xml:space="preserve"> (</w:t>
    </w:r>
    <w:r>
      <w:rPr>
        <w:color w:val="000000"/>
      </w:rPr>
      <w:t>von</w:t>
    </w:r>
    <w:r w:rsidRPr="008A6F0F">
      <w:rPr>
        <w:color w:val="000000"/>
      </w:rPr>
      <w:t xml:space="preserve">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78326F">
      <w:rPr>
        <w:noProof/>
        <w:color w:val="000000"/>
      </w:rPr>
      <w:t>2</w:t>
    </w:r>
    <w:r w:rsidRPr="008A6F0F">
      <w:rPr>
        <w:color w:val="000000"/>
      </w:rPr>
      <w:fldChar w:fldCharType="end"/>
    </w:r>
    <w:r w:rsidRPr="008A6F0F">
      <w:rPr>
        <w:color w:val="000000"/>
      </w:rPr>
      <w:t>)</w:t>
    </w:r>
  </w:p>
  <w:p w:rsidR="00E32781" w:rsidRPr="001F6C7A" w:rsidRDefault="00E32781" w:rsidP="000E35ED"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2F873A17" wp14:editId="71CC5DAB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Header"/>
      <w:tabs>
        <w:tab w:val="clear" w:pos="7371"/>
        <w:tab w:val="left" w:pos="9900"/>
      </w:tabs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2DA0F282" wp14:editId="1284394D">
              <wp:simplePos x="0" y="0"/>
              <wp:positionH relativeFrom="page">
                <wp:posOffset>575945</wp:posOffset>
              </wp:positionH>
              <wp:positionV relativeFrom="page">
                <wp:posOffset>2160270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70.1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OnyEELgAAAACgEAAA8AAABkcnMvZG93bnJldi54bWxMj8tOwzAQRfdI/IM1SGwQtUlDaEOcCipA&#10;YklbJJZOPDgRfgTbbc3f465gOTNHd85tVslockAfRmc53MwYELS9k6NVHHbb5+sFkBCFlUI7ixx+&#10;MMCqPT9rRC3d0b7hYRMVySE21ILDEONUUxr6AY0IMzehzbdP542IefSKSi+OOdxoWjBWUSNGmz8M&#10;YsL1gP3XZm84dC9P6rX7Tulxufbqg5bvWF1pzi8v0sM9kIgp/sFw0s/q0Ganzu2tDERzWLK7THKY&#10;l6wAcgKKMm86DrfzRQW0bej/Cu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Ony&#10;EEL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 w:rsidR="00E32781">
      <w:rPr>
        <w:noProof/>
        <w:lang w:val="de-AT" w:eastAsia="de-AT"/>
      </w:rPr>
      <w:drawing>
        <wp:anchor distT="0" distB="0" distL="114300" distR="114300" simplePos="0" relativeHeight="251660288" behindDoc="0" locked="0" layoutInCell="1" allowOverlap="1" wp14:anchorId="7596EACE" wp14:editId="39BAC4A4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78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6235FF"/>
    <w:multiLevelType w:val="multilevel"/>
    <w:tmpl w:val="290893FA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19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F5EAC"/>
    <w:multiLevelType w:val="singleLevel"/>
    <w:tmpl w:val="36409F28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1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3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5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1">
    <w:nsid w:val="7F0F2ACC"/>
    <w:multiLevelType w:val="singleLevel"/>
    <w:tmpl w:val="C288500E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3"/>
  </w:num>
  <w:num w:numId="13">
    <w:abstractNumId w:val="25"/>
  </w:num>
  <w:num w:numId="14">
    <w:abstractNumId w:val="25"/>
  </w:num>
  <w:num w:numId="15">
    <w:abstractNumId w:val="11"/>
  </w:num>
  <w:num w:numId="16">
    <w:abstractNumId w:val="15"/>
  </w:num>
  <w:num w:numId="17">
    <w:abstractNumId w:val="12"/>
  </w:num>
  <w:num w:numId="18">
    <w:abstractNumId w:val="25"/>
  </w:num>
  <w:num w:numId="19">
    <w:abstractNumId w:val="11"/>
  </w:num>
  <w:num w:numId="20">
    <w:abstractNumId w:val="15"/>
  </w:num>
  <w:num w:numId="21">
    <w:abstractNumId w:val="12"/>
  </w:num>
  <w:num w:numId="22">
    <w:abstractNumId w:val="25"/>
  </w:num>
  <w:num w:numId="23">
    <w:abstractNumId w:val="11"/>
  </w:num>
  <w:num w:numId="24">
    <w:abstractNumId w:val="15"/>
  </w:num>
  <w:num w:numId="25">
    <w:abstractNumId w:val="12"/>
  </w:num>
  <w:num w:numId="26">
    <w:abstractNumId w:val="30"/>
  </w:num>
  <w:num w:numId="27">
    <w:abstractNumId w:val="30"/>
  </w:num>
  <w:num w:numId="28">
    <w:abstractNumId w:val="11"/>
  </w:num>
  <w:num w:numId="29">
    <w:abstractNumId w:val="15"/>
  </w:num>
  <w:num w:numId="30">
    <w:abstractNumId w:val="12"/>
  </w:num>
  <w:num w:numId="31">
    <w:abstractNumId w:val="20"/>
  </w:num>
  <w:num w:numId="32">
    <w:abstractNumId w:val="30"/>
  </w:num>
  <w:num w:numId="33">
    <w:abstractNumId w:val="11"/>
  </w:num>
  <w:num w:numId="34">
    <w:abstractNumId w:val="15"/>
  </w:num>
  <w:num w:numId="35">
    <w:abstractNumId w:val="12"/>
  </w:num>
  <w:num w:numId="36">
    <w:abstractNumId w:val="18"/>
  </w:num>
  <w:num w:numId="37">
    <w:abstractNumId w:val="29"/>
  </w:num>
  <w:num w:numId="38">
    <w:abstractNumId w:val="28"/>
  </w:num>
  <w:num w:numId="39">
    <w:abstractNumId w:val="26"/>
  </w:num>
  <w:num w:numId="40">
    <w:abstractNumId w:val="31"/>
  </w:num>
  <w:num w:numId="41">
    <w:abstractNumId w:val="14"/>
  </w:num>
  <w:num w:numId="42">
    <w:abstractNumId w:val="27"/>
  </w:num>
  <w:num w:numId="43">
    <w:abstractNumId w:val="17"/>
  </w:num>
  <w:num w:numId="44">
    <w:abstractNumId w:val="10"/>
  </w:num>
  <w:num w:numId="45">
    <w:abstractNumId w:val="19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1" w:val="&lt;excelinfo&gt;_x000d__x000a_&lt;file&gt;J:\report2016q1\Fire.Sys\Datenbasis\A_Master-Datenbasis.xlsm&lt;/file&gt;_x000d__x000a_&lt;sheet&gt;KennzahlenTab_AQ&lt;/sheet&gt;_x000d__x000a_&lt;bereichstyp&gt;1&lt;/bereichstyp&gt;_x000d__x000a_&lt;bereichsname&gt;KennzahlenTab_AQ!PI_AQ&lt;/bereichsname&gt;_x000d__x000a_&lt;adresse&gt;$B$246:$J$268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015&lt;/create&gt;_x000d__x000a_&lt;author&gt;Wolf Petra&lt;/author&gt;_x000d__x000a_&lt;page&gt;3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GJ&lt;/bereichsname&gt;_x000d__x000a_&lt;adresse&gt;$B$471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7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0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GJ&lt;/bereichsname&gt;_x000d__x000a_&lt;adresse&gt;$I$487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0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GJ&lt;/bereichsname&gt;_x000d__x000a_&lt;adresse&gt;$B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8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VJ&lt;/bereichsname&gt;_x000d__x000a_&lt;adresse&gt;$L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2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GJ&lt;/bereichsname&gt;_x000d__x000a_&lt;adresse&gt;$L$46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80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85_x0009_5865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15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oV_GJ&lt;/bereichsname&gt;_x000d__x000a_&lt;adresse&gt;$O$484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75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6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VJ&lt;/bereichsname&gt;_x000d__x000a_&lt;adresse&gt;$B$473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65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relD_GJ_oV&lt;/bereichsname&gt;_x000d__x000a_&lt;adresse&gt;$B$472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0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42485_x0009_5829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2&lt;/create&gt;_x000d__x000a_&lt;author&gt;Wolf Petra&lt;/author&gt;_x000d__x000a_&lt;page&gt;1&lt;/page&gt;_x000d__x000a_&lt;block&gt;&lt;/block&gt;_x000d__x000a_&lt;status&gt;42485_x0009_5829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VJ&lt;/bereichsname&gt;_x000d__x000a_&lt;adresse&gt;$I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7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5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GJ&lt;/bereichsname&gt;_x000d__x000a_&lt;adresse&gt;$I$471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13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6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YEVJ&lt;/bereichsname&gt;_x000d__x000a_&lt;adresse&gt;$O$477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25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7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VJ&lt;/bereichsname&gt;_x000d__x000a_&lt;adresse&gt;$I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2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8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GJ&lt;/bereichsname&gt;_x000d__x000a_&lt;adresse&gt;$L$465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9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VJ&lt;/bereichsname&gt;_x000d__x000a_&lt;adresse&gt;$L$470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796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&lt;LayoutSets active=&quot;0&quot; viewtype=&quot;0&quot;  viewmode=&quot;0&quot;&gt; _x000d__x000a_&lt;LayoutSet id=&quot;0&quot; default=&quot;Gesamtansicht&quot; name=&quot;Gesamtansicht&quot; /&gt;_x000d__x000a_&lt;LayoutSet id=&quot;1&quot; default=&quot;Variante 1&quot; name=&quot;Variante 1&quot; /&gt;_x000d__x000a_&lt;LayoutSet id=&quot;2&quot; default=&quot;Variante 2&quot; name=&quot;Variante 2&quot; /&gt;_x000d__x000a_&lt;LayoutSet id=&quot;3&quot; default=&quot;Variante 3&quot; name=&quot;Variante 3&quot; /&gt;_x000d__x000a_&lt;LayoutSet id=&quot;4&quot; default=&quot;Variante 4&quot; name=&quot;Variante 4&quot; /&gt;_x000d__x000a_&lt;/LayoutSets&gt;_x000d__x000a_&lt;/Settings&gt;"/>
    <w:docVar w:name="dvPorterStateObjectId" w:val="000000001_063117115_26808"/>
    <w:docVar w:name="FIREswitch" w:val="1"/>
    <w:docVar w:name="fireTransConfiguration" w:val="&lt;?xml version=&quot;1.0&quot;?&gt;_x000d__x000a_&lt;firetrans useSynopsis=&quot;-1&quot; lastlang=&quot;l1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6D5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2B4E"/>
    <w:rsid w:val="0003305D"/>
    <w:rsid w:val="000330A4"/>
    <w:rsid w:val="000331D3"/>
    <w:rsid w:val="00034AD1"/>
    <w:rsid w:val="00035783"/>
    <w:rsid w:val="00036221"/>
    <w:rsid w:val="0003637D"/>
    <w:rsid w:val="000363BF"/>
    <w:rsid w:val="00036748"/>
    <w:rsid w:val="0003696D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D0A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76A"/>
    <w:rsid w:val="000731A3"/>
    <w:rsid w:val="00073E1F"/>
    <w:rsid w:val="00074351"/>
    <w:rsid w:val="000744F9"/>
    <w:rsid w:val="00074FA3"/>
    <w:rsid w:val="00075713"/>
    <w:rsid w:val="00075BAE"/>
    <w:rsid w:val="000763C1"/>
    <w:rsid w:val="000802A1"/>
    <w:rsid w:val="00080B0D"/>
    <w:rsid w:val="00081512"/>
    <w:rsid w:val="00081CE8"/>
    <w:rsid w:val="00082C65"/>
    <w:rsid w:val="000839E6"/>
    <w:rsid w:val="0008533E"/>
    <w:rsid w:val="0008559F"/>
    <w:rsid w:val="00085835"/>
    <w:rsid w:val="00085A6D"/>
    <w:rsid w:val="000863FA"/>
    <w:rsid w:val="00086546"/>
    <w:rsid w:val="00087F9B"/>
    <w:rsid w:val="000909B1"/>
    <w:rsid w:val="0009292F"/>
    <w:rsid w:val="000931B8"/>
    <w:rsid w:val="000950AD"/>
    <w:rsid w:val="00095474"/>
    <w:rsid w:val="000958B1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2ADB"/>
    <w:rsid w:val="000C42B2"/>
    <w:rsid w:val="000C463F"/>
    <w:rsid w:val="000C4A94"/>
    <w:rsid w:val="000C5324"/>
    <w:rsid w:val="000C5B42"/>
    <w:rsid w:val="000C5DC7"/>
    <w:rsid w:val="000C6229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5F1D"/>
    <w:rsid w:val="000E6052"/>
    <w:rsid w:val="000E6210"/>
    <w:rsid w:val="000E62F1"/>
    <w:rsid w:val="000E6611"/>
    <w:rsid w:val="000E7497"/>
    <w:rsid w:val="000F0359"/>
    <w:rsid w:val="000F2DB4"/>
    <w:rsid w:val="000F42BB"/>
    <w:rsid w:val="000F47F1"/>
    <w:rsid w:val="000F5682"/>
    <w:rsid w:val="000F6AE6"/>
    <w:rsid w:val="000F718F"/>
    <w:rsid w:val="000F7825"/>
    <w:rsid w:val="00103CFF"/>
    <w:rsid w:val="0010433A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F1A"/>
    <w:rsid w:val="0016492D"/>
    <w:rsid w:val="00165731"/>
    <w:rsid w:val="00166266"/>
    <w:rsid w:val="0017100F"/>
    <w:rsid w:val="001710B2"/>
    <w:rsid w:val="0017193E"/>
    <w:rsid w:val="001721E4"/>
    <w:rsid w:val="00173734"/>
    <w:rsid w:val="001741A8"/>
    <w:rsid w:val="001745C4"/>
    <w:rsid w:val="0017473C"/>
    <w:rsid w:val="00175F93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371D"/>
    <w:rsid w:val="001A3BF2"/>
    <w:rsid w:val="001A4E87"/>
    <w:rsid w:val="001A4EA9"/>
    <w:rsid w:val="001A54FC"/>
    <w:rsid w:val="001A5CDC"/>
    <w:rsid w:val="001A6AF9"/>
    <w:rsid w:val="001A7BF2"/>
    <w:rsid w:val="001B062F"/>
    <w:rsid w:val="001B099B"/>
    <w:rsid w:val="001B11BA"/>
    <w:rsid w:val="001B182C"/>
    <w:rsid w:val="001B2204"/>
    <w:rsid w:val="001B37CE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4E31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05849"/>
    <w:rsid w:val="002125D7"/>
    <w:rsid w:val="002131AE"/>
    <w:rsid w:val="00214295"/>
    <w:rsid w:val="00215E44"/>
    <w:rsid w:val="002162CE"/>
    <w:rsid w:val="00220548"/>
    <w:rsid w:val="00221463"/>
    <w:rsid w:val="00221F87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932"/>
    <w:rsid w:val="00253D6D"/>
    <w:rsid w:val="002540FA"/>
    <w:rsid w:val="002544FD"/>
    <w:rsid w:val="00254625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15C"/>
    <w:rsid w:val="002627A0"/>
    <w:rsid w:val="0026321A"/>
    <w:rsid w:val="00264C9F"/>
    <w:rsid w:val="00264FBD"/>
    <w:rsid w:val="00265825"/>
    <w:rsid w:val="0026587F"/>
    <w:rsid w:val="00267299"/>
    <w:rsid w:val="00270A8E"/>
    <w:rsid w:val="002718FE"/>
    <w:rsid w:val="002719EF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2B2"/>
    <w:rsid w:val="00283BFC"/>
    <w:rsid w:val="00285060"/>
    <w:rsid w:val="0028609F"/>
    <w:rsid w:val="002905C1"/>
    <w:rsid w:val="00290660"/>
    <w:rsid w:val="0029159F"/>
    <w:rsid w:val="002941F7"/>
    <w:rsid w:val="002955DB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2D"/>
    <w:rsid w:val="002A6840"/>
    <w:rsid w:val="002A6988"/>
    <w:rsid w:val="002A774A"/>
    <w:rsid w:val="002A77F9"/>
    <w:rsid w:val="002A7E45"/>
    <w:rsid w:val="002B0F31"/>
    <w:rsid w:val="002B413B"/>
    <w:rsid w:val="002B4D66"/>
    <w:rsid w:val="002B5734"/>
    <w:rsid w:val="002B669E"/>
    <w:rsid w:val="002B68D2"/>
    <w:rsid w:val="002B6F28"/>
    <w:rsid w:val="002B7E46"/>
    <w:rsid w:val="002C02CF"/>
    <w:rsid w:val="002C03D3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31CD"/>
    <w:rsid w:val="002D4184"/>
    <w:rsid w:val="002D43FA"/>
    <w:rsid w:val="002D4F47"/>
    <w:rsid w:val="002D54B9"/>
    <w:rsid w:val="002D55BC"/>
    <w:rsid w:val="002D5F6C"/>
    <w:rsid w:val="002D7203"/>
    <w:rsid w:val="002E0CB3"/>
    <w:rsid w:val="002E12D0"/>
    <w:rsid w:val="002E12FC"/>
    <w:rsid w:val="002E39DD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40AD"/>
    <w:rsid w:val="002F45A5"/>
    <w:rsid w:val="002F5FB2"/>
    <w:rsid w:val="002F7359"/>
    <w:rsid w:val="00300897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16EF5"/>
    <w:rsid w:val="00320E88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6A39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528"/>
    <w:rsid w:val="00373B62"/>
    <w:rsid w:val="00373F76"/>
    <w:rsid w:val="00374201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4A6A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B7EEB"/>
    <w:rsid w:val="003C191F"/>
    <w:rsid w:val="003C266C"/>
    <w:rsid w:val="003C339F"/>
    <w:rsid w:val="003C5FC3"/>
    <w:rsid w:val="003C6A0B"/>
    <w:rsid w:val="003D1296"/>
    <w:rsid w:val="003D17A1"/>
    <w:rsid w:val="003D1D1C"/>
    <w:rsid w:val="003D486A"/>
    <w:rsid w:val="003D49F2"/>
    <w:rsid w:val="003D517E"/>
    <w:rsid w:val="003D53FB"/>
    <w:rsid w:val="003D6132"/>
    <w:rsid w:val="003D6F69"/>
    <w:rsid w:val="003D787E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1FE"/>
    <w:rsid w:val="00400CC5"/>
    <w:rsid w:val="004013D8"/>
    <w:rsid w:val="00401B45"/>
    <w:rsid w:val="00401B7A"/>
    <w:rsid w:val="004023F9"/>
    <w:rsid w:val="00403F96"/>
    <w:rsid w:val="004041BF"/>
    <w:rsid w:val="00404623"/>
    <w:rsid w:val="00405439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7084"/>
    <w:rsid w:val="00420056"/>
    <w:rsid w:val="004217D5"/>
    <w:rsid w:val="00426FF4"/>
    <w:rsid w:val="00432717"/>
    <w:rsid w:val="00432DF8"/>
    <w:rsid w:val="004334C9"/>
    <w:rsid w:val="00434998"/>
    <w:rsid w:val="00436896"/>
    <w:rsid w:val="00437610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2B8"/>
    <w:rsid w:val="004775E8"/>
    <w:rsid w:val="00477803"/>
    <w:rsid w:val="00477815"/>
    <w:rsid w:val="00477AE6"/>
    <w:rsid w:val="00482BF8"/>
    <w:rsid w:val="00482C36"/>
    <w:rsid w:val="00482E04"/>
    <w:rsid w:val="004841CB"/>
    <w:rsid w:val="00484D9F"/>
    <w:rsid w:val="004852A8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28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7F3"/>
    <w:rsid w:val="004B7C37"/>
    <w:rsid w:val="004C1179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193"/>
    <w:rsid w:val="004D1549"/>
    <w:rsid w:val="004D18F5"/>
    <w:rsid w:val="004D2D14"/>
    <w:rsid w:val="004D3991"/>
    <w:rsid w:val="004D62BF"/>
    <w:rsid w:val="004D6EE0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C7B"/>
    <w:rsid w:val="004E7E00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3C92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98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3499"/>
    <w:rsid w:val="005243E1"/>
    <w:rsid w:val="00525771"/>
    <w:rsid w:val="005258F9"/>
    <w:rsid w:val="005259D9"/>
    <w:rsid w:val="00525A49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602E4"/>
    <w:rsid w:val="0056050C"/>
    <w:rsid w:val="005636E1"/>
    <w:rsid w:val="0056413D"/>
    <w:rsid w:val="0056554E"/>
    <w:rsid w:val="00565991"/>
    <w:rsid w:val="00565BF7"/>
    <w:rsid w:val="00565D7C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5014"/>
    <w:rsid w:val="005B5089"/>
    <w:rsid w:val="005B6224"/>
    <w:rsid w:val="005B7523"/>
    <w:rsid w:val="005C2202"/>
    <w:rsid w:val="005C2C25"/>
    <w:rsid w:val="005C3E05"/>
    <w:rsid w:val="005C5A2F"/>
    <w:rsid w:val="005C6083"/>
    <w:rsid w:val="005C67F3"/>
    <w:rsid w:val="005C6AD2"/>
    <w:rsid w:val="005D0FFA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30"/>
    <w:rsid w:val="005E5D71"/>
    <w:rsid w:val="005E661E"/>
    <w:rsid w:val="005E67E4"/>
    <w:rsid w:val="005E7CD6"/>
    <w:rsid w:val="005E7D53"/>
    <w:rsid w:val="005F0700"/>
    <w:rsid w:val="005F0778"/>
    <w:rsid w:val="005F08E7"/>
    <w:rsid w:val="005F0CA6"/>
    <w:rsid w:val="005F144A"/>
    <w:rsid w:val="005F168B"/>
    <w:rsid w:val="005F21FA"/>
    <w:rsid w:val="005F286C"/>
    <w:rsid w:val="005F2CAE"/>
    <w:rsid w:val="005F3201"/>
    <w:rsid w:val="005F33E3"/>
    <w:rsid w:val="005F36FB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288"/>
    <w:rsid w:val="006057CC"/>
    <w:rsid w:val="00605AB1"/>
    <w:rsid w:val="00605FA7"/>
    <w:rsid w:val="00606BE3"/>
    <w:rsid w:val="00606E89"/>
    <w:rsid w:val="0060709D"/>
    <w:rsid w:val="00607B47"/>
    <w:rsid w:val="006105B3"/>
    <w:rsid w:val="00610CC4"/>
    <w:rsid w:val="00610D55"/>
    <w:rsid w:val="0061165A"/>
    <w:rsid w:val="00611732"/>
    <w:rsid w:val="00611F3C"/>
    <w:rsid w:val="006128B4"/>
    <w:rsid w:val="0061402C"/>
    <w:rsid w:val="0061438A"/>
    <w:rsid w:val="00614A4A"/>
    <w:rsid w:val="00614E37"/>
    <w:rsid w:val="006156E1"/>
    <w:rsid w:val="0061791F"/>
    <w:rsid w:val="00617A31"/>
    <w:rsid w:val="006202B4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65D6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503D2"/>
    <w:rsid w:val="006522BD"/>
    <w:rsid w:val="006524D9"/>
    <w:rsid w:val="0065332E"/>
    <w:rsid w:val="006539AE"/>
    <w:rsid w:val="00654936"/>
    <w:rsid w:val="006556F3"/>
    <w:rsid w:val="006566DB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252"/>
    <w:rsid w:val="00673AA3"/>
    <w:rsid w:val="00674097"/>
    <w:rsid w:val="006746BE"/>
    <w:rsid w:val="00675B80"/>
    <w:rsid w:val="0067680C"/>
    <w:rsid w:val="00676871"/>
    <w:rsid w:val="00680624"/>
    <w:rsid w:val="00681A41"/>
    <w:rsid w:val="006821C8"/>
    <w:rsid w:val="00682282"/>
    <w:rsid w:val="00682AEC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1E7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D95"/>
    <w:rsid w:val="006C3CE4"/>
    <w:rsid w:val="006C5710"/>
    <w:rsid w:val="006C5F7E"/>
    <w:rsid w:val="006C68D3"/>
    <w:rsid w:val="006C6E8C"/>
    <w:rsid w:val="006C7ADD"/>
    <w:rsid w:val="006D0E95"/>
    <w:rsid w:val="006D135A"/>
    <w:rsid w:val="006D202C"/>
    <w:rsid w:val="006D2B61"/>
    <w:rsid w:val="006D3C7D"/>
    <w:rsid w:val="006D448C"/>
    <w:rsid w:val="006D4B83"/>
    <w:rsid w:val="006D7F1F"/>
    <w:rsid w:val="006E00A0"/>
    <w:rsid w:val="006E099F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4E4"/>
    <w:rsid w:val="006F69B5"/>
    <w:rsid w:val="006F6B59"/>
    <w:rsid w:val="006F76BA"/>
    <w:rsid w:val="006F7DDC"/>
    <w:rsid w:val="0070055A"/>
    <w:rsid w:val="00700A3D"/>
    <w:rsid w:val="00702BE1"/>
    <w:rsid w:val="00704034"/>
    <w:rsid w:val="00704894"/>
    <w:rsid w:val="00705257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0AC5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7A0C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6313"/>
    <w:rsid w:val="007473BD"/>
    <w:rsid w:val="007477C1"/>
    <w:rsid w:val="00747FEA"/>
    <w:rsid w:val="007502BC"/>
    <w:rsid w:val="0075097D"/>
    <w:rsid w:val="00751651"/>
    <w:rsid w:val="00752D55"/>
    <w:rsid w:val="00752EAF"/>
    <w:rsid w:val="00753923"/>
    <w:rsid w:val="00753D5C"/>
    <w:rsid w:val="00754BEF"/>
    <w:rsid w:val="00757BCD"/>
    <w:rsid w:val="0076133F"/>
    <w:rsid w:val="00762143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663C5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26F"/>
    <w:rsid w:val="007836B4"/>
    <w:rsid w:val="00783BA9"/>
    <w:rsid w:val="00783D77"/>
    <w:rsid w:val="0078434A"/>
    <w:rsid w:val="00785C46"/>
    <w:rsid w:val="00787C0D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A89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19B0"/>
    <w:rsid w:val="007F3A18"/>
    <w:rsid w:val="007F3B14"/>
    <w:rsid w:val="007F4028"/>
    <w:rsid w:val="007F4087"/>
    <w:rsid w:val="007F4D0E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20EB2"/>
    <w:rsid w:val="00823FDB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136"/>
    <w:rsid w:val="008422DF"/>
    <w:rsid w:val="0084354A"/>
    <w:rsid w:val="008436F0"/>
    <w:rsid w:val="008437B2"/>
    <w:rsid w:val="008450D2"/>
    <w:rsid w:val="008468AB"/>
    <w:rsid w:val="00846930"/>
    <w:rsid w:val="00851615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3A2A"/>
    <w:rsid w:val="008B579B"/>
    <w:rsid w:val="008B7591"/>
    <w:rsid w:val="008B75C2"/>
    <w:rsid w:val="008B7F3A"/>
    <w:rsid w:val="008C1041"/>
    <w:rsid w:val="008C1817"/>
    <w:rsid w:val="008C1F1F"/>
    <w:rsid w:val="008C27C1"/>
    <w:rsid w:val="008C4316"/>
    <w:rsid w:val="008C50FE"/>
    <w:rsid w:val="008C5234"/>
    <w:rsid w:val="008C5472"/>
    <w:rsid w:val="008C6391"/>
    <w:rsid w:val="008C7C79"/>
    <w:rsid w:val="008D0193"/>
    <w:rsid w:val="008D1381"/>
    <w:rsid w:val="008D4187"/>
    <w:rsid w:val="008D44E0"/>
    <w:rsid w:val="008D6196"/>
    <w:rsid w:val="008D67CC"/>
    <w:rsid w:val="008E150B"/>
    <w:rsid w:val="008E17FD"/>
    <w:rsid w:val="008E1A8A"/>
    <w:rsid w:val="008E203B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7AB"/>
    <w:rsid w:val="008F0D5F"/>
    <w:rsid w:val="008F0E0B"/>
    <w:rsid w:val="008F3039"/>
    <w:rsid w:val="008F306D"/>
    <w:rsid w:val="008F385F"/>
    <w:rsid w:val="008F4093"/>
    <w:rsid w:val="008F437A"/>
    <w:rsid w:val="008F64BB"/>
    <w:rsid w:val="008F7717"/>
    <w:rsid w:val="009003B6"/>
    <w:rsid w:val="0090157D"/>
    <w:rsid w:val="00901836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B51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506F"/>
    <w:rsid w:val="009557D6"/>
    <w:rsid w:val="00955A63"/>
    <w:rsid w:val="00955C90"/>
    <w:rsid w:val="009560BD"/>
    <w:rsid w:val="00956545"/>
    <w:rsid w:val="009568F3"/>
    <w:rsid w:val="00956B1C"/>
    <w:rsid w:val="00957EB4"/>
    <w:rsid w:val="00962C6E"/>
    <w:rsid w:val="00963122"/>
    <w:rsid w:val="00963837"/>
    <w:rsid w:val="00965AEB"/>
    <w:rsid w:val="009660F0"/>
    <w:rsid w:val="00966966"/>
    <w:rsid w:val="009679D1"/>
    <w:rsid w:val="00970779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793F"/>
    <w:rsid w:val="00991651"/>
    <w:rsid w:val="00991DD9"/>
    <w:rsid w:val="00991F3F"/>
    <w:rsid w:val="00992269"/>
    <w:rsid w:val="00992362"/>
    <w:rsid w:val="00992771"/>
    <w:rsid w:val="009927A2"/>
    <w:rsid w:val="00993F51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3BA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D7F93"/>
    <w:rsid w:val="009E00BE"/>
    <w:rsid w:val="009E0280"/>
    <w:rsid w:val="009E04E5"/>
    <w:rsid w:val="009E0B04"/>
    <w:rsid w:val="009E1D92"/>
    <w:rsid w:val="009E26FD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923"/>
    <w:rsid w:val="009F67AE"/>
    <w:rsid w:val="009F730F"/>
    <w:rsid w:val="009F7E75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0E0C"/>
    <w:rsid w:val="00A4140E"/>
    <w:rsid w:val="00A418BF"/>
    <w:rsid w:val="00A42FC3"/>
    <w:rsid w:val="00A43281"/>
    <w:rsid w:val="00A440BA"/>
    <w:rsid w:val="00A4519A"/>
    <w:rsid w:val="00A456EC"/>
    <w:rsid w:val="00A4583B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12F"/>
    <w:rsid w:val="00A747F8"/>
    <w:rsid w:val="00A7632D"/>
    <w:rsid w:val="00A76360"/>
    <w:rsid w:val="00A7641D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889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1E2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B7325"/>
    <w:rsid w:val="00AB7A1F"/>
    <w:rsid w:val="00AC05B3"/>
    <w:rsid w:val="00AC0898"/>
    <w:rsid w:val="00AC0BC7"/>
    <w:rsid w:val="00AC0C00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377B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4BDB"/>
    <w:rsid w:val="00AE69B4"/>
    <w:rsid w:val="00AE7100"/>
    <w:rsid w:val="00AE7BE5"/>
    <w:rsid w:val="00AF06CA"/>
    <w:rsid w:val="00AF0BD6"/>
    <w:rsid w:val="00AF1838"/>
    <w:rsid w:val="00AF1D65"/>
    <w:rsid w:val="00AF2BE4"/>
    <w:rsid w:val="00AF3BF2"/>
    <w:rsid w:val="00AF4055"/>
    <w:rsid w:val="00AF4CAF"/>
    <w:rsid w:val="00AF566A"/>
    <w:rsid w:val="00AF5B6A"/>
    <w:rsid w:val="00AF5BBF"/>
    <w:rsid w:val="00AF6068"/>
    <w:rsid w:val="00AF6916"/>
    <w:rsid w:val="00AF70A0"/>
    <w:rsid w:val="00B00F96"/>
    <w:rsid w:val="00B019DC"/>
    <w:rsid w:val="00B0292F"/>
    <w:rsid w:val="00B0396B"/>
    <w:rsid w:val="00B041AB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1EAA"/>
    <w:rsid w:val="00B22642"/>
    <w:rsid w:val="00B233BA"/>
    <w:rsid w:val="00B23E4F"/>
    <w:rsid w:val="00B24D47"/>
    <w:rsid w:val="00B252A6"/>
    <w:rsid w:val="00B2662C"/>
    <w:rsid w:val="00B30385"/>
    <w:rsid w:val="00B30848"/>
    <w:rsid w:val="00B30B96"/>
    <w:rsid w:val="00B31EA0"/>
    <w:rsid w:val="00B33CD3"/>
    <w:rsid w:val="00B34836"/>
    <w:rsid w:val="00B35EDD"/>
    <w:rsid w:val="00B36265"/>
    <w:rsid w:val="00B368F3"/>
    <w:rsid w:val="00B36B68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6101"/>
    <w:rsid w:val="00B57FDC"/>
    <w:rsid w:val="00B601B5"/>
    <w:rsid w:val="00B606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6BA1"/>
    <w:rsid w:val="00B77996"/>
    <w:rsid w:val="00B77ED2"/>
    <w:rsid w:val="00B8000C"/>
    <w:rsid w:val="00B80F71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4A57"/>
    <w:rsid w:val="00B94FF5"/>
    <w:rsid w:val="00B95425"/>
    <w:rsid w:val="00B95715"/>
    <w:rsid w:val="00B957EA"/>
    <w:rsid w:val="00B967FF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703"/>
    <w:rsid w:val="00BE2D07"/>
    <w:rsid w:val="00BE2D7D"/>
    <w:rsid w:val="00BE322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519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17DD9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C5"/>
    <w:rsid w:val="00C33BEE"/>
    <w:rsid w:val="00C34753"/>
    <w:rsid w:val="00C3489B"/>
    <w:rsid w:val="00C34A94"/>
    <w:rsid w:val="00C3551C"/>
    <w:rsid w:val="00C359E8"/>
    <w:rsid w:val="00C35D7F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1F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6800"/>
    <w:rsid w:val="00C970B0"/>
    <w:rsid w:val="00CA1406"/>
    <w:rsid w:val="00CA1888"/>
    <w:rsid w:val="00CA1DC2"/>
    <w:rsid w:val="00CA240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2EAC"/>
    <w:rsid w:val="00CD32EE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B13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2C0"/>
    <w:rsid w:val="00D22596"/>
    <w:rsid w:val="00D2408D"/>
    <w:rsid w:val="00D24B5D"/>
    <w:rsid w:val="00D24C00"/>
    <w:rsid w:val="00D25E17"/>
    <w:rsid w:val="00D25F06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1B3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875BB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453C"/>
    <w:rsid w:val="00DB5BE8"/>
    <w:rsid w:val="00DB628A"/>
    <w:rsid w:val="00DB636C"/>
    <w:rsid w:val="00DB637A"/>
    <w:rsid w:val="00DB6A90"/>
    <w:rsid w:val="00DB6E3B"/>
    <w:rsid w:val="00DB7FA6"/>
    <w:rsid w:val="00DC1986"/>
    <w:rsid w:val="00DC2EAD"/>
    <w:rsid w:val="00DC433B"/>
    <w:rsid w:val="00DC4719"/>
    <w:rsid w:val="00DC4843"/>
    <w:rsid w:val="00DC6035"/>
    <w:rsid w:val="00DC63EF"/>
    <w:rsid w:val="00DC6D41"/>
    <w:rsid w:val="00DC79F6"/>
    <w:rsid w:val="00DC7A99"/>
    <w:rsid w:val="00DC7D74"/>
    <w:rsid w:val="00DC7DED"/>
    <w:rsid w:val="00DD0197"/>
    <w:rsid w:val="00DD06F1"/>
    <w:rsid w:val="00DD2141"/>
    <w:rsid w:val="00DD286C"/>
    <w:rsid w:val="00DD3641"/>
    <w:rsid w:val="00DD4197"/>
    <w:rsid w:val="00DD4766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32C5"/>
    <w:rsid w:val="00DE4587"/>
    <w:rsid w:val="00DE52B9"/>
    <w:rsid w:val="00DE70A8"/>
    <w:rsid w:val="00DE765A"/>
    <w:rsid w:val="00DF0FA3"/>
    <w:rsid w:val="00DF132A"/>
    <w:rsid w:val="00DF16BE"/>
    <w:rsid w:val="00DF174F"/>
    <w:rsid w:val="00DF1FA6"/>
    <w:rsid w:val="00DF3215"/>
    <w:rsid w:val="00DF395D"/>
    <w:rsid w:val="00DF4290"/>
    <w:rsid w:val="00DF43CD"/>
    <w:rsid w:val="00DF481D"/>
    <w:rsid w:val="00DF4BF3"/>
    <w:rsid w:val="00DF5299"/>
    <w:rsid w:val="00DF58D7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64A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27F0D"/>
    <w:rsid w:val="00E310F5"/>
    <w:rsid w:val="00E31B6A"/>
    <w:rsid w:val="00E31D16"/>
    <w:rsid w:val="00E31EAD"/>
    <w:rsid w:val="00E32781"/>
    <w:rsid w:val="00E32D4A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12C"/>
    <w:rsid w:val="00E557F0"/>
    <w:rsid w:val="00E56053"/>
    <w:rsid w:val="00E56260"/>
    <w:rsid w:val="00E564A5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3D63"/>
    <w:rsid w:val="00E743C7"/>
    <w:rsid w:val="00E75752"/>
    <w:rsid w:val="00E75F33"/>
    <w:rsid w:val="00E760CF"/>
    <w:rsid w:val="00E76AD2"/>
    <w:rsid w:val="00E80412"/>
    <w:rsid w:val="00E80909"/>
    <w:rsid w:val="00E812D1"/>
    <w:rsid w:val="00E835CB"/>
    <w:rsid w:val="00E846DC"/>
    <w:rsid w:val="00E84C3A"/>
    <w:rsid w:val="00E85015"/>
    <w:rsid w:val="00E85DC1"/>
    <w:rsid w:val="00E86202"/>
    <w:rsid w:val="00E864EE"/>
    <w:rsid w:val="00E871CC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59E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C5C"/>
    <w:rsid w:val="00F12E84"/>
    <w:rsid w:val="00F13B71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28BB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70334"/>
    <w:rsid w:val="00F71691"/>
    <w:rsid w:val="00F71949"/>
    <w:rsid w:val="00F71B71"/>
    <w:rsid w:val="00F71F4E"/>
    <w:rsid w:val="00F72378"/>
    <w:rsid w:val="00F734CD"/>
    <w:rsid w:val="00F74EE9"/>
    <w:rsid w:val="00F76C0C"/>
    <w:rsid w:val="00F76D6A"/>
    <w:rsid w:val="00F77385"/>
    <w:rsid w:val="00F77816"/>
    <w:rsid w:val="00F77AD4"/>
    <w:rsid w:val="00F77AFD"/>
    <w:rsid w:val="00F81E82"/>
    <w:rsid w:val="00F82DD7"/>
    <w:rsid w:val="00F84490"/>
    <w:rsid w:val="00F84E9F"/>
    <w:rsid w:val="00F84F28"/>
    <w:rsid w:val="00F85FA3"/>
    <w:rsid w:val="00F8661C"/>
    <w:rsid w:val="00F86D2F"/>
    <w:rsid w:val="00F87AF3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0A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63B3"/>
    <w:rsid w:val="00FB65C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0560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47E1"/>
    <w:rsid w:val="00FE5878"/>
    <w:rsid w:val="00FE5C5B"/>
    <w:rsid w:val="00FE6902"/>
    <w:rsid w:val="00FE6FA3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ma194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724F8-69E0-42AA-9863-331C72BF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2</Pages>
  <Words>427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Buchbauer Michael</cp:lastModifiedBy>
  <cp:revision>5</cp:revision>
  <cp:lastPrinted>2016-06-13T05:43:00Z</cp:lastPrinted>
  <dcterms:created xsi:type="dcterms:W3CDTF">2016-06-10T05:26:00Z</dcterms:created>
  <dcterms:modified xsi:type="dcterms:W3CDTF">2016-06-13T14:29:00Z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