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EC0" w:rsidRPr="00B90257" w:rsidRDefault="00704EC0" w:rsidP="00704EC0">
      <w:pPr>
        <w:pStyle w:val="Documenttitle"/>
        <w:spacing w:line="360" w:lineRule="auto"/>
        <w:outlineLvl w:val="0"/>
        <w:rPr>
          <w:szCs w:val="40"/>
          <w:lang w:val="de-AT"/>
        </w:rPr>
      </w:pPr>
      <w:r w:rsidRPr="00B90257">
        <w:rPr>
          <w:lang w:val="de-AT"/>
        </w:rPr>
        <w:t>Presseinformation</w:t>
      </w:r>
    </w:p>
    <w:p w:rsidR="00CE16D9" w:rsidRPr="00704EC0" w:rsidRDefault="00CE16D9" w:rsidP="00CE16D9">
      <w:pPr>
        <w:rPr>
          <w:b/>
          <w:bCs/>
          <w:lang w:val="de-AT"/>
        </w:rPr>
      </w:pPr>
    </w:p>
    <w:p w:rsidR="00704EC0" w:rsidRPr="00704EC0" w:rsidRDefault="00627148" w:rsidP="003A63E7">
      <w:pPr>
        <w:rPr>
          <w:rFonts w:cs="Arial"/>
          <w:b/>
          <w:bCs/>
          <w:sz w:val="24"/>
          <w:lang w:val="de-AT"/>
        </w:rPr>
      </w:pPr>
      <w:bookmarkStart w:id="0" w:name="_GoBack"/>
      <w:r w:rsidRPr="00704EC0">
        <w:rPr>
          <w:rFonts w:cs="Arial"/>
          <w:b/>
          <w:bCs/>
          <w:caps/>
          <w:sz w:val="24"/>
          <w:lang w:val="de-AT"/>
        </w:rPr>
        <w:t>Andritz</w:t>
      </w:r>
      <w:r w:rsidR="00FF2237" w:rsidRPr="00704EC0">
        <w:rPr>
          <w:rFonts w:cs="Arial"/>
          <w:b/>
          <w:bCs/>
          <w:sz w:val="24"/>
          <w:lang w:val="de-AT"/>
        </w:rPr>
        <w:t xml:space="preserve"> </w:t>
      </w:r>
      <w:r w:rsidR="00704EC0" w:rsidRPr="00704EC0">
        <w:rPr>
          <w:rFonts w:cs="Arial"/>
          <w:b/>
          <w:bCs/>
          <w:sz w:val="24"/>
          <w:lang w:val="de-AT"/>
        </w:rPr>
        <w:t>liefert</w:t>
      </w:r>
      <w:r w:rsidR="00716F1F">
        <w:rPr>
          <w:rFonts w:cs="Arial"/>
          <w:b/>
          <w:bCs/>
          <w:sz w:val="24"/>
          <w:lang w:val="de-AT"/>
        </w:rPr>
        <w:t xml:space="preserve"> erstes komplettes Front-End-</w:t>
      </w:r>
      <w:r w:rsidR="00C507F7">
        <w:rPr>
          <w:rFonts w:cs="Arial"/>
          <w:b/>
          <w:bCs/>
          <w:sz w:val="24"/>
          <w:lang w:val="de-AT"/>
        </w:rPr>
        <w:t xml:space="preserve">System </w:t>
      </w:r>
      <w:r w:rsidR="001446DE">
        <w:rPr>
          <w:rFonts w:cs="Arial"/>
          <w:b/>
          <w:bCs/>
          <w:sz w:val="24"/>
          <w:lang w:val="de-AT"/>
        </w:rPr>
        <w:br/>
      </w:r>
      <w:r w:rsidR="00C507F7">
        <w:rPr>
          <w:rFonts w:cs="Arial"/>
          <w:b/>
          <w:bCs/>
          <w:sz w:val="24"/>
          <w:lang w:val="de-AT"/>
        </w:rPr>
        <w:t xml:space="preserve">zur Dämmstoffherstellung </w:t>
      </w:r>
      <w:r w:rsidR="00704EC0" w:rsidRPr="00704EC0">
        <w:rPr>
          <w:rFonts w:cs="Arial"/>
          <w:b/>
          <w:bCs/>
          <w:sz w:val="24"/>
          <w:lang w:val="de-AT"/>
        </w:rPr>
        <w:t xml:space="preserve">nach </w:t>
      </w:r>
      <w:r w:rsidR="00F260D4">
        <w:rPr>
          <w:rFonts w:cs="Arial"/>
          <w:b/>
          <w:bCs/>
          <w:sz w:val="24"/>
          <w:lang w:val="de-AT"/>
        </w:rPr>
        <w:t>Norwegen</w:t>
      </w:r>
    </w:p>
    <w:p w:rsidR="00CE16D9" w:rsidRPr="002723BC" w:rsidRDefault="00CE16D9" w:rsidP="007D627C">
      <w:pPr>
        <w:rPr>
          <w:b/>
          <w:bCs/>
          <w:sz w:val="22"/>
          <w:lang w:val="de-AT"/>
        </w:rPr>
      </w:pPr>
    </w:p>
    <w:p w:rsidR="00704EC0" w:rsidRPr="00704EC0" w:rsidRDefault="00704EC0" w:rsidP="008F3E3E">
      <w:pPr>
        <w:rPr>
          <w:lang w:val="de-AT"/>
        </w:rPr>
      </w:pPr>
      <w:r w:rsidRPr="00704EC0">
        <w:rPr>
          <w:b/>
          <w:lang w:val="de-AT"/>
        </w:rPr>
        <w:t xml:space="preserve">Graz </w:t>
      </w:r>
      <w:r w:rsidR="00FD7FBA">
        <w:rPr>
          <w:b/>
          <w:lang w:val="de-AT"/>
        </w:rPr>
        <w:t>10</w:t>
      </w:r>
      <w:r w:rsidRPr="00704EC0">
        <w:rPr>
          <w:b/>
          <w:lang w:val="de-AT"/>
        </w:rPr>
        <w:t xml:space="preserve">. </w:t>
      </w:r>
      <w:r w:rsidR="00716F1F">
        <w:rPr>
          <w:b/>
          <w:lang w:val="de-AT"/>
        </w:rPr>
        <w:t>Mai</w:t>
      </w:r>
      <w:r w:rsidR="00F260D4">
        <w:rPr>
          <w:b/>
          <w:lang w:val="de-AT"/>
        </w:rPr>
        <w:t xml:space="preserve"> 2017</w:t>
      </w:r>
      <w:r w:rsidRPr="00704EC0">
        <w:rPr>
          <w:b/>
          <w:lang w:val="de-AT"/>
        </w:rPr>
        <w:t xml:space="preserve">. </w:t>
      </w:r>
      <w:r w:rsidRPr="00704EC0">
        <w:rPr>
          <w:lang w:val="de-AT"/>
        </w:rPr>
        <w:t>Der internationale Technologiekonzern ANDRITZ</w:t>
      </w:r>
      <w:r w:rsidR="00627148" w:rsidRPr="00704EC0">
        <w:rPr>
          <w:lang w:val="de-AT"/>
        </w:rPr>
        <w:t xml:space="preserve"> </w:t>
      </w:r>
      <w:r w:rsidR="007A293C">
        <w:rPr>
          <w:lang w:val="de-AT"/>
        </w:rPr>
        <w:t>erhielt</w:t>
      </w:r>
      <w:r w:rsidR="007A293C" w:rsidRPr="00704EC0">
        <w:rPr>
          <w:lang w:val="de-AT"/>
        </w:rPr>
        <w:t xml:space="preserve"> </w:t>
      </w:r>
      <w:r w:rsidRPr="00704EC0">
        <w:rPr>
          <w:lang w:val="de-AT"/>
        </w:rPr>
        <w:t xml:space="preserve">von </w:t>
      </w:r>
      <w:proofErr w:type="spellStart"/>
      <w:r w:rsidR="00286328">
        <w:rPr>
          <w:lang w:val="de-AT"/>
        </w:rPr>
        <w:t>Hunton</w:t>
      </w:r>
      <w:proofErr w:type="spellEnd"/>
      <w:r w:rsidR="00286328">
        <w:rPr>
          <w:lang w:val="de-AT"/>
        </w:rPr>
        <w:t xml:space="preserve"> Fiber AS </w:t>
      </w:r>
      <w:r>
        <w:rPr>
          <w:lang w:val="de-AT"/>
        </w:rPr>
        <w:t>den Auftrag</w:t>
      </w:r>
      <w:r w:rsidR="00F260D4">
        <w:rPr>
          <w:lang w:val="de-AT"/>
        </w:rPr>
        <w:t xml:space="preserve"> zur Lieferung von Systemen zur </w:t>
      </w:r>
      <w:r w:rsidR="00C945E8">
        <w:rPr>
          <w:lang w:val="de-AT"/>
        </w:rPr>
        <w:t>Hackschnitzel</w:t>
      </w:r>
      <w:r w:rsidR="005B4A27" w:rsidRPr="00FD7FBA">
        <w:rPr>
          <w:color w:val="000000" w:themeColor="text1"/>
          <w:lang w:val="de-AT"/>
        </w:rPr>
        <w:t>annahme</w:t>
      </w:r>
      <w:r w:rsidR="00DE7B1C">
        <w:rPr>
          <w:lang w:val="de-AT"/>
        </w:rPr>
        <w:t xml:space="preserve">, </w:t>
      </w:r>
      <w:proofErr w:type="spellStart"/>
      <w:r>
        <w:rPr>
          <w:lang w:val="de-AT"/>
        </w:rPr>
        <w:t>Druckzerfaserung</w:t>
      </w:r>
      <w:proofErr w:type="spellEnd"/>
      <w:r>
        <w:rPr>
          <w:lang w:val="de-AT"/>
        </w:rPr>
        <w:t xml:space="preserve"> und </w:t>
      </w:r>
      <w:r w:rsidR="00DE7B1C">
        <w:rPr>
          <w:lang w:val="de-AT"/>
        </w:rPr>
        <w:t xml:space="preserve">Chemikaliendosierung </w:t>
      </w:r>
      <w:r>
        <w:rPr>
          <w:lang w:val="de-AT"/>
        </w:rPr>
        <w:t xml:space="preserve">für die </w:t>
      </w:r>
      <w:r w:rsidR="00C2045B">
        <w:rPr>
          <w:lang w:val="de-AT"/>
        </w:rPr>
        <w:t xml:space="preserve">Dämmstoffproduktion </w:t>
      </w:r>
      <w:r>
        <w:rPr>
          <w:lang w:val="de-AT"/>
        </w:rPr>
        <w:t xml:space="preserve">am Standort </w:t>
      </w:r>
      <w:proofErr w:type="spellStart"/>
      <w:r w:rsidR="00F260D4">
        <w:rPr>
          <w:lang w:val="de-AT"/>
        </w:rPr>
        <w:t>Gjøvik</w:t>
      </w:r>
      <w:proofErr w:type="spellEnd"/>
      <w:r>
        <w:rPr>
          <w:lang w:val="de-AT"/>
        </w:rPr>
        <w:t xml:space="preserve">, </w:t>
      </w:r>
      <w:r w:rsidR="00F260D4">
        <w:rPr>
          <w:lang w:val="de-AT"/>
        </w:rPr>
        <w:t>Norwegen</w:t>
      </w:r>
      <w:r>
        <w:rPr>
          <w:lang w:val="de-AT"/>
        </w:rPr>
        <w:t>.</w:t>
      </w:r>
      <w:r w:rsidR="00C507F7">
        <w:rPr>
          <w:lang w:val="de-AT"/>
        </w:rPr>
        <w:t xml:space="preserve"> Die </w:t>
      </w:r>
      <w:r w:rsidR="00C2045B">
        <w:rPr>
          <w:lang w:val="de-AT"/>
        </w:rPr>
        <w:t xml:space="preserve">neue Anlage </w:t>
      </w:r>
      <w:r w:rsidR="00C507F7">
        <w:rPr>
          <w:lang w:val="de-AT"/>
        </w:rPr>
        <w:t xml:space="preserve">wird auf </w:t>
      </w:r>
      <w:r w:rsidR="008F3E3E">
        <w:rPr>
          <w:lang w:val="de-AT"/>
        </w:rPr>
        <w:t>der grünen Wiese</w:t>
      </w:r>
      <w:r w:rsidR="001F3484">
        <w:rPr>
          <w:lang w:val="de-AT"/>
        </w:rPr>
        <w:t xml:space="preserve"> – fünf Kilometer entfernt </w:t>
      </w:r>
      <w:r w:rsidR="00C507F7">
        <w:rPr>
          <w:lang w:val="de-AT"/>
        </w:rPr>
        <w:t xml:space="preserve">von der bestehenden Anlage </w:t>
      </w:r>
      <w:r w:rsidR="001F3484">
        <w:rPr>
          <w:lang w:val="de-AT"/>
        </w:rPr>
        <w:t xml:space="preserve">– </w:t>
      </w:r>
      <w:r w:rsidR="00C507F7">
        <w:rPr>
          <w:lang w:val="de-AT"/>
        </w:rPr>
        <w:t>errichte</w:t>
      </w:r>
      <w:r w:rsidR="001F3484">
        <w:rPr>
          <w:lang w:val="de-AT"/>
        </w:rPr>
        <w:t xml:space="preserve">t </w:t>
      </w:r>
      <w:r w:rsidR="00534895">
        <w:rPr>
          <w:lang w:val="de-AT"/>
        </w:rPr>
        <w:t xml:space="preserve">und </w:t>
      </w:r>
      <w:r w:rsidR="005607AB">
        <w:rPr>
          <w:lang w:val="de-AT"/>
        </w:rPr>
        <w:t xml:space="preserve">mit Strom aus </w:t>
      </w:r>
      <w:r w:rsidR="00C2045B">
        <w:rPr>
          <w:lang w:val="de-AT"/>
        </w:rPr>
        <w:t>saubere</w:t>
      </w:r>
      <w:r w:rsidR="005607AB">
        <w:rPr>
          <w:lang w:val="de-AT"/>
        </w:rPr>
        <w:t>r</w:t>
      </w:r>
      <w:r w:rsidR="00C2045B">
        <w:rPr>
          <w:lang w:val="de-AT"/>
        </w:rPr>
        <w:t xml:space="preserve"> und </w:t>
      </w:r>
      <w:r w:rsidR="00C507F7">
        <w:rPr>
          <w:lang w:val="de-AT"/>
        </w:rPr>
        <w:t>umweltfreundliche</w:t>
      </w:r>
      <w:r w:rsidR="005607AB">
        <w:rPr>
          <w:lang w:val="de-AT"/>
        </w:rPr>
        <w:t>r</w:t>
      </w:r>
      <w:r w:rsidR="00C507F7">
        <w:rPr>
          <w:lang w:val="de-AT"/>
        </w:rPr>
        <w:t xml:space="preserve"> Wasserkraft </w:t>
      </w:r>
      <w:r w:rsidR="008F3E3E">
        <w:rPr>
          <w:lang w:val="de-AT"/>
        </w:rPr>
        <w:t xml:space="preserve">aus Norwegen </w:t>
      </w:r>
      <w:r w:rsidR="00C507F7">
        <w:rPr>
          <w:lang w:val="de-AT"/>
        </w:rPr>
        <w:t>versorgt</w:t>
      </w:r>
      <w:r w:rsidR="00534895">
        <w:rPr>
          <w:lang w:val="de-AT"/>
        </w:rPr>
        <w:t xml:space="preserve"> werden</w:t>
      </w:r>
      <w:r w:rsidR="00C507F7">
        <w:rPr>
          <w:lang w:val="de-AT"/>
        </w:rPr>
        <w:t>.</w:t>
      </w:r>
      <w:r>
        <w:rPr>
          <w:lang w:val="de-AT"/>
        </w:rPr>
        <w:t xml:space="preserve"> Die Inbetriebnahme ist für </w:t>
      </w:r>
      <w:r w:rsidR="00F260D4">
        <w:rPr>
          <w:lang w:val="de-AT"/>
        </w:rPr>
        <w:t xml:space="preserve">Mai 2018 </w:t>
      </w:r>
      <w:r>
        <w:rPr>
          <w:lang w:val="de-AT"/>
        </w:rPr>
        <w:t>geplant.</w:t>
      </w:r>
    </w:p>
    <w:p w:rsidR="002447EA" w:rsidRPr="004F1595" w:rsidRDefault="002447EA" w:rsidP="00627148">
      <w:pPr>
        <w:rPr>
          <w:lang w:val="de-AT"/>
        </w:rPr>
      </w:pPr>
    </w:p>
    <w:p w:rsidR="00704EC0" w:rsidRDefault="00704EC0">
      <w:pPr>
        <w:rPr>
          <w:lang w:val="de-AT"/>
        </w:rPr>
      </w:pPr>
      <w:r w:rsidRPr="00C63A35">
        <w:rPr>
          <w:lang w:val="de-AT"/>
        </w:rPr>
        <w:t xml:space="preserve">ANDRITZ liefert </w:t>
      </w:r>
      <w:r w:rsidR="008F3E3E">
        <w:rPr>
          <w:lang w:val="de-AT"/>
        </w:rPr>
        <w:t>die</w:t>
      </w:r>
      <w:r w:rsidR="008F3E3E" w:rsidRPr="00C63A35">
        <w:rPr>
          <w:lang w:val="de-AT"/>
        </w:rPr>
        <w:t xml:space="preserve"> </w:t>
      </w:r>
      <w:r w:rsidRPr="00C63A35">
        <w:rPr>
          <w:lang w:val="de-AT"/>
        </w:rPr>
        <w:t>Hackschnitzel</w:t>
      </w:r>
      <w:r w:rsidR="00C63A35" w:rsidRPr="00C63A35">
        <w:rPr>
          <w:lang w:val="de-AT"/>
        </w:rPr>
        <w:t>annahme</w:t>
      </w:r>
      <w:r w:rsidR="00C2045B">
        <w:rPr>
          <w:lang w:val="de-AT"/>
        </w:rPr>
        <w:t>,</w:t>
      </w:r>
      <w:r w:rsidRPr="00C63A35">
        <w:rPr>
          <w:lang w:val="de-AT"/>
        </w:rPr>
        <w:t xml:space="preserve"> die mit 100% </w:t>
      </w:r>
      <w:r w:rsidR="00534895">
        <w:rPr>
          <w:lang w:val="de-AT"/>
        </w:rPr>
        <w:t>Fichtenholz</w:t>
      </w:r>
      <w:r w:rsidRPr="00C63A35">
        <w:rPr>
          <w:lang w:val="de-AT"/>
        </w:rPr>
        <w:t xml:space="preserve"> </w:t>
      </w:r>
      <w:r w:rsidR="00C2045B">
        <w:rPr>
          <w:lang w:val="de-AT"/>
        </w:rPr>
        <w:t xml:space="preserve">als Rohmaterial </w:t>
      </w:r>
      <w:r w:rsidRPr="00C63A35">
        <w:rPr>
          <w:lang w:val="de-AT"/>
        </w:rPr>
        <w:t xml:space="preserve">beschickt wird, </w:t>
      </w:r>
      <w:r w:rsidR="00C8548B" w:rsidRPr="00C63A35">
        <w:rPr>
          <w:lang w:val="de-AT"/>
        </w:rPr>
        <w:t xml:space="preserve">sowie eine </w:t>
      </w:r>
      <w:proofErr w:type="spellStart"/>
      <w:r w:rsidR="00C8548B" w:rsidRPr="00C63A35">
        <w:rPr>
          <w:lang w:val="de-AT"/>
        </w:rPr>
        <w:t>Druck</w:t>
      </w:r>
      <w:r w:rsidR="00C507F7">
        <w:rPr>
          <w:lang w:val="de-AT"/>
        </w:rPr>
        <w:t>zerfaserungsanlage</w:t>
      </w:r>
      <w:proofErr w:type="spellEnd"/>
      <w:r w:rsidR="00C507F7">
        <w:rPr>
          <w:lang w:val="de-AT"/>
        </w:rPr>
        <w:t xml:space="preserve"> </w:t>
      </w:r>
      <w:r w:rsidR="00534895">
        <w:rPr>
          <w:lang w:val="de-AT"/>
        </w:rPr>
        <w:t xml:space="preserve">mit einer </w:t>
      </w:r>
      <w:r w:rsidR="00962EB1">
        <w:rPr>
          <w:lang w:val="de-AT"/>
        </w:rPr>
        <w:t>K</w:t>
      </w:r>
      <w:r w:rsidR="00C507F7" w:rsidRPr="00C507F7">
        <w:rPr>
          <w:lang w:val="de-AT"/>
        </w:rPr>
        <w:t xml:space="preserve">apazität von 5 </w:t>
      </w:r>
      <w:proofErr w:type="spellStart"/>
      <w:r w:rsidR="00C507F7" w:rsidRPr="00C507F7">
        <w:rPr>
          <w:lang w:val="de-AT"/>
        </w:rPr>
        <w:t>bdmt</w:t>
      </w:r>
      <w:proofErr w:type="spellEnd"/>
      <w:r w:rsidR="00C507F7" w:rsidRPr="00C507F7">
        <w:rPr>
          <w:lang w:val="de-AT"/>
        </w:rPr>
        <w:t xml:space="preserve">/h </w:t>
      </w:r>
      <w:r w:rsidR="00C2045B">
        <w:rPr>
          <w:lang w:val="de-AT"/>
        </w:rPr>
        <w:t>und die</w:t>
      </w:r>
      <w:r w:rsidR="00C63A35" w:rsidRPr="00C63A35">
        <w:rPr>
          <w:lang w:val="de-AT"/>
        </w:rPr>
        <w:t xml:space="preserve"> Chemikaliendosierung</w:t>
      </w:r>
      <w:r w:rsidR="00C8548B" w:rsidRPr="00C63A35">
        <w:rPr>
          <w:lang w:val="de-AT"/>
        </w:rPr>
        <w:t xml:space="preserve">. </w:t>
      </w:r>
      <w:r w:rsidR="00534895">
        <w:rPr>
          <w:lang w:val="de-AT"/>
        </w:rPr>
        <w:t xml:space="preserve">Die </w:t>
      </w:r>
      <w:proofErr w:type="spellStart"/>
      <w:r w:rsidR="00C8548B" w:rsidRPr="00C63A35">
        <w:rPr>
          <w:lang w:val="de-AT"/>
        </w:rPr>
        <w:t>Druckzerfaserungs</w:t>
      </w:r>
      <w:r w:rsidR="00E65DB4" w:rsidRPr="00C63A35">
        <w:rPr>
          <w:lang w:val="de-AT"/>
        </w:rPr>
        <w:t>anlagen</w:t>
      </w:r>
      <w:proofErr w:type="spellEnd"/>
      <w:r w:rsidR="00C8548B" w:rsidRPr="00C63A35">
        <w:rPr>
          <w:lang w:val="de-AT"/>
        </w:rPr>
        <w:t xml:space="preserve"> von ANDRITZ zeichnen sich durch hocheffiz</w:t>
      </w:r>
      <w:r w:rsidR="00E65DB4" w:rsidRPr="00C63A35">
        <w:rPr>
          <w:lang w:val="de-AT"/>
        </w:rPr>
        <w:t>i</w:t>
      </w:r>
      <w:r w:rsidR="00C8548B" w:rsidRPr="00C63A35">
        <w:rPr>
          <w:lang w:val="de-AT"/>
        </w:rPr>
        <w:t>ente Vorbed</w:t>
      </w:r>
      <w:r w:rsidR="005607AB">
        <w:rPr>
          <w:lang w:val="de-AT"/>
        </w:rPr>
        <w:t>a</w:t>
      </w:r>
      <w:r w:rsidR="00C8548B" w:rsidRPr="00C63A35">
        <w:rPr>
          <w:lang w:val="de-AT"/>
        </w:rPr>
        <w:t>mpfung, ausgezeichnete Entwässerungsleistung in der Stopfschnecke sowie niedrigen spezifischen Energieverbrauch des gesamten Systems aus.</w:t>
      </w:r>
    </w:p>
    <w:p w:rsidR="00C8548B" w:rsidRDefault="00C8548B" w:rsidP="00627148">
      <w:pPr>
        <w:rPr>
          <w:lang w:val="de-AT"/>
        </w:rPr>
      </w:pPr>
    </w:p>
    <w:p w:rsidR="00C507F7" w:rsidRDefault="00DB5B5E">
      <w:pPr>
        <w:rPr>
          <w:lang w:val="de-AT"/>
        </w:rPr>
      </w:pPr>
      <w:r>
        <w:rPr>
          <w:lang w:val="de-AT"/>
        </w:rPr>
        <w:t xml:space="preserve">Ausschlaggebend für die Auftragsvergabe an ANDRITZ waren für </w:t>
      </w:r>
      <w:proofErr w:type="spellStart"/>
      <w:r>
        <w:rPr>
          <w:lang w:val="de-AT"/>
        </w:rPr>
        <w:t>Hunton</w:t>
      </w:r>
      <w:proofErr w:type="spellEnd"/>
      <w:r>
        <w:rPr>
          <w:lang w:val="de-AT"/>
        </w:rPr>
        <w:t xml:space="preserve"> d</w:t>
      </w:r>
      <w:r w:rsidR="00C8548B" w:rsidRPr="00C63A35">
        <w:rPr>
          <w:lang w:val="de-AT"/>
        </w:rPr>
        <w:t xml:space="preserve">ie große Anzahl an erfolgreichen Referenzen </w:t>
      </w:r>
      <w:r>
        <w:rPr>
          <w:lang w:val="de-AT"/>
        </w:rPr>
        <w:t>für</w:t>
      </w:r>
      <w:r w:rsidRPr="00C63A35">
        <w:rPr>
          <w:lang w:val="de-AT"/>
        </w:rPr>
        <w:t xml:space="preserve"> </w:t>
      </w:r>
      <w:proofErr w:type="spellStart"/>
      <w:r w:rsidR="009734B7" w:rsidRPr="00C63A35">
        <w:rPr>
          <w:lang w:val="de-AT"/>
        </w:rPr>
        <w:t>Druckzerfaserungs</w:t>
      </w:r>
      <w:r w:rsidR="009734B7">
        <w:rPr>
          <w:lang w:val="de-AT"/>
        </w:rPr>
        <w:t>anlagen</w:t>
      </w:r>
      <w:proofErr w:type="spellEnd"/>
      <w:r w:rsidR="009734B7" w:rsidRPr="00C63A35">
        <w:rPr>
          <w:lang w:val="de-AT"/>
        </w:rPr>
        <w:t xml:space="preserve"> </w:t>
      </w:r>
      <w:r w:rsidR="004619C7">
        <w:rPr>
          <w:lang w:val="de-AT"/>
        </w:rPr>
        <w:t xml:space="preserve">und Komponenten für die Produktion </w:t>
      </w:r>
      <w:r w:rsidR="005607AB">
        <w:rPr>
          <w:lang w:val="de-AT"/>
        </w:rPr>
        <w:t>holzhaltige</w:t>
      </w:r>
      <w:r>
        <w:rPr>
          <w:lang w:val="de-AT"/>
        </w:rPr>
        <w:t>r</w:t>
      </w:r>
      <w:r w:rsidR="00116EE6">
        <w:rPr>
          <w:lang w:val="de-AT"/>
        </w:rPr>
        <w:t xml:space="preserve"> Dämmstoffprodukte,</w:t>
      </w:r>
      <w:r w:rsidR="009734B7">
        <w:rPr>
          <w:lang w:val="de-AT"/>
        </w:rPr>
        <w:t xml:space="preserve"> </w:t>
      </w:r>
      <w:r w:rsidR="00C945E8">
        <w:rPr>
          <w:lang w:val="de-AT"/>
        </w:rPr>
        <w:t>die</w:t>
      </w:r>
      <w:r w:rsidR="00C8548B" w:rsidRPr="00C63A35">
        <w:rPr>
          <w:lang w:val="de-AT"/>
        </w:rPr>
        <w:t xml:space="preserve"> hohe </w:t>
      </w:r>
      <w:r>
        <w:rPr>
          <w:lang w:val="de-AT"/>
        </w:rPr>
        <w:t>Betriebssicherheit</w:t>
      </w:r>
      <w:r w:rsidRPr="00C63A35">
        <w:rPr>
          <w:lang w:val="de-AT"/>
        </w:rPr>
        <w:t xml:space="preserve"> </w:t>
      </w:r>
      <w:r w:rsidR="00C8548B" w:rsidRPr="00C63A35">
        <w:rPr>
          <w:lang w:val="de-AT"/>
        </w:rPr>
        <w:t>der</w:t>
      </w:r>
      <w:r w:rsidR="00C8548B">
        <w:rPr>
          <w:lang w:val="de-AT"/>
        </w:rPr>
        <w:t xml:space="preserve"> </w:t>
      </w:r>
      <w:r w:rsidR="00C945E8">
        <w:rPr>
          <w:lang w:val="de-AT"/>
        </w:rPr>
        <w:t xml:space="preserve">Aggregate und </w:t>
      </w:r>
      <w:r>
        <w:rPr>
          <w:lang w:val="de-AT"/>
        </w:rPr>
        <w:t xml:space="preserve">die </w:t>
      </w:r>
      <w:r w:rsidR="00962EB1">
        <w:rPr>
          <w:lang w:val="de-AT"/>
        </w:rPr>
        <w:t>deutlichen</w:t>
      </w:r>
      <w:r>
        <w:rPr>
          <w:lang w:val="de-AT"/>
        </w:rPr>
        <w:t xml:space="preserve"> V</w:t>
      </w:r>
      <w:r w:rsidR="005607AB">
        <w:rPr>
          <w:lang w:val="de-AT"/>
        </w:rPr>
        <w:t>orteile</w:t>
      </w:r>
      <w:r>
        <w:rPr>
          <w:lang w:val="de-AT"/>
        </w:rPr>
        <w:t xml:space="preserve"> in der Wartung</w:t>
      </w:r>
      <w:r w:rsidR="00C945E8">
        <w:rPr>
          <w:lang w:val="de-AT"/>
        </w:rPr>
        <w:t>.</w:t>
      </w:r>
    </w:p>
    <w:p w:rsidR="00C507F7" w:rsidRDefault="00C507F7" w:rsidP="00627148">
      <w:pPr>
        <w:rPr>
          <w:lang w:val="de-AT"/>
        </w:rPr>
      </w:pPr>
    </w:p>
    <w:p w:rsidR="00C8548B" w:rsidRDefault="00DE7B1C">
      <w:pPr>
        <w:rPr>
          <w:lang w:val="de-AT"/>
        </w:rPr>
      </w:pPr>
      <w:proofErr w:type="spellStart"/>
      <w:r>
        <w:rPr>
          <w:lang w:val="de-AT"/>
        </w:rPr>
        <w:t>Hunton</w:t>
      </w:r>
      <w:proofErr w:type="spellEnd"/>
      <w:r w:rsidR="00C8548B">
        <w:rPr>
          <w:lang w:val="de-AT"/>
        </w:rPr>
        <w:t xml:space="preserve"> ist ein führende</w:t>
      </w:r>
      <w:r w:rsidR="00E65DB4">
        <w:rPr>
          <w:lang w:val="de-AT"/>
        </w:rPr>
        <w:t xml:space="preserve">r internationaler Hersteller von </w:t>
      </w:r>
      <w:r w:rsidR="00C945E8">
        <w:rPr>
          <w:lang w:val="de-AT"/>
        </w:rPr>
        <w:t xml:space="preserve">Einblasdämmstoffen </w:t>
      </w:r>
      <w:r>
        <w:rPr>
          <w:lang w:val="de-AT"/>
        </w:rPr>
        <w:t>und Dämmstoffplatten</w:t>
      </w:r>
      <w:r w:rsidR="001C57F2">
        <w:rPr>
          <w:lang w:val="de-AT"/>
        </w:rPr>
        <w:t xml:space="preserve">. Das Unternehmen </w:t>
      </w:r>
      <w:r w:rsidR="00480BC5">
        <w:rPr>
          <w:lang w:val="de-AT"/>
        </w:rPr>
        <w:t xml:space="preserve">ist ein </w:t>
      </w:r>
      <w:r w:rsidR="00C945E8">
        <w:rPr>
          <w:lang w:val="de-AT"/>
        </w:rPr>
        <w:t>namhafter</w:t>
      </w:r>
      <w:r w:rsidR="00480BC5">
        <w:rPr>
          <w:lang w:val="de-AT"/>
        </w:rPr>
        <w:t xml:space="preserve"> </w:t>
      </w:r>
      <w:r w:rsidR="00534895">
        <w:rPr>
          <w:lang w:val="de-AT"/>
        </w:rPr>
        <w:t>Anbieter</w:t>
      </w:r>
      <w:r w:rsidR="00E65DB4">
        <w:rPr>
          <w:lang w:val="de-AT"/>
        </w:rPr>
        <w:t xml:space="preserve"> im </w:t>
      </w:r>
      <w:r>
        <w:rPr>
          <w:lang w:val="de-AT"/>
        </w:rPr>
        <w:t>skandinavischen</w:t>
      </w:r>
      <w:r w:rsidR="00E65DB4">
        <w:rPr>
          <w:lang w:val="de-AT"/>
        </w:rPr>
        <w:t xml:space="preserve"> Raum</w:t>
      </w:r>
      <w:r w:rsidR="00DB5B5E">
        <w:rPr>
          <w:lang w:val="de-AT"/>
        </w:rPr>
        <w:t xml:space="preserve"> und beliefert</w:t>
      </w:r>
      <w:r w:rsidR="00962EB1">
        <w:rPr>
          <w:lang w:val="de-AT"/>
        </w:rPr>
        <w:t xml:space="preserve"> </w:t>
      </w:r>
      <w:r w:rsidR="00DB5B5E">
        <w:rPr>
          <w:lang w:val="de-AT"/>
        </w:rPr>
        <w:t xml:space="preserve">sowohl </w:t>
      </w:r>
      <w:r w:rsidR="00962EB1">
        <w:rPr>
          <w:lang w:val="de-AT"/>
        </w:rPr>
        <w:t>den inländischen</w:t>
      </w:r>
      <w:r w:rsidR="00E65DB4">
        <w:rPr>
          <w:lang w:val="de-AT"/>
        </w:rPr>
        <w:t xml:space="preserve"> </w:t>
      </w:r>
      <w:r w:rsidR="00DB5B5E">
        <w:rPr>
          <w:lang w:val="de-AT"/>
        </w:rPr>
        <w:t xml:space="preserve">als auch </w:t>
      </w:r>
      <w:r w:rsidR="00962EB1">
        <w:rPr>
          <w:lang w:val="de-AT"/>
        </w:rPr>
        <w:t>den</w:t>
      </w:r>
      <w:r w:rsidR="00E65DB4">
        <w:rPr>
          <w:lang w:val="de-AT"/>
        </w:rPr>
        <w:t xml:space="preserve"> </w:t>
      </w:r>
      <w:r w:rsidR="00962EB1">
        <w:rPr>
          <w:lang w:val="de-AT"/>
        </w:rPr>
        <w:t>a</w:t>
      </w:r>
      <w:r w:rsidR="00E65DB4">
        <w:rPr>
          <w:lang w:val="de-AT"/>
        </w:rPr>
        <w:t>usl</w:t>
      </w:r>
      <w:r w:rsidR="00962EB1">
        <w:rPr>
          <w:lang w:val="de-AT"/>
        </w:rPr>
        <w:t>ä</w:t>
      </w:r>
      <w:r w:rsidR="00E65DB4">
        <w:rPr>
          <w:lang w:val="de-AT"/>
        </w:rPr>
        <w:t>nd</w:t>
      </w:r>
      <w:r w:rsidR="00962EB1">
        <w:rPr>
          <w:lang w:val="de-AT"/>
        </w:rPr>
        <w:t>ischen Markt.</w:t>
      </w:r>
    </w:p>
    <w:p w:rsidR="002B326D" w:rsidRPr="00E65DB4" w:rsidRDefault="002B326D" w:rsidP="00C96A27">
      <w:pPr>
        <w:rPr>
          <w:lang w:val="de-AT"/>
        </w:rPr>
      </w:pPr>
    </w:p>
    <w:p w:rsidR="00CE16D9" w:rsidRPr="002723BC" w:rsidRDefault="00CE16D9" w:rsidP="00C96A27">
      <w:pPr>
        <w:jc w:val="center"/>
        <w:rPr>
          <w:lang w:val="de-AT"/>
        </w:rPr>
      </w:pPr>
      <w:r w:rsidRPr="002723BC">
        <w:rPr>
          <w:lang w:val="de-AT"/>
        </w:rPr>
        <w:t>– End</w:t>
      </w:r>
      <w:r w:rsidR="00E65DB4" w:rsidRPr="002723BC">
        <w:rPr>
          <w:lang w:val="de-AT"/>
        </w:rPr>
        <w:t>e</w:t>
      </w:r>
      <w:r w:rsidRPr="002723BC">
        <w:rPr>
          <w:lang w:val="de-AT"/>
        </w:rPr>
        <w:t xml:space="preserve"> –</w:t>
      </w:r>
    </w:p>
    <w:p w:rsidR="00587D38" w:rsidRPr="00841161" w:rsidRDefault="00587D38" w:rsidP="00CE16D9">
      <w:pPr>
        <w:pStyle w:val="HTMLVorformatiert"/>
        <w:shd w:val="clear" w:color="auto" w:fill="FFFFFF"/>
        <w:spacing w:line="320" w:lineRule="exact"/>
        <w:ind w:right="74"/>
        <w:rPr>
          <w:rFonts w:ascii="Arial" w:hAnsi="Arial" w:cs="Times New Roman"/>
          <w:b/>
          <w:color w:val="000000"/>
          <w:sz w:val="18"/>
          <w:szCs w:val="18"/>
          <w:lang w:val="de-AT"/>
        </w:rPr>
      </w:pPr>
    </w:p>
    <w:p w:rsidR="00BD5A4B" w:rsidRPr="00841161" w:rsidRDefault="00BD5A4B" w:rsidP="00F260D4">
      <w:pPr>
        <w:rPr>
          <w:sz w:val="18"/>
          <w:szCs w:val="18"/>
          <w:lang w:val="de-AT"/>
        </w:rPr>
      </w:pPr>
    </w:p>
    <w:p w:rsidR="00BD5A4B" w:rsidRPr="00841161" w:rsidRDefault="00841161" w:rsidP="00F260D4">
      <w:pPr>
        <w:rPr>
          <w:sz w:val="18"/>
          <w:szCs w:val="18"/>
          <w:lang w:val="de-AT"/>
        </w:rPr>
      </w:pPr>
      <w:r>
        <w:rPr>
          <w:noProof/>
          <w:lang w:val="de-AT" w:eastAsia="de-AT"/>
        </w:rPr>
        <w:drawing>
          <wp:anchor distT="0" distB="0" distL="114300" distR="114300" simplePos="0" relativeHeight="251662336" behindDoc="0" locked="0" layoutInCell="1" allowOverlap="1" wp14:anchorId="718C01D7" wp14:editId="232F9709">
            <wp:simplePos x="0" y="0"/>
            <wp:positionH relativeFrom="column">
              <wp:posOffset>-114935</wp:posOffset>
            </wp:positionH>
            <wp:positionV relativeFrom="paragraph">
              <wp:posOffset>35560</wp:posOffset>
            </wp:positionV>
            <wp:extent cx="4065270" cy="3044190"/>
            <wp:effectExtent l="0" t="0" r="0" b="381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ndshakeHuntonAndritz_150dpi.jpg"/>
                    <pic:cNvPicPr/>
                  </pic:nvPicPr>
                  <pic:blipFill>
                    <a:blip r:embed="rId8">
                      <a:extLst>
                        <a:ext uri="{BEBA8EAE-BF5A-486C-A8C5-ECC9F3942E4B}">
                          <a14:imgProps xmlns:a14="http://schemas.microsoft.com/office/drawing/2010/main">
                            <a14:imgLayer r:embed="rId9">
                              <a14:imgEffect>
                                <a14:colorTemperature colorTemp="5300"/>
                              </a14:imgEffect>
                            </a14:imgLayer>
                          </a14:imgProps>
                        </a:ext>
                        <a:ext uri="{28A0092B-C50C-407E-A947-70E740481C1C}">
                          <a14:useLocalDpi xmlns:a14="http://schemas.microsoft.com/office/drawing/2010/main" val="0"/>
                        </a:ext>
                      </a:extLst>
                    </a:blip>
                    <a:stretch>
                      <a:fillRect/>
                    </a:stretch>
                  </pic:blipFill>
                  <pic:spPr>
                    <a:xfrm>
                      <a:off x="0" y="0"/>
                      <a:ext cx="4065270" cy="3044190"/>
                    </a:xfrm>
                    <a:prstGeom prst="rect">
                      <a:avLst/>
                    </a:prstGeom>
                  </pic:spPr>
                </pic:pic>
              </a:graphicData>
            </a:graphic>
            <wp14:sizeRelH relativeFrom="page">
              <wp14:pctWidth>0</wp14:pctWidth>
            </wp14:sizeRelH>
            <wp14:sizeRelV relativeFrom="page">
              <wp14:pctHeight>0</wp14:pctHeight>
            </wp14:sizeRelV>
          </wp:anchor>
        </w:drawing>
      </w:r>
    </w:p>
    <w:p w:rsidR="004E5388" w:rsidRPr="00841161" w:rsidRDefault="004E5388" w:rsidP="00F260D4">
      <w:pPr>
        <w:rPr>
          <w:sz w:val="18"/>
          <w:szCs w:val="18"/>
          <w:lang w:val="de-AT"/>
        </w:rPr>
      </w:pPr>
    </w:p>
    <w:p w:rsidR="004E5388" w:rsidRPr="00841161" w:rsidRDefault="004E5388" w:rsidP="00F260D4">
      <w:pPr>
        <w:rPr>
          <w:sz w:val="18"/>
          <w:szCs w:val="18"/>
          <w:lang w:val="de-AT"/>
        </w:rPr>
      </w:pPr>
    </w:p>
    <w:p w:rsidR="004E5388" w:rsidRPr="00841161" w:rsidRDefault="004E5388" w:rsidP="00F260D4">
      <w:pPr>
        <w:rPr>
          <w:sz w:val="18"/>
          <w:szCs w:val="18"/>
          <w:lang w:val="de-AT"/>
        </w:rPr>
      </w:pPr>
    </w:p>
    <w:p w:rsidR="00C507F7" w:rsidRPr="00C507F7" w:rsidRDefault="00A11AFE">
      <w:pPr>
        <w:spacing w:line="240" w:lineRule="auto"/>
        <w:rPr>
          <w:b/>
          <w:color w:val="000000"/>
          <w:sz w:val="18"/>
          <w:szCs w:val="18"/>
          <w:lang w:val="de-AT"/>
        </w:rPr>
      </w:pPr>
      <w:r w:rsidRPr="00E65DB4">
        <w:rPr>
          <w:rFonts w:cs="Arial"/>
          <w:color w:val="006EB4"/>
          <w:sz w:val="18"/>
          <w:szCs w:val="18"/>
          <w:lang w:val="de-AT"/>
        </w:rPr>
        <w:t>◄</w:t>
      </w:r>
      <w:r w:rsidR="00841970" w:rsidRPr="00E65DB4">
        <w:rPr>
          <w:color w:val="000000"/>
          <w:sz w:val="18"/>
          <w:szCs w:val="18"/>
          <w:lang w:val="de-AT"/>
        </w:rPr>
        <w:t xml:space="preserve"> </w:t>
      </w:r>
      <w:r w:rsidR="00DB5B5E">
        <w:rPr>
          <w:color w:val="000000"/>
          <w:sz w:val="18"/>
          <w:szCs w:val="18"/>
          <w:lang w:val="de-AT"/>
        </w:rPr>
        <w:t>H</w:t>
      </w:r>
      <w:r w:rsidR="00962EB1">
        <w:rPr>
          <w:color w:val="000000"/>
          <w:sz w:val="18"/>
          <w:szCs w:val="18"/>
          <w:lang w:val="de-AT"/>
        </w:rPr>
        <w:t>andschlag</w:t>
      </w:r>
      <w:r w:rsidR="00D76BA6">
        <w:rPr>
          <w:color w:val="000000"/>
          <w:sz w:val="18"/>
          <w:szCs w:val="18"/>
          <w:lang w:val="de-AT"/>
        </w:rPr>
        <w:t xml:space="preserve"> nach Vertragsunterzeichnung</w:t>
      </w:r>
      <w:r w:rsidR="004E5388">
        <w:rPr>
          <w:color w:val="000000"/>
          <w:sz w:val="18"/>
          <w:szCs w:val="18"/>
          <w:lang w:val="de-AT"/>
        </w:rPr>
        <w:t xml:space="preserve"> (</w:t>
      </w:r>
      <w:r w:rsidR="00C507F7">
        <w:rPr>
          <w:color w:val="000000"/>
          <w:sz w:val="18"/>
          <w:szCs w:val="18"/>
          <w:lang w:val="de-AT"/>
        </w:rPr>
        <w:t xml:space="preserve">von links nach rechts): </w:t>
      </w:r>
      <w:r w:rsidR="00C507F7" w:rsidRPr="00C507F7">
        <w:rPr>
          <w:color w:val="000000"/>
          <w:sz w:val="18"/>
          <w:szCs w:val="18"/>
          <w:lang w:val="de-AT"/>
        </w:rPr>
        <w:t xml:space="preserve">Reinhard Schlager, </w:t>
      </w:r>
      <w:r w:rsidR="004645C9">
        <w:rPr>
          <w:color w:val="000000"/>
          <w:sz w:val="18"/>
          <w:szCs w:val="18"/>
          <w:lang w:val="de-AT"/>
        </w:rPr>
        <w:t>F&amp;E</w:t>
      </w:r>
      <w:r w:rsidR="00C507F7" w:rsidRPr="00C507F7">
        <w:rPr>
          <w:color w:val="000000"/>
          <w:sz w:val="18"/>
          <w:szCs w:val="18"/>
          <w:lang w:val="de-AT"/>
        </w:rPr>
        <w:t>; Gerhard Zauner, Proje</w:t>
      </w:r>
      <w:r w:rsidR="004645C9">
        <w:rPr>
          <w:color w:val="000000"/>
          <w:sz w:val="18"/>
          <w:szCs w:val="18"/>
          <w:lang w:val="de-AT"/>
        </w:rPr>
        <w:t>k</w:t>
      </w:r>
      <w:r w:rsidR="00C507F7" w:rsidRPr="00C507F7">
        <w:rPr>
          <w:color w:val="000000"/>
          <w:sz w:val="18"/>
          <w:szCs w:val="18"/>
          <w:lang w:val="de-AT"/>
        </w:rPr>
        <w:t>t</w:t>
      </w:r>
      <w:r w:rsidR="004645C9">
        <w:rPr>
          <w:color w:val="000000"/>
          <w:sz w:val="18"/>
          <w:szCs w:val="18"/>
          <w:lang w:val="de-AT"/>
        </w:rPr>
        <w:t>leiter</w:t>
      </w:r>
      <w:r w:rsidR="00C507F7" w:rsidRPr="00C507F7">
        <w:rPr>
          <w:color w:val="000000"/>
          <w:sz w:val="18"/>
          <w:szCs w:val="18"/>
          <w:lang w:val="de-AT"/>
        </w:rPr>
        <w:t xml:space="preserve">, Thomas Hochmayr, </w:t>
      </w:r>
      <w:r w:rsidR="00962EB1">
        <w:rPr>
          <w:color w:val="000000"/>
          <w:sz w:val="18"/>
          <w:szCs w:val="18"/>
          <w:lang w:val="de-AT"/>
        </w:rPr>
        <w:t>k</w:t>
      </w:r>
      <w:r w:rsidR="004645C9">
        <w:rPr>
          <w:color w:val="000000"/>
          <w:sz w:val="18"/>
          <w:szCs w:val="18"/>
          <w:lang w:val="de-AT"/>
        </w:rPr>
        <w:t>aufmännischer Direkt</w:t>
      </w:r>
      <w:r w:rsidR="00C507F7" w:rsidRPr="00C507F7">
        <w:rPr>
          <w:color w:val="000000"/>
          <w:sz w:val="18"/>
          <w:szCs w:val="18"/>
          <w:lang w:val="de-AT"/>
        </w:rPr>
        <w:t>or; Michael Rupp, Dire</w:t>
      </w:r>
      <w:r w:rsidR="004645C9">
        <w:rPr>
          <w:color w:val="000000"/>
          <w:sz w:val="18"/>
          <w:szCs w:val="18"/>
          <w:lang w:val="de-AT"/>
        </w:rPr>
        <w:t>k</w:t>
      </w:r>
      <w:r w:rsidR="00C507F7" w:rsidRPr="00C507F7">
        <w:rPr>
          <w:color w:val="000000"/>
          <w:sz w:val="18"/>
          <w:szCs w:val="18"/>
          <w:lang w:val="de-AT"/>
        </w:rPr>
        <w:t xml:space="preserve">tor </w:t>
      </w:r>
      <w:proofErr w:type="spellStart"/>
      <w:r w:rsidR="00C507F7" w:rsidRPr="00C507F7">
        <w:rPr>
          <w:color w:val="000000"/>
          <w:sz w:val="18"/>
          <w:szCs w:val="18"/>
          <w:lang w:val="de-AT"/>
        </w:rPr>
        <w:t>Sales</w:t>
      </w:r>
      <w:proofErr w:type="spellEnd"/>
      <w:r w:rsidR="00C507F7" w:rsidRPr="00C507F7">
        <w:rPr>
          <w:color w:val="000000"/>
          <w:sz w:val="18"/>
          <w:szCs w:val="18"/>
          <w:lang w:val="de-AT"/>
        </w:rPr>
        <w:t xml:space="preserve"> </w:t>
      </w:r>
      <w:proofErr w:type="spellStart"/>
      <w:r w:rsidR="00C507F7" w:rsidRPr="00C507F7">
        <w:rPr>
          <w:color w:val="000000"/>
          <w:sz w:val="18"/>
          <w:szCs w:val="18"/>
          <w:lang w:val="de-AT"/>
        </w:rPr>
        <w:t>and</w:t>
      </w:r>
      <w:proofErr w:type="spellEnd"/>
      <w:r w:rsidR="00C507F7" w:rsidRPr="00C507F7">
        <w:rPr>
          <w:color w:val="000000"/>
          <w:sz w:val="18"/>
          <w:szCs w:val="18"/>
          <w:lang w:val="de-AT"/>
        </w:rPr>
        <w:t xml:space="preserve"> Marketing </w:t>
      </w:r>
      <w:r w:rsidR="004645C9">
        <w:rPr>
          <w:color w:val="000000"/>
          <w:sz w:val="18"/>
          <w:szCs w:val="18"/>
          <w:lang w:val="de-AT"/>
        </w:rPr>
        <w:t>(alle</w:t>
      </w:r>
      <w:r w:rsidR="00C507F7" w:rsidRPr="00C507F7">
        <w:rPr>
          <w:color w:val="000000"/>
          <w:sz w:val="18"/>
          <w:szCs w:val="18"/>
          <w:lang w:val="de-AT"/>
        </w:rPr>
        <w:t xml:space="preserve"> ANDRITZ</w:t>
      </w:r>
      <w:r w:rsidR="004645C9">
        <w:rPr>
          <w:color w:val="000000"/>
          <w:sz w:val="18"/>
          <w:szCs w:val="18"/>
          <w:lang w:val="de-AT"/>
        </w:rPr>
        <w:t>)</w:t>
      </w:r>
      <w:r w:rsidR="00C507F7" w:rsidRPr="00C507F7">
        <w:rPr>
          <w:color w:val="000000"/>
          <w:sz w:val="18"/>
          <w:szCs w:val="18"/>
          <w:lang w:val="de-AT"/>
        </w:rPr>
        <w:t xml:space="preserve"> </w:t>
      </w:r>
      <w:r w:rsidR="00C507F7">
        <w:rPr>
          <w:color w:val="000000"/>
          <w:sz w:val="18"/>
          <w:szCs w:val="18"/>
          <w:lang w:val="de-AT"/>
        </w:rPr>
        <w:t>mit</w:t>
      </w:r>
      <w:r w:rsidR="00C507F7" w:rsidRPr="00C507F7">
        <w:rPr>
          <w:color w:val="000000"/>
          <w:sz w:val="18"/>
          <w:szCs w:val="18"/>
          <w:lang w:val="de-AT"/>
        </w:rPr>
        <w:t xml:space="preserve"> </w:t>
      </w:r>
      <w:proofErr w:type="spellStart"/>
      <w:r w:rsidR="00C507F7" w:rsidRPr="00C507F7">
        <w:rPr>
          <w:color w:val="000000"/>
          <w:sz w:val="18"/>
          <w:szCs w:val="18"/>
          <w:lang w:val="de-AT"/>
        </w:rPr>
        <w:t>Runar</w:t>
      </w:r>
      <w:proofErr w:type="spellEnd"/>
      <w:r w:rsidR="00C507F7" w:rsidRPr="00C507F7">
        <w:rPr>
          <w:color w:val="000000"/>
          <w:sz w:val="18"/>
          <w:szCs w:val="18"/>
          <w:lang w:val="de-AT"/>
        </w:rPr>
        <w:t xml:space="preserve"> </w:t>
      </w:r>
      <w:proofErr w:type="spellStart"/>
      <w:r w:rsidR="00C507F7" w:rsidRPr="00C507F7">
        <w:rPr>
          <w:color w:val="000000"/>
          <w:sz w:val="18"/>
          <w:szCs w:val="18"/>
          <w:lang w:val="de-AT"/>
        </w:rPr>
        <w:t>Jakobsen</w:t>
      </w:r>
      <w:proofErr w:type="spellEnd"/>
      <w:r w:rsidR="00C507F7" w:rsidRPr="00C507F7">
        <w:rPr>
          <w:color w:val="000000"/>
          <w:sz w:val="18"/>
          <w:szCs w:val="18"/>
          <w:lang w:val="de-AT"/>
        </w:rPr>
        <w:t xml:space="preserve">, </w:t>
      </w:r>
      <w:r w:rsidR="004645C9">
        <w:rPr>
          <w:color w:val="000000"/>
          <w:sz w:val="18"/>
          <w:szCs w:val="18"/>
          <w:lang w:val="de-AT"/>
        </w:rPr>
        <w:t>Betriebsdirektor</w:t>
      </w:r>
      <w:r w:rsidR="00C507F7" w:rsidRPr="00C507F7">
        <w:rPr>
          <w:color w:val="000000"/>
          <w:sz w:val="18"/>
          <w:szCs w:val="18"/>
          <w:lang w:val="de-AT"/>
        </w:rPr>
        <w:t xml:space="preserve"> </w:t>
      </w:r>
      <w:r w:rsidR="00C507F7">
        <w:rPr>
          <w:color w:val="000000"/>
          <w:sz w:val="18"/>
          <w:szCs w:val="18"/>
          <w:lang w:val="de-AT"/>
        </w:rPr>
        <w:t>und</w:t>
      </w:r>
      <w:r w:rsidR="00C507F7" w:rsidRPr="00C507F7">
        <w:rPr>
          <w:color w:val="000000"/>
          <w:sz w:val="18"/>
          <w:szCs w:val="18"/>
          <w:lang w:val="de-AT"/>
        </w:rPr>
        <w:t xml:space="preserve"> Robert Dalen, Proje</w:t>
      </w:r>
      <w:r w:rsidR="004645C9">
        <w:rPr>
          <w:color w:val="000000"/>
          <w:sz w:val="18"/>
          <w:szCs w:val="18"/>
          <w:lang w:val="de-AT"/>
        </w:rPr>
        <w:t>k</w:t>
      </w:r>
      <w:r w:rsidR="00C507F7" w:rsidRPr="00C507F7">
        <w:rPr>
          <w:color w:val="000000"/>
          <w:sz w:val="18"/>
          <w:szCs w:val="18"/>
          <w:lang w:val="de-AT"/>
        </w:rPr>
        <w:t>t</w:t>
      </w:r>
      <w:r w:rsidR="004645C9">
        <w:rPr>
          <w:color w:val="000000"/>
          <w:sz w:val="18"/>
          <w:szCs w:val="18"/>
          <w:lang w:val="de-AT"/>
        </w:rPr>
        <w:t>leiter bei</w:t>
      </w:r>
      <w:r w:rsidR="00C507F7">
        <w:rPr>
          <w:color w:val="000000"/>
          <w:sz w:val="18"/>
          <w:szCs w:val="18"/>
          <w:lang w:val="de-AT"/>
        </w:rPr>
        <w:t xml:space="preserve"> </w:t>
      </w:r>
      <w:proofErr w:type="spellStart"/>
      <w:r w:rsidR="00C507F7" w:rsidRPr="00C507F7">
        <w:rPr>
          <w:color w:val="000000"/>
          <w:sz w:val="18"/>
          <w:szCs w:val="18"/>
          <w:lang w:val="de-AT"/>
        </w:rPr>
        <w:t>Hunton</w:t>
      </w:r>
      <w:proofErr w:type="spellEnd"/>
      <w:r w:rsidR="00C507F7" w:rsidRPr="00C507F7">
        <w:rPr>
          <w:color w:val="000000"/>
          <w:sz w:val="18"/>
          <w:szCs w:val="18"/>
          <w:lang w:val="de-AT"/>
        </w:rPr>
        <w:t xml:space="preserve"> Fiber AS.</w:t>
      </w:r>
    </w:p>
    <w:p w:rsidR="00F260D4" w:rsidRPr="00C507F7" w:rsidRDefault="00F260D4" w:rsidP="00C507F7">
      <w:pPr>
        <w:spacing w:line="240" w:lineRule="exact"/>
        <w:rPr>
          <w:lang w:val="de-AT"/>
        </w:rPr>
      </w:pPr>
      <w:r w:rsidRPr="00C507F7">
        <w:rPr>
          <w:lang w:val="de-AT"/>
        </w:rPr>
        <w:br w:type="page"/>
      </w:r>
    </w:p>
    <w:p w:rsidR="001446DE" w:rsidRDefault="001446DE" w:rsidP="00E65DB4">
      <w:pPr>
        <w:spacing w:line="240" w:lineRule="exact"/>
        <w:outlineLvl w:val="0"/>
        <w:rPr>
          <w:b/>
          <w:bCs/>
          <w:sz w:val="18"/>
          <w:szCs w:val="18"/>
          <w:lang w:val="de-AT"/>
        </w:rPr>
      </w:pPr>
    </w:p>
    <w:p w:rsidR="001446DE" w:rsidRDefault="001446DE" w:rsidP="00E65DB4">
      <w:pPr>
        <w:spacing w:line="240" w:lineRule="exact"/>
        <w:outlineLvl w:val="0"/>
        <w:rPr>
          <w:b/>
          <w:bCs/>
          <w:sz w:val="18"/>
          <w:szCs w:val="18"/>
          <w:lang w:val="de-AT"/>
        </w:rPr>
      </w:pPr>
    </w:p>
    <w:p w:rsidR="001446DE" w:rsidRDefault="001446DE" w:rsidP="00E65DB4">
      <w:pPr>
        <w:spacing w:line="240" w:lineRule="exact"/>
        <w:outlineLvl w:val="0"/>
        <w:rPr>
          <w:b/>
          <w:bCs/>
          <w:sz w:val="18"/>
          <w:szCs w:val="18"/>
          <w:lang w:val="de-AT"/>
        </w:rPr>
      </w:pPr>
    </w:p>
    <w:p w:rsidR="001446DE" w:rsidRDefault="001446DE" w:rsidP="00E65DB4">
      <w:pPr>
        <w:spacing w:line="240" w:lineRule="exact"/>
        <w:outlineLvl w:val="0"/>
        <w:rPr>
          <w:b/>
          <w:bCs/>
          <w:sz w:val="18"/>
          <w:szCs w:val="18"/>
          <w:lang w:val="de-AT"/>
        </w:rPr>
      </w:pPr>
    </w:p>
    <w:p w:rsidR="001446DE" w:rsidRDefault="001446DE" w:rsidP="00E65DB4">
      <w:pPr>
        <w:spacing w:line="240" w:lineRule="exact"/>
        <w:outlineLvl w:val="0"/>
        <w:rPr>
          <w:b/>
          <w:bCs/>
          <w:sz w:val="18"/>
          <w:szCs w:val="18"/>
          <w:lang w:val="de-AT"/>
        </w:rPr>
      </w:pPr>
    </w:p>
    <w:p w:rsidR="00E65DB4" w:rsidRPr="00DA5B62" w:rsidRDefault="00E65DB4" w:rsidP="00E65DB4">
      <w:pPr>
        <w:spacing w:line="240" w:lineRule="exact"/>
        <w:outlineLvl w:val="0"/>
        <w:rPr>
          <w:b/>
          <w:bCs/>
          <w:sz w:val="18"/>
          <w:szCs w:val="18"/>
          <w:lang w:val="de-AT"/>
        </w:rPr>
      </w:pPr>
      <w:r w:rsidRPr="00DA5B62">
        <w:rPr>
          <w:b/>
          <w:bCs/>
          <w:sz w:val="18"/>
          <w:szCs w:val="18"/>
          <w:lang w:val="de-AT"/>
        </w:rPr>
        <w:t>Download Presse-Information und Foto</w:t>
      </w:r>
    </w:p>
    <w:p w:rsidR="00E65DB4" w:rsidRPr="00DA5B62" w:rsidRDefault="00E65DB4" w:rsidP="00E65DB4">
      <w:pPr>
        <w:spacing w:line="240" w:lineRule="exact"/>
        <w:outlineLvl w:val="0"/>
        <w:rPr>
          <w:bCs/>
          <w:sz w:val="18"/>
          <w:szCs w:val="18"/>
          <w:lang w:val="de-AT"/>
        </w:rPr>
      </w:pPr>
      <w:r w:rsidRPr="00DA5B62">
        <w:rPr>
          <w:bCs/>
          <w:sz w:val="18"/>
          <w:szCs w:val="18"/>
          <w:lang w:val="de-AT"/>
        </w:rPr>
        <w:t xml:space="preserve">Presse-Information und Foto stehen unter </w:t>
      </w:r>
      <w:hyperlink r:id="rId10" w:history="1">
        <w:r w:rsidRPr="00DA5B62">
          <w:rPr>
            <w:rStyle w:val="Hyperlink"/>
            <w:bCs/>
            <w:sz w:val="18"/>
            <w:szCs w:val="18"/>
            <w:lang w:val="de-AT"/>
          </w:rPr>
          <w:t>www.andritz.com/news-de</w:t>
        </w:r>
      </w:hyperlink>
      <w:r>
        <w:rPr>
          <w:bCs/>
          <w:sz w:val="18"/>
          <w:szCs w:val="18"/>
          <w:lang w:val="de-AT"/>
        </w:rPr>
        <w:t xml:space="preserve"> </w:t>
      </w:r>
      <w:r w:rsidRPr="00DA5B62">
        <w:rPr>
          <w:bCs/>
          <w:sz w:val="18"/>
          <w:szCs w:val="18"/>
          <w:lang w:val="de-AT"/>
        </w:rPr>
        <w:t>zum Download zur Verfügung. Honorarfreie Veröffentlichung des Fotos unter der Quellenangabe „Foto: ANDRITZ“.</w:t>
      </w:r>
    </w:p>
    <w:p w:rsidR="00E65DB4" w:rsidRPr="00DA5B62" w:rsidRDefault="00E65DB4" w:rsidP="00F260D4">
      <w:pPr>
        <w:rPr>
          <w:bCs/>
          <w:sz w:val="18"/>
          <w:szCs w:val="18"/>
          <w:lang w:val="de-AT"/>
        </w:rPr>
      </w:pPr>
    </w:p>
    <w:p w:rsidR="001446DE" w:rsidRPr="001446DE" w:rsidRDefault="001446DE" w:rsidP="001446DE">
      <w:pPr>
        <w:spacing w:line="240" w:lineRule="exact"/>
        <w:rPr>
          <w:rStyle w:val="BesuchterHyperlink"/>
          <w:rFonts w:eastAsia="SimSun" w:cs="Courier New"/>
          <w:b/>
          <w:color w:val="000000"/>
          <w:sz w:val="18"/>
          <w:szCs w:val="20"/>
          <w:u w:val="none"/>
          <w:lang w:val="de-AT"/>
        </w:rPr>
      </w:pPr>
      <w:r w:rsidRPr="001446DE">
        <w:rPr>
          <w:rStyle w:val="BesuchterHyperlink"/>
          <w:rFonts w:eastAsia="SimSun" w:cs="Courier New"/>
          <w:b/>
          <w:color w:val="000000"/>
          <w:sz w:val="18"/>
          <w:szCs w:val="20"/>
          <w:u w:val="none"/>
          <w:lang w:val="de-AT"/>
        </w:rPr>
        <w:t>Für weitere Informationen wenden Sie sich bitte an:</w:t>
      </w:r>
    </w:p>
    <w:p w:rsidR="001446DE" w:rsidRPr="001446DE" w:rsidRDefault="001446DE" w:rsidP="001446DE">
      <w:pPr>
        <w:spacing w:line="240" w:lineRule="exact"/>
        <w:rPr>
          <w:rStyle w:val="BesuchterHyperlink"/>
          <w:rFonts w:eastAsia="SimSun" w:cs="Courier New"/>
          <w:color w:val="000000"/>
          <w:sz w:val="18"/>
          <w:szCs w:val="20"/>
          <w:u w:val="none"/>
        </w:rPr>
      </w:pPr>
      <w:r w:rsidRPr="001446DE">
        <w:rPr>
          <w:rStyle w:val="BesuchterHyperlink"/>
          <w:rFonts w:eastAsia="SimSun" w:cs="Courier New"/>
          <w:color w:val="000000"/>
          <w:sz w:val="18"/>
          <w:szCs w:val="20"/>
          <w:u w:val="none"/>
        </w:rPr>
        <w:t>Dr. Michael Buchbauer</w:t>
      </w:r>
    </w:p>
    <w:p w:rsidR="001446DE" w:rsidRPr="001446DE" w:rsidRDefault="001446DE" w:rsidP="001446DE">
      <w:pPr>
        <w:spacing w:line="240" w:lineRule="exact"/>
        <w:rPr>
          <w:rStyle w:val="BesuchterHyperlink"/>
          <w:rFonts w:eastAsia="SimSun" w:cs="Courier New"/>
          <w:color w:val="000000"/>
          <w:sz w:val="18"/>
          <w:szCs w:val="20"/>
          <w:u w:val="none"/>
        </w:rPr>
      </w:pPr>
      <w:r w:rsidRPr="001446DE">
        <w:rPr>
          <w:rStyle w:val="BesuchterHyperlink"/>
          <w:rFonts w:eastAsia="SimSun" w:cs="Courier New"/>
          <w:color w:val="000000"/>
          <w:sz w:val="18"/>
          <w:szCs w:val="20"/>
          <w:u w:val="none"/>
        </w:rPr>
        <w:t>Head of Corporate Communications</w:t>
      </w:r>
    </w:p>
    <w:p w:rsidR="001446DE" w:rsidRPr="001446DE" w:rsidRDefault="001446DE" w:rsidP="001446DE">
      <w:pPr>
        <w:spacing w:line="240" w:lineRule="exact"/>
        <w:rPr>
          <w:rStyle w:val="BesuchterHyperlink"/>
          <w:rFonts w:eastAsia="SimSun" w:cs="Courier New"/>
          <w:color w:val="000000"/>
          <w:sz w:val="18"/>
          <w:szCs w:val="20"/>
          <w:u w:val="none"/>
        </w:rPr>
      </w:pPr>
      <w:r w:rsidRPr="001446DE">
        <w:rPr>
          <w:rStyle w:val="BesuchterHyperlink"/>
          <w:rFonts w:eastAsia="SimSun" w:cs="Courier New"/>
          <w:color w:val="000000"/>
          <w:sz w:val="18"/>
          <w:szCs w:val="20"/>
          <w:u w:val="none"/>
        </w:rPr>
        <w:t>michael.buchbauer@andritz.com</w:t>
      </w:r>
    </w:p>
    <w:p w:rsidR="001446DE" w:rsidRPr="001446DE" w:rsidRDefault="001446DE" w:rsidP="001446DE">
      <w:pPr>
        <w:spacing w:line="240" w:lineRule="exact"/>
        <w:rPr>
          <w:rStyle w:val="BesuchterHyperlink"/>
          <w:rFonts w:eastAsia="SimSun" w:cs="Courier New"/>
          <w:color w:val="000000"/>
          <w:sz w:val="18"/>
          <w:szCs w:val="20"/>
          <w:u w:val="none"/>
        </w:rPr>
      </w:pPr>
      <w:r w:rsidRPr="001446DE">
        <w:rPr>
          <w:rStyle w:val="BesuchterHyperlink"/>
          <w:rFonts w:eastAsia="SimSun" w:cs="Courier New"/>
          <w:color w:val="000000"/>
          <w:sz w:val="18"/>
          <w:szCs w:val="20"/>
          <w:u w:val="none"/>
        </w:rPr>
        <w:t>www.andritz.com</w:t>
      </w:r>
    </w:p>
    <w:p w:rsidR="00E65DB4" w:rsidRPr="00E65DB4" w:rsidRDefault="00E65DB4" w:rsidP="00F260D4">
      <w:pPr>
        <w:rPr>
          <w:bCs/>
          <w:sz w:val="18"/>
          <w:szCs w:val="18"/>
          <w:lang w:val="en-US"/>
        </w:rPr>
      </w:pPr>
    </w:p>
    <w:p w:rsidR="00E65DB4" w:rsidRPr="00353FB6" w:rsidRDefault="00E65DB4" w:rsidP="00E65DB4">
      <w:pPr>
        <w:spacing w:line="240" w:lineRule="exact"/>
        <w:outlineLvl w:val="0"/>
        <w:rPr>
          <w:b/>
          <w:bCs/>
          <w:sz w:val="18"/>
          <w:szCs w:val="18"/>
          <w:lang w:val="de-AT"/>
        </w:rPr>
      </w:pPr>
      <w:r w:rsidRPr="00353FB6">
        <w:rPr>
          <w:b/>
          <w:sz w:val="18"/>
          <w:szCs w:val="18"/>
          <w:lang w:val="de-AT"/>
        </w:rPr>
        <w:t>Die ANDRITZ-GRUPPE</w:t>
      </w:r>
    </w:p>
    <w:p w:rsidR="00E65DB4" w:rsidRDefault="001446DE" w:rsidP="00E65DB4">
      <w:pPr>
        <w:spacing w:line="240" w:lineRule="exact"/>
        <w:rPr>
          <w:rFonts w:cs="Courier New"/>
          <w:color w:val="000000"/>
          <w:sz w:val="18"/>
          <w:szCs w:val="20"/>
          <w:lang w:val="de-AT"/>
        </w:rPr>
      </w:pPr>
      <w:r w:rsidRPr="001446DE">
        <w:rPr>
          <w:rFonts w:cs="Courier New"/>
          <w:color w:val="000000"/>
          <w:sz w:val="18"/>
          <w:szCs w:val="20"/>
          <w:lang w:val="de-AT"/>
        </w:rPr>
        <w:t xml:space="preserve">ANDRITZ ist einer der weltweit führenden Lieferanten von Anlagen, Ausrüstungen und Serviceleistungen für Wasserkraftwerke, die Zellstoff- und Papierindustrie, die metallverarbeitende Industrie und Stahlindustrie, die kommunale und industrielle Fest-Flüssig-Trennung sowie die Tierfutter- und </w:t>
      </w:r>
      <w:proofErr w:type="spellStart"/>
      <w:r w:rsidRPr="001446DE">
        <w:rPr>
          <w:rFonts w:cs="Courier New"/>
          <w:color w:val="000000"/>
          <w:sz w:val="18"/>
          <w:szCs w:val="20"/>
          <w:lang w:val="de-AT"/>
        </w:rPr>
        <w:t>Biomassepelletierung</w:t>
      </w:r>
      <w:proofErr w:type="spellEnd"/>
      <w:r w:rsidRPr="001446DE">
        <w:rPr>
          <w:rFonts w:cs="Courier New"/>
          <w:color w:val="000000"/>
          <w:sz w:val="18"/>
          <w:szCs w:val="20"/>
          <w:lang w:val="de-AT"/>
        </w:rPr>
        <w:t xml:space="preserve">. Weitere wesentliche Geschäftsfelder sind die Automatisierung sowie das Servicegeschäft. Darüber hinaus ist der internationale Konzern auch im Bereich der Energieerzeugung (Dampfkesselanlagen, Biomassekraftwerke, Rückgewinnungskessel sowie </w:t>
      </w:r>
      <w:proofErr w:type="spellStart"/>
      <w:r w:rsidRPr="001446DE">
        <w:rPr>
          <w:rFonts w:cs="Courier New"/>
          <w:color w:val="000000"/>
          <w:sz w:val="18"/>
          <w:szCs w:val="20"/>
          <w:lang w:val="de-AT"/>
        </w:rPr>
        <w:t>Gasifizierungsanlagen</w:t>
      </w:r>
      <w:proofErr w:type="spellEnd"/>
      <w:r w:rsidRPr="001446DE">
        <w:rPr>
          <w:rFonts w:cs="Courier New"/>
          <w:color w:val="000000"/>
          <w:sz w:val="18"/>
          <w:szCs w:val="20"/>
          <w:lang w:val="de-AT"/>
        </w:rPr>
        <w:t>) und Umwelttechnik (Rauchgasreinigungsanlagen) tätig und bietet Anlagen zur Produktion von Vliesstoffen, Viskosezellstoff und Faserplatten sowie Recyclinganlagen an. Der Hauptsitz des börsennotierten Technologiekonzerns, der weltweit rund 25.200 Mitarbeiter beschäftigt, befindet sich in Graz, Österreich. ANDRITZ betreibt über 250 Standorte in mehr als 40 Ländern.</w:t>
      </w:r>
    </w:p>
    <w:p w:rsidR="001446DE" w:rsidRPr="00587D29" w:rsidRDefault="001446DE" w:rsidP="00E65DB4">
      <w:pPr>
        <w:spacing w:line="240" w:lineRule="exact"/>
        <w:rPr>
          <w:sz w:val="18"/>
          <w:szCs w:val="18"/>
          <w:lang w:val="de-AT"/>
        </w:rPr>
      </w:pPr>
    </w:p>
    <w:p w:rsidR="00E65DB4" w:rsidRPr="00DA5B62" w:rsidRDefault="00E65DB4" w:rsidP="001446DE">
      <w:pPr>
        <w:spacing w:line="240" w:lineRule="exact"/>
        <w:rPr>
          <w:b/>
          <w:sz w:val="18"/>
          <w:szCs w:val="18"/>
          <w:lang w:val="de-AT"/>
        </w:rPr>
      </w:pPr>
      <w:r w:rsidRPr="00DA5B62">
        <w:rPr>
          <w:b/>
          <w:sz w:val="18"/>
          <w:szCs w:val="18"/>
          <w:lang w:val="de-AT"/>
        </w:rPr>
        <w:t>ANDRITZ PULP &amp; PAPER</w:t>
      </w:r>
    </w:p>
    <w:p w:rsidR="00E65DB4" w:rsidRPr="001446DE" w:rsidRDefault="001446DE" w:rsidP="001446DE">
      <w:pPr>
        <w:spacing w:line="240" w:lineRule="exact"/>
      </w:pPr>
      <w:r w:rsidRPr="001446DE">
        <w:rPr>
          <w:sz w:val="18"/>
          <w:szCs w:val="18"/>
          <w:lang w:val="de-AT" w:eastAsia="de-AT"/>
        </w:rPr>
        <w:t xml:space="preserve">ANDRITZ PULP &amp; PAPER ist ein weltweit führender Anbieter von kompletten Anlagen, Systemen, Ausrüstungen und umfassenden Serviceleistungen für die Erzeugung und Weiterverarbeitung aller Arten von Faserstoffen, Papier, </w:t>
      </w:r>
      <w:proofErr w:type="spellStart"/>
      <w:r w:rsidRPr="001446DE">
        <w:rPr>
          <w:sz w:val="18"/>
          <w:szCs w:val="18"/>
          <w:lang w:val="de-AT" w:eastAsia="de-AT"/>
        </w:rPr>
        <w:t>Tissuepapier</w:t>
      </w:r>
      <w:proofErr w:type="spellEnd"/>
      <w:r w:rsidRPr="001446DE">
        <w:rPr>
          <w:sz w:val="18"/>
          <w:szCs w:val="18"/>
          <w:lang w:val="de-AT" w:eastAsia="de-AT"/>
        </w:rPr>
        <w:t xml:space="preserve"> und Karton. Die Technologien umfassen die Verarbeitung von Holz, </w:t>
      </w:r>
      <w:proofErr w:type="spellStart"/>
      <w:r w:rsidRPr="001446DE">
        <w:rPr>
          <w:sz w:val="18"/>
          <w:szCs w:val="18"/>
          <w:lang w:val="de-AT" w:eastAsia="de-AT"/>
        </w:rPr>
        <w:t>Einjahrespflanzen</w:t>
      </w:r>
      <w:proofErr w:type="spellEnd"/>
      <w:r w:rsidRPr="001446DE">
        <w:rPr>
          <w:sz w:val="18"/>
          <w:szCs w:val="18"/>
          <w:lang w:val="de-AT" w:eastAsia="de-AT"/>
        </w:rPr>
        <w:t xml:space="preserve"> und Altpapier, die Erzeugung von Zellstoff, Holzstoff und Recyclingfaserstoffen, die Rückgewinnung und Wiederverwertung von Chemikalien, die Aufbereitung des Papiermaschineneintrags, die Erzeugung von Papier, </w:t>
      </w:r>
      <w:proofErr w:type="spellStart"/>
      <w:r w:rsidRPr="001446DE">
        <w:rPr>
          <w:sz w:val="18"/>
          <w:szCs w:val="18"/>
          <w:lang w:val="de-AT" w:eastAsia="de-AT"/>
        </w:rPr>
        <w:t>Tissuepapier</w:t>
      </w:r>
      <w:proofErr w:type="spellEnd"/>
      <w:r w:rsidRPr="001446DE">
        <w:rPr>
          <w:sz w:val="18"/>
          <w:szCs w:val="18"/>
          <w:lang w:val="de-AT" w:eastAsia="de-AT"/>
        </w:rPr>
        <w:t xml:space="preserve"> und Karton, die Veredelung und Beschichtung von Papier sowie die </w:t>
      </w:r>
      <w:proofErr w:type="spellStart"/>
      <w:r w:rsidRPr="001446DE">
        <w:rPr>
          <w:sz w:val="18"/>
          <w:szCs w:val="18"/>
          <w:lang w:val="de-AT" w:eastAsia="de-AT"/>
        </w:rPr>
        <w:t>Rejekt</w:t>
      </w:r>
      <w:proofErr w:type="spellEnd"/>
      <w:r w:rsidRPr="001446DE">
        <w:rPr>
          <w:sz w:val="18"/>
          <w:szCs w:val="18"/>
          <w:lang w:val="de-AT" w:eastAsia="de-AT"/>
        </w:rPr>
        <w:t xml:space="preserve">- und Schlammbehandlung. Das Serviceangebot inkludiert System- und Maschinenmodernisierungen, Umbauten, Ersatz- und Verschleißteile, Dienstleistungen vor Ort sowie in der Werkstätte, Optimierungen der Prozessleistung, Wartungs- und Automatisierungslösungen sowie Maschinenverlegungen und Gebrauchtanlagen. Zum Geschäftsbereich gehören auch die Bereiche Biomasse-, Dampf- und Rückgewinnungskessel sowie </w:t>
      </w:r>
      <w:proofErr w:type="spellStart"/>
      <w:r w:rsidRPr="001446DE">
        <w:rPr>
          <w:sz w:val="18"/>
          <w:szCs w:val="18"/>
          <w:lang w:val="de-AT" w:eastAsia="de-AT"/>
        </w:rPr>
        <w:t>Gasifizierungsanlagen</w:t>
      </w:r>
      <w:proofErr w:type="spellEnd"/>
      <w:r w:rsidRPr="001446DE">
        <w:rPr>
          <w:sz w:val="18"/>
          <w:szCs w:val="18"/>
          <w:lang w:val="de-AT" w:eastAsia="de-AT"/>
        </w:rPr>
        <w:t xml:space="preserve"> für die Energieerzeugung, Rauchgasreinigungsanlagen, Anlagen zur Produktion von Vliesstoffen, Viskosezellstoff und Faserplatten (MDF) sowie Recyclinganlagen.</w:t>
      </w:r>
    </w:p>
    <w:bookmarkEnd w:id="0"/>
    <w:p w:rsidR="00117D3E" w:rsidRPr="00F260D4" w:rsidRDefault="00117D3E" w:rsidP="00F260D4">
      <w:pPr>
        <w:rPr>
          <w:lang w:val="de-AT"/>
        </w:rPr>
      </w:pPr>
    </w:p>
    <w:sectPr w:rsidR="00117D3E" w:rsidRPr="00F260D4" w:rsidSect="004E5388">
      <w:headerReference w:type="default" r:id="rId11"/>
      <w:headerReference w:type="first" r:id="rId12"/>
      <w:pgSz w:w="11906" w:h="16838" w:code="9"/>
      <w:pgMar w:top="1985" w:right="851" w:bottom="567" w:left="1418" w:header="851"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EE9" w:rsidRDefault="00596EE9">
      <w:r>
        <w:separator/>
      </w:r>
    </w:p>
  </w:endnote>
  <w:endnote w:type="continuationSeparator" w:id="0">
    <w:p w:rsidR="00596EE9" w:rsidRDefault="00596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EE9" w:rsidRDefault="00596EE9">
      <w:r>
        <w:separator/>
      </w:r>
    </w:p>
  </w:footnote>
  <w:footnote w:type="continuationSeparator" w:id="0">
    <w:p w:rsidR="00596EE9" w:rsidRDefault="00596E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C52EE6" w:rsidP="00A16754">
    <w:pPr>
      <w:pStyle w:val="Kopfzeile"/>
      <w:jc w:val="right"/>
    </w:pPr>
    <w:r>
      <w:rPr>
        <w:noProof/>
        <w:lang w:val="de-AT" w:eastAsia="de-AT"/>
      </w:rPr>
      <w:drawing>
        <wp:anchor distT="0" distB="0" distL="114300" distR="114300" simplePos="0" relativeHeight="251656704" behindDoc="0" locked="1" layoutInCell="1" allowOverlap="1" wp14:anchorId="2330CC16" wp14:editId="22122656">
          <wp:simplePos x="0" y="0"/>
          <wp:positionH relativeFrom="column">
            <wp:posOffset>4616450</wp:posOffset>
          </wp:positionH>
          <wp:positionV relativeFrom="paragraph">
            <wp:posOffset>40640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3673" w:rsidRDefault="00C23673" w:rsidP="00A16754">
    <w:pPr>
      <w:pStyle w:val="Kopfzeile"/>
      <w:jc w:val="right"/>
    </w:pPr>
  </w:p>
  <w:p w:rsidR="00C23673" w:rsidRDefault="00C23673" w:rsidP="00A16754">
    <w:pPr>
      <w:pStyle w:val="Kopfzeile"/>
      <w:jc w:val="right"/>
    </w:pPr>
  </w:p>
  <w:p w:rsidR="00C23673" w:rsidRPr="008A6F0F" w:rsidRDefault="00C23673"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1446DE">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1446DE">
      <w:rPr>
        <w:noProof/>
        <w:color w:val="000000"/>
        <w:szCs w:val="20"/>
      </w:rPr>
      <w:t>2</w:t>
    </w:r>
    <w:r w:rsidRPr="008A6F0F">
      <w:rPr>
        <w:color w:val="000000"/>
        <w:szCs w:val="20"/>
      </w:rPr>
      <w:fldChar w:fldCharType="end"/>
    </w:r>
    <w:r w:rsidRPr="008A6F0F">
      <w:rPr>
        <w:color w:val="000000"/>
        <w:szCs w:val="20"/>
      </w:rPr>
      <w:t>)</w:t>
    </w:r>
  </w:p>
  <w:p w:rsidR="00C23673" w:rsidRDefault="00C23673"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673" w:rsidRDefault="00C23673" w:rsidP="00B17E06">
    <w:pPr>
      <w:pStyle w:val="Kopfzeile"/>
      <w:jc w:val="right"/>
    </w:pPr>
  </w:p>
  <w:p w:rsidR="00C23673" w:rsidRDefault="00B82DE1" w:rsidP="00B17E06">
    <w:pPr>
      <w:pStyle w:val="Kopfzeile"/>
      <w:jc w:val="right"/>
    </w:pPr>
    <w:r>
      <w:rPr>
        <w:noProof/>
        <w:lang w:val="de-AT" w:eastAsia="de-AT"/>
      </w:rPr>
      <w:drawing>
        <wp:anchor distT="0" distB="0" distL="114300" distR="114300" simplePos="0" relativeHeight="251658752" behindDoc="0" locked="0" layoutInCell="1" allowOverlap="1" wp14:anchorId="2AEAB326" wp14:editId="08E78CCE">
          <wp:simplePos x="0" y="0"/>
          <wp:positionH relativeFrom="column">
            <wp:posOffset>4592955</wp:posOffset>
          </wp:positionH>
          <wp:positionV relativeFrom="paragraph">
            <wp:posOffset>-124460</wp:posOffset>
          </wp:positionV>
          <wp:extent cx="1525270" cy="28702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RITZ-color-office-36m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5270" cy="287020"/>
                  </a:xfrm>
                  <a:prstGeom prst="rect">
                    <a:avLst/>
                  </a:prstGeom>
                </pic:spPr>
              </pic:pic>
            </a:graphicData>
          </a:graphic>
          <wp14:sizeRelH relativeFrom="page">
            <wp14:pctWidth>0</wp14:pctWidth>
          </wp14:sizeRelH>
          <wp14:sizeRelV relativeFrom="page">
            <wp14:pctHeight>0</wp14:pctHeight>
          </wp14:sizeRelV>
        </wp:anchor>
      </w:drawing>
    </w:r>
    <w:r w:rsidR="00C52EE6">
      <w:rPr>
        <w:noProof/>
        <w:lang w:val="de-AT" w:eastAsia="de-AT"/>
      </w:rPr>
      <mc:AlternateContent>
        <mc:Choice Requires="wps">
          <w:drawing>
            <wp:anchor distT="0" distB="215900" distL="114300" distR="215900" simplePos="0" relativeHeight="251657728" behindDoc="0" locked="1" layoutInCell="1" allowOverlap="1" wp14:anchorId="36115FB4" wp14:editId="53913DF4">
              <wp:simplePos x="0" y="0"/>
              <wp:positionH relativeFrom="page">
                <wp:posOffset>575945</wp:posOffset>
              </wp:positionH>
              <wp:positionV relativeFrom="page">
                <wp:posOffset>1966595</wp:posOffset>
              </wp:positionV>
              <wp:extent cx="215900" cy="125984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45.35pt;margin-top:154.85pt;width:17pt;height:99.2pt;z-index:251657728;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" fillcolor="#006eb4" stroked="f">
              <w10:wrap anchorx="page" anchory="page"/>
              <w10:anchorlock/>
            </v:rect>
          </w:pict>
        </mc:Fallback>
      </mc:AlternateContent>
    </w:r>
  </w:p>
  <w:p w:rsidR="00C23673" w:rsidRDefault="00C23673"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C1626BE8"/>
    <w:numStyleLink w:val="List1"/>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C1626BE8"/>
    <w:numStyleLink w:val="List1"/>
  </w:abstractNum>
  <w:abstractNum w:abstractNumId="7">
    <w:nsid w:val="23192848"/>
    <w:multiLevelType w:val="multilevel"/>
    <w:tmpl w:val="C1626BE8"/>
    <w:numStyleLink w:val="List1"/>
  </w:abstractNum>
  <w:abstractNum w:abstractNumId="8">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C1626BE8"/>
    <w:numStyleLink w:val="List1"/>
  </w:abstractNum>
  <w:abstractNum w:abstractNumId="13">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C1626BE8"/>
    <w:numStyleLink w:val="List1"/>
  </w:abstractNum>
  <w:abstractNum w:abstractNumId="16">
    <w:nsid w:val="3E4E0363"/>
    <w:multiLevelType w:val="multilevel"/>
    <w:tmpl w:val="C1626BE8"/>
    <w:numStyleLink w:val="List1"/>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C1626BE8"/>
    <w:numStyleLink w:val="List1"/>
  </w:abstractNum>
  <w:abstractNum w:abstractNumId="20">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numStyleLink w:val="NumberedList"/>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C1626BE8"/>
    <w:numStyleLink w:val="List1"/>
  </w:abstractNum>
  <w:abstractNum w:abstractNumId="25">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activeWritingStyle w:appName="MSWord" w:lang="en-US" w:vendorID="64" w:dllVersion="131078" w:nlCheck="1" w:checkStyle="1"/>
  <w:activeWritingStyle w:appName="MSWord" w:lang="de-DE" w:vendorID="64" w:dllVersion="131078" w:nlCheck="1" w:checkStyle="1"/>
  <w:activeWritingStyle w:appName="MSWord" w:lang="de-AT"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2677"/>
    <w:rsid w:val="00004F6B"/>
    <w:rsid w:val="000122BC"/>
    <w:rsid w:val="00012F27"/>
    <w:rsid w:val="00024A54"/>
    <w:rsid w:val="000315B1"/>
    <w:rsid w:val="000336F8"/>
    <w:rsid w:val="00040CFE"/>
    <w:rsid w:val="00041546"/>
    <w:rsid w:val="000569CE"/>
    <w:rsid w:val="0005770D"/>
    <w:rsid w:val="000619D8"/>
    <w:rsid w:val="0006704D"/>
    <w:rsid w:val="00067A01"/>
    <w:rsid w:val="00072533"/>
    <w:rsid w:val="000774E2"/>
    <w:rsid w:val="000824FA"/>
    <w:rsid w:val="000839AB"/>
    <w:rsid w:val="000843B2"/>
    <w:rsid w:val="00084998"/>
    <w:rsid w:val="00093C1B"/>
    <w:rsid w:val="00093CB8"/>
    <w:rsid w:val="000A05B8"/>
    <w:rsid w:val="000A4517"/>
    <w:rsid w:val="000B057A"/>
    <w:rsid w:val="000B1AC8"/>
    <w:rsid w:val="000B5B98"/>
    <w:rsid w:val="000C2342"/>
    <w:rsid w:val="000C388F"/>
    <w:rsid w:val="000D1FDF"/>
    <w:rsid w:val="000D5C4D"/>
    <w:rsid w:val="000E42BF"/>
    <w:rsid w:val="000E49BA"/>
    <w:rsid w:val="000F35DC"/>
    <w:rsid w:val="000F74E3"/>
    <w:rsid w:val="000F7863"/>
    <w:rsid w:val="0010525A"/>
    <w:rsid w:val="00113F24"/>
    <w:rsid w:val="00116EE6"/>
    <w:rsid w:val="00117353"/>
    <w:rsid w:val="00117D3E"/>
    <w:rsid w:val="001229C1"/>
    <w:rsid w:val="00122DD2"/>
    <w:rsid w:val="00124B13"/>
    <w:rsid w:val="001342F0"/>
    <w:rsid w:val="001366A1"/>
    <w:rsid w:val="001446DE"/>
    <w:rsid w:val="001455F6"/>
    <w:rsid w:val="0017148F"/>
    <w:rsid w:val="00173EFD"/>
    <w:rsid w:val="00174EF9"/>
    <w:rsid w:val="00177817"/>
    <w:rsid w:val="00183D5B"/>
    <w:rsid w:val="00184AD2"/>
    <w:rsid w:val="001857CE"/>
    <w:rsid w:val="00186743"/>
    <w:rsid w:val="001867BC"/>
    <w:rsid w:val="001905C3"/>
    <w:rsid w:val="00193039"/>
    <w:rsid w:val="0019798F"/>
    <w:rsid w:val="001A1632"/>
    <w:rsid w:val="001A41AC"/>
    <w:rsid w:val="001A5877"/>
    <w:rsid w:val="001A6627"/>
    <w:rsid w:val="001B5BB1"/>
    <w:rsid w:val="001B5F45"/>
    <w:rsid w:val="001B61A1"/>
    <w:rsid w:val="001C11CA"/>
    <w:rsid w:val="001C3B00"/>
    <w:rsid w:val="001C57F2"/>
    <w:rsid w:val="001D03DD"/>
    <w:rsid w:val="001D2D37"/>
    <w:rsid w:val="001D44F6"/>
    <w:rsid w:val="001E0050"/>
    <w:rsid w:val="001E2086"/>
    <w:rsid w:val="001E2172"/>
    <w:rsid w:val="001E6C51"/>
    <w:rsid w:val="001F346A"/>
    <w:rsid w:val="001F3484"/>
    <w:rsid w:val="001F3DC0"/>
    <w:rsid w:val="001F46A4"/>
    <w:rsid w:val="00200B7B"/>
    <w:rsid w:val="002075AA"/>
    <w:rsid w:val="00212132"/>
    <w:rsid w:val="002175B1"/>
    <w:rsid w:val="002213D1"/>
    <w:rsid w:val="002226EE"/>
    <w:rsid w:val="0023600D"/>
    <w:rsid w:val="002447EA"/>
    <w:rsid w:val="002452DE"/>
    <w:rsid w:val="0026545B"/>
    <w:rsid w:val="002723BC"/>
    <w:rsid w:val="00286328"/>
    <w:rsid w:val="00286C45"/>
    <w:rsid w:val="00291943"/>
    <w:rsid w:val="00291C51"/>
    <w:rsid w:val="002A5103"/>
    <w:rsid w:val="002B326D"/>
    <w:rsid w:val="002B63BF"/>
    <w:rsid w:val="002C54C0"/>
    <w:rsid w:val="002C58BD"/>
    <w:rsid w:val="002D035E"/>
    <w:rsid w:val="002D47A0"/>
    <w:rsid w:val="002D689A"/>
    <w:rsid w:val="002E0D0B"/>
    <w:rsid w:val="002E2D4E"/>
    <w:rsid w:val="002E36D3"/>
    <w:rsid w:val="002E4B15"/>
    <w:rsid w:val="002F084B"/>
    <w:rsid w:val="002F0D73"/>
    <w:rsid w:val="002F3169"/>
    <w:rsid w:val="00302B82"/>
    <w:rsid w:val="003067CB"/>
    <w:rsid w:val="00335082"/>
    <w:rsid w:val="00337580"/>
    <w:rsid w:val="00344407"/>
    <w:rsid w:val="0034692D"/>
    <w:rsid w:val="00352463"/>
    <w:rsid w:val="003645D1"/>
    <w:rsid w:val="00365463"/>
    <w:rsid w:val="00366484"/>
    <w:rsid w:val="0037043A"/>
    <w:rsid w:val="003763EB"/>
    <w:rsid w:val="00397018"/>
    <w:rsid w:val="003A53A9"/>
    <w:rsid w:val="003A63E7"/>
    <w:rsid w:val="003B049B"/>
    <w:rsid w:val="003B26B3"/>
    <w:rsid w:val="003C679D"/>
    <w:rsid w:val="003D66DA"/>
    <w:rsid w:val="003E1F65"/>
    <w:rsid w:val="003E5D28"/>
    <w:rsid w:val="003F1905"/>
    <w:rsid w:val="004123FA"/>
    <w:rsid w:val="00415C0D"/>
    <w:rsid w:val="00435E22"/>
    <w:rsid w:val="00436EB6"/>
    <w:rsid w:val="00437CD5"/>
    <w:rsid w:val="00447FB8"/>
    <w:rsid w:val="00450EA0"/>
    <w:rsid w:val="00451269"/>
    <w:rsid w:val="00455B33"/>
    <w:rsid w:val="00460343"/>
    <w:rsid w:val="00460C2D"/>
    <w:rsid w:val="00460CC6"/>
    <w:rsid w:val="004619C7"/>
    <w:rsid w:val="00461E94"/>
    <w:rsid w:val="00463A31"/>
    <w:rsid w:val="004645C9"/>
    <w:rsid w:val="004656FC"/>
    <w:rsid w:val="00470DD9"/>
    <w:rsid w:val="004755DD"/>
    <w:rsid w:val="004756A2"/>
    <w:rsid w:val="00480BC5"/>
    <w:rsid w:val="004A5EA4"/>
    <w:rsid w:val="004B05A5"/>
    <w:rsid w:val="004B4D06"/>
    <w:rsid w:val="004D4F29"/>
    <w:rsid w:val="004D7AA0"/>
    <w:rsid w:val="004D7B5D"/>
    <w:rsid w:val="004E4546"/>
    <w:rsid w:val="004E5388"/>
    <w:rsid w:val="004F0F30"/>
    <w:rsid w:val="004F1595"/>
    <w:rsid w:val="0052051C"/>
    <w:rsid w:val="0052131A"/>
    <w:rsid w:val="00534895"/>
    <w:rsid w:val="0053661D"/>
    <w:rsid w:val="00541995"/>
    <w:rsid w:val="00547C6B"/>
    <w:rsid w:val="005607AB"/>
    <w:rsid w:val="00581793"/>
    <w:rsid w:val="00586305"/>
    <w:rsid w:val="00587D38"/>
    <w:rsid w:val="00590EF9"/>
    <w:rsid w:val="00596EE9"/>
    <w:rsid w:val="005A2096"/>
    <w:rsid w:val="005A25C5"/>
    <w:rsid w:val="005A3B8B"/>
    <w:rsid w:val="005A5AC9"/>
    <w:rsid w:val="005B4A27"/>
    <w:rsid w:val="005C062C"/>
    <w:rsid w:val="005C2F72"/>
    <w:rsid w:val="005C3D8D"/>
    <w:rsid w:val="005C42E7"/>
    <w:rsid w:val="005D175C"/>
    <w:rsid w:val="005D2048"/>
    <w:rsid w:val="005D2670"/>
    <w:rsid w:val="005D4DE9"/>
    <w:rsid w:val="005D5D8B"/>
    <w:rsid w:val="005D70C9"/>
    <w:rsid w:val="005E0516"/>
    <w:rsid w:val="005E179B"/>
    <w:rsid w:val="005E1AD2"/>
    <w:rsid w:val="005F6E30"/>
    <w:rsid w:val="006030DC"/>
    <w:rsid w:val="00607438"/>
    <w:rsid w:val="00607A28"/>
    <w:rsid w:val="0061315E"/>
    <w:rsid w:val="0062450E"/>
    <w:rsid w:val="006250D1"/>
    <w:rsid w:val="00627148"/>
    <w:rsid w:val="006327CC"/>
    <w:rsid w:val="0063729F"/>
    <w:rsid w:val="0064731F"/>
    <w:rsid w:val="00656294"/>
    <w:rsid w:val="00657B17"/>
    <w:rsid w:val="00660063"/>
    <w:rsid w:val="006638CB"/>
    <w:rsid w:val="00663A69"/>
    <w:rsid w:val="00665B76"/>
    <w:rsid w:val="006758CA"/>
    <w:rsid w:val="00677845"/>
    <w:rsid w:val="00694C82"/>
    <w:rsid w:val="006A208B"/>
    <w:rsid w:val="006A4540"/>
    <w:rsid w:val="006A6B2A"/>
    <w:rsid w:val="006B0A76"/>
    <w:rsid w:val="006B32BF"/>
    <w:rsid w:val="006B6A28"/>
    <w:rsid w:val="006B7910"/>
    <w:rsid w:val="006C03BB"/>
    <w:rsid w:val="006C37A2"/>
    <w:rsid w:val="006D0C80"/>
    <w:rsid w:val="006D4893"/>
    <w:rsid w:val="006E3977"/>
    <w:rsid w:val="006E6872"/>
    <w:rsid w:val="006F1034"/>
    <w:rsid w:val="00702758"/>
    <w:rsid w:val="00704EC0"/>
    <w:rsid w:val="0070660B"/>
    <w:rsid w:val="00716F1F"/>
    <w:rsid w:val="00724D10"/>
    <w:rsid w:val="00726DB3"/>
    <w:rsid w:val="007271B6"/>
    <w:rsid w:val="0073089B"/>
    <w:rsid w:val="00733828"/>
    <w:rsid w:val="00733A49"/>
    <w:rsid w:val="00734002"/>
    <w:rsid w:val="007356F4"/>
    <w:rsid w:val="00735BCD"/>
    <w:rsid w:val="00740C3B"/>
    <w:rsid w:val="0074648A"/>
    <w:rsid w:val="00750A40"/>
    <w:rsid w:val="00755E7E"/>
    <w:rsid w:val="0076253A"/>
    <w:rsid w:val="00764709"/>
    <w:rsid w:val="0077113B"/>
    <w:rsid w:val="00772286"/>
    <w:rsid w:val="007779DB"/>
    <w:rsid w:val="007A293C"/>
    <w:rsid w:val="007C46A0"/>
    <w:rsid w:val="007C653B"/>
    <w:rsid w:val="007D43D4"/>
    <w:rsid w:val="007D627C"/>
    <w:rsid w:val="007D77BE"/>
    <w:rsid w:val="007F1494"/>
    <w:rsid w:val="007F1862"/>
    <w:rsid w:val="007F29CF"/>
    <w:rsid w:val="007F53A5"/>
    <w:rsid w:val="007F60D4"/>
    <w:rsid w:val="00800574"/>
    <w:rsid w:val="00810CE3"/>
    <w:rsid w:val="00812E17"/>
    <w:rsid w:val="00815255"/>
    <w:rsid w:val="0081564F"/>
    <w:rsid w:val="008206E5"/>
    <w:rsid w:val="008223D8"/>
    <w:rsid w:val="008308F3"/>
    <w:rsid w:val="008376FB"/>
    <w:rsid w:val="00837DEA"/>
    <w:rsid w:val="00841161"/>
    <w:rsid w:val="00841970"/>
    <w:rsid w:val="0084414E"/>
    <w:rsid w:val="008456A0"/>
    <w:rsid w:val="00846F6F"/>
    <w:rsid w:val="008501AE"/>
    <w:rsid w:val="00863A6E"/>
    <w:rsid w:val="00866CA1"/>
    <w:rsid w:val="008741AE"/>
    <w:rsid w:val="00875CC9"/>
    <w:rsid w:val="008870B3"/>
    <w:rsid w:val="00897A67"/>
    <w:rsid w:val="008A3A19"/>
    <w:rsid w:val="008A44D5"/>
    <w:rsid w:val="008A65E8"/>
    <w:rsid w:val="008A6F0F"/>
    <w:rsid w:val="008A7A42"/>
    <w:rsid w:val="008B211B"/>
    <w:rsid w:val="008B791D"/>
    <w:rsid w:val="008C3018"/>
    <w:rsid w:val="008C62E7"/>
    <w:rsid w:val="008D093A"/>
    <w:rsid w:val="008D3900"/>
    <w:rsid w:val="008D5905"/>
    <w:rsid w:val="008D61F7"/>
    <w:rsid w:val="008E1814"/>
    <w:rsid w:val="008E1E2C"/>
    <w:rsid w:val="008E537D"/>
    <w:rsid w:val="008F25AD"/>
    <w:rsid w:val="008F3E3E"/>
    <w:rsid w:val="008F5036"/>
    <w:rsid w:val="00903FA3"/>
    <w:rsid w:val="00914321"/>
    <w:rsid w:val="00921130"/>
    <w:rsid w:val="00922D73"/>
    <w:rsid w:val="00937808"/>
    <w:rsid w:val="009428A0"/>
    <w:rsid w:val="00951D98"/>
    <w:rsid w:val="00954F97"/>
    <w:rsid w:val="00962D6A"/>
    <w:rsid w:val="00962EB1"/>
    <w:rsid w:val="0097220F"/>
    <w:rsid w:val="009734B7"/>
    <w:rsid w:val="00974DF6"/>
    <w:rsid w:val="00995AA9"/>
    <w:rsid w:val="009A42E8"/>
    <w:rsid w:val="009B1EA7"/>
    <w:rsid w:val="009C06CC"/>
    <w:rsid w:val="009C18F4"/>
    <w:rsid w:val="009C4BD7"/>
    <w:rsid w:val="009D74B9"/>
    <w:rsid w:val="009F6851"/>
    <w:rsid w:val="00A07323"/>
    <w:rsid w:val="00A11AFE"/>
    <w:rsid w:val="00A1355C"/>
    <w:rsid w:val="00A16754"/>
    <w:rsid w:val="00A23313"/>
    <w:rsid w:val="00A23AB3"/>
    <w:rsid w:val="00A23F90"/>
    <w:rsid w:val="00A27759"/>
    <w:rsid w:val="00A4793D"/>
    <w:rsid w:val="00A47A4F"/>
    <w:rsid w:val="00A5071A"/>
    <w:rsid w:val="00A53B93"/>
    <w:rsid w:val="00A5587C"/>
    <w:rsid w:val="00A55E0D"/>
    <w:rsid w:val="00A56E07"/>
    <w:rsid w:val="00A7258E"/>
    <w:rsid w:val="00A72997"/>
    <w:rsid w:val="00A77999"/>
    <w:rsid w:val="00A8187D"/>
    <w:rsid w:val="00A9166C"/>
    <w:rsid w:val="00A91BBE"/>
    <w:rsid w:val="00AA0326"/>
    <w:rsid w:val="00AA650D"/>
    <w:rsid w:val="00AB4E69"/>
    <w:rsid w:val="00AC4369"/>
    <w:rsid w:val="00AC56CF"/>
    <w:rsid w:val="00AD3B87"/>
    <w:rsid w:val="00AD42F4"/>
    <w:rsid w:val="00AD4A5C"/>
    <w:rsid w:val="00AE0F70"/>
    <w:rsid w:val="00AE2A96"/>
    <w:rsid w:val="00AE4817"/>
    <w:rsid w:val="00AE4C09"/>
    <w:rsid w:val="00AE526D"/>
    <w:rsid w:val="00B0185B"/>
    <w:rsid w:val="00B02B05"/>
    <w:rsid w:val="00B05104"/>
    <w:rsid w:val="00B17E06"/>
    <w:rsid w:val="00B2503B"/>
    <w:rsid w:val="00B33C63"/>
    <w:rsid w:val="00B368BA"/>
    <w:rsid w:val="00B43E20"/>
    <w:rsid w:val="00B43F88"/>
    <w:rsid w:val="00B56DF4"/>
    <w:rsid w:val="00B638BB"/>
    <w:rsid w:val="00B82DE1"/>
    <w:rsid w:val="00B906D7"/>
    <w:rsid w:val="00B90C9A"/>
    <w:rsid w:val="00B9133B"/>
    <w:rsid w:val="00B9723B"/>
    <w:rsid w:val="00B97B02"/>
    <w:rsid w:val="00BA5B1D"/>
    <w:rsid w:val="00BA6AE9"/>
    <w:rsid w:val="00BC4FB7"/>
    <w:rsid w:val="00BC5E5A"/>
    <w:rsid w:val="00BD3069"/>
    <w:rsid w:val="00BD5A4B"/>
    <w:rsid w:val="00BF2047"/>
    <w:rsid w:val="00C06044"/>
    <w:rsid w:val="00C16846"/>
    <w:rsid w:val="00C2045B"/>
    <w:rsid w:val="00C20EAD"/>
    <w:rsid w:val="00C23673"/>
    <w:rsid w:val="00C43D2E"/>
    <w:rsid w:val="00C44879"/>
    <w:rsid w:val="00C44A34"/>
    <w:rsid w:val="00C507F7"/>
    <w:rsid w:val="00C52EE6"/>
    <w:rsid w:val="00C542BD"/>
    <w:rsid w:val="00C60A38"/>
    <w:rsid w:val="00C63A35"/>
    <w:rsid w:val="00C81758"/>
    <w:rsid w:val="00C8548B"/>
    <w:rsid w:val="00C90937"/>
    <w:rsid w:val="00C945E8"/>
    <w:rsid w:val="00C94FE6"/>
    <w:rsid w:val="00C9688C"/>
    <w:rsid w:val="00C96A27"/>
    <w:rsid w:val="00CA0FB1"/>
    <w:rsid w:val="00CA5525"/>
    <w:rsid w:val="00CB12D5"/>
    <w:rsid w:val="00CB775F"/>
    <w:rsid w:val="00CC4869"/>
    <w:rsid w:val="00CD1930"/>
    <w:rsid w:val="00CD4D0A"/>
    <w:rsid w:val="00CD6814"/>
    <w:rsid w:val="00CE16D9"/>
    <w:rsid w:val="00CE2722"/>
    <w:rsid w:val="00CF49FB"/>
    <w:rsid w:val="00CF7615"/>
    <w:rsid w:val="00D10BDB"/>
    <w:rsid w:val="00D17361"/>
    <w:rsid w:val="00D3012F"/>
    <w:rsid w:val="00D3135F"/>
    <w:rsid w:val="00D31E22"/>
    <w:rsid w:val="00D4031A"/>
    <w:rsid w:val="00D50C61"/>
    <w:rsid w:val="00D525C8"/>
    <w:rsid w:val="00D53ABC"/>
    <w:rsid w:val="00D604A7"/>
    <w:rsid w:val="00D6333E"/>
    <w:rsid w:val="00D66513"/>
    <w:rsid w:val="00D66578"/>
    <w:rsid w:val="00D731A7"/>
    <w:rsid w:val="00D7566C"/>
    <w:rsid w:val="00D76BA6"/>
    <w:rsid w:val="00D81273"/>
    <w:rsid w:val="00D84412"/>
    <w:rsid w:val="00D849C0"/>
    <w:rsid w:val="00D86229"/>
    <w:rsid w:val="00D86922"/>
    <w:rsid w:val="00D9166F"/>
    <w:rsid w:val="00DA042C"/>
    <w:rsid w:val="00DA16F0"/>
    <w:rsid w:val="00DA69DA"/>
    <w:rsid w:val="00DA782F"/>
    <w:rsid w:val="00DB5B5E"/>
    <w:rsid w:val="00DD020D"/>
    <w:rsid w:val="00DD086B"/>
    <w:rsid w:val="00DD16E7"/>
    <w:rsid w:val="00DE0F1F"/>
    <w:rsid w:val="00DE7B1C"/>
    <w:rsid w:val="00DE7FA7"/>
    <w:rsid w:val="00DF320D"/>
    <w:rsid w:val="00E01BDF"/>
    <w:rsid w:val="00E164AC"/>
    <w:rsid w:val="00E175CF"/>
    <w:rsid w:val="00E21AA0"/>
    <w:rsid w:val="00E43D2B"/>
    <w:rsid w:val="00E517A8"/>
    <w:rsid w:val="00E51BCA"/>
    <w:rsid w:val="00E51FFC"/>
    <w:rsid w:val="00E52F2D"/>
    <w:rsid w:val="00E56DED"/>
    <w:rsid w:val="00E630B9"/>
    <w:rsid w:val="00E65DB4"/>
    <w:rsid w:val="00E721CC"/>
    <w:rsid w:val="00E82609"/>
    <w:rsid w:val="00E94C88"/>
    <w:rsid w:val="00EA567C"/>
    <w:rsid w:val="00EC0B21"/>
    <w:rsid w:val="00EC0D17"/>
    <w:rsid w:val="00EC0D33"/>
    <w:rsid w:val="00EC2156"/>
    <w:rsid w:val="00EC57CC"/>
    <w:rsid w:val="00EC7006"/>
    <w:rsid w:val="00ED7A6C"/>
    <w:rsid w:val="00EE2D91"/>
    <w:rsid w:val="00EE606E"/>
    <w:rsid w:val="00EE6905"/>
    <w:rsid w:val="00EF0B06"/>
    <w:rsid w:val="00EF1C87"/>
    <w:rsid w:val="00F05678"/>
    <w:rsid w:val="00F05A7B"/>
    <w:rsid w:val="00F1306F"/>
    <w:rsid w:val="00F14803"/>
    <w:rsid w:val="00F15CD0"/>
    <w:rsid w:val="00F260D4"/>
    <w:rsid w:val="00F307A4"/>
    <w:rsid w:val="00F3167E"/>
    <w:rsid w:val="00F31D37"/>
    <w:rsid w:val="00F31E7B"/>
    <w:rsid w:val="00F329A4"/>
    <w:rsid w:val="00F54F69"/>
    <w:rsid w:val="00F577E2"/>
    <w:rsid w:val="00F67BFA"/>
    <w:rsid w:val="00F74DA3"/>
    <w:rsid w:val="00F831A9"/>
    <w:rsid w:val="00F83D8F"/>
    <w:rsid w:val="00F841BE"/>
    <w:rsid w:val="00F86D66"/>
    <w:rsid w:val="00F9243C"/>
    <w:rsid w:val="00F953BD"/>
    <w:rsid w:val="00F96B3C"/>
    <w:rsid w:val="00FA0A2E"/>
    <w:rsid w:val="00FA0BF7"/>
    <w:rsid w:val="00FA1598"/>
    <w:rsid w:val="00FA7807"/>
    <w:rsid w:val="00FB0D1C"/>
    <w:rsid w:val="00FC5009"/>
    <w:rsid w:val="00FD7FBA"/>
    <w:rsid w:val="00FE0559"/>
    <w:rsid w:val="00FE1DEA"/>
    <w:rsid w:val="00FF2237"/>
    <w:rsid w:val="00FF225A"/>
    <w:rsid w:val="00FF2682"/>
    <w:rsid w:val="00FF5702"/>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StandardWeb">
    <w:name w:val="Normal (Web)"/>
    <w:basedOn w:val="Standard"/>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Kommentartext">
    <w:name w:val="annotation text"/>
    <w:basedOn w:val="Standard"/>
    <w:link w:val="KommentartextZchn"/>
    <w:unhideWhenUsed/>
    <w:rsid w:val="000122BC"/>
    <w:pPr>
      <w:spacing w:line="240" w:lineRule="auto"/>
    </w:pPr>
    <w:rPr>
      <w:szCs w:val="20"/>
      <w:lang w:val="de-AT" w:eastAsia="de-AT"/>
    </w:rPr>
  </w:style>
  <w:style w:type="character" w:customStyle="1" w:styleId="KommentartextZchn">
    <w:name w:val="Kommentartext Zchn"/>
    <w:basedOn w:val="Absatz-Standardschriftart"/>
    <w:link w:val="Kommentartext"/>
    <w:rsid w:val="000122BC"/>
    <w:rPr>
      <w:rFonts w:ascii="Arial" w:hAnsi="Arial"/>
    </w:rPr>
  </w:style>
  <w:style w:type="character" w:styleId="Kommentarzeichen">
    <w:name w:val="annotation reference"/>
    <w:basedOn w:val="Absatz-Standardschriftart"/>
    <w:unhideWhenUsed/>
    <w:rsid w:val="000122BC"/>
    <w:rPr>
      <w:sz w:val="16"/>
      <w:szCs w:val="16"/>
    </w:rPr>
  </w:style>
  <w:style w:type="character" w:customStyle="1" w:styleId="HTMLVorformatiertZchn">
    <w:name w:val="HTML Vorformatiert Zchn"/>
    <w:link w:val="HTMLVorformatiert"/>
    <w:rsid w:val="00CD4D0A"/>
    <w:rPr>
      <w:rFonts w:ascii="Courier New" w:eastAsia="SimSun" w:hAnsi="Courier New" w:cs="Courier New"/>
      <w:snapToGrid w:val="0"/>
      <w:lang w:val="de-DE" w:eastAsia="ja-JP"/>
    </w:rPr>
  </w:style>
  <w:style w:type="paragraph" w:customStyle="1" w:styleId="GB5">
    <w:name w:val="GB 5"/>
    <w:basedOn w:val="Standard"/>
    <w:link w:val="GB5Char"/>
    <w:rsid w:val="003E1F65"/>
    <w:pPr>
      <w:spacing w:line="360" w:lineRule="auto"/>
      <w:jc w:val="both"/>
    </w:pPr>
    <w:rPr>
      <w:rFonts w:cs="Arial"/>
      <w:sz w:val="24"/>
    </w:rPr>
  </w:style>
  <w:style w:type="character" w:customStyle="1" w:styleId="GB5Char">
    <w:name w:val="GB 5 Char"/>
    <w:link w:val="GB5"/>
    <w:rsid w:val="003E1F65"/>
    <w:rPr>
      <w:rFonts w:ascii="Arial" w:hAnsi="Arial" w:cs="Arial"/>
      <w:sz w:val="24"/>
      <w:szCs w:val="24"/>
      <w:lang w:val="de-DE" w:eastAsia="de-DE"/>
    </w:rPr>
  </w:style>
  <w:style w:type="character" w:styleId="BesuchterHyperlink">
    <w:name w:val="FollowedHyperlink"/>
    <w:uiPriority w:val="99"/>
    <w:unhideWhenUsed/>
    <w:rsid w:val="00E65DB4"/>
    <w:rPr>
      <w:color w:val="800080"/>
      <w:u w:val="single"/>
      <w:lang w:val="en-US" w:eastAsia="en-US"/>
    </w:rPr>
  </w:style>
  <w:style w:type="paragraph" w:styleId="Kommentarthema">
    <w:name w:val="annotation subject"/>
    <w:basedOn w:val="Kommentartext"/>
    <w:next w:val="Kommentartext"/>
    <w:link w:val="KommentarthemaZchn"/>
    <w:rsid w:val="009734B7"/>
    <w:rPr>
      <w:b/>
      <w:bCs/>
      <w:lang w:val="de-DE" w:eastAsia="de-DE"/>
    </w:rPr>
  </w:style>
  <w:style w:type="character" w:customStyle="1" w:styleId="KommentarthemaZchn">
    <w:name w:val="Kommentarthema Zchn"/>
    <w:basedOn w:val="KommentartextZchn"/>
    <w:link w:val="Kommentarthema"/>
    <w:rsid w:val="009734B7"/>
    <w:rPr>
      <w:rFonts w:ascii="Arial" w:hAnsi="Arial"/>
      <w:b/>
      <w:bCs/>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Dokumentstruktur">
    <w:name w:val="Document Map"/>
    <w:basedOn w:val="Standard"/>
    <w:semiHidden/>
    <w:rsid w:val="001C3B00"/>
    <w:pPr>
      <w:shd w:val="clear" w:color="auto" w:fill="000080"/>
    </w:pPr>
    <w:rPr>
      <w:rFonts w:ascii="Tahoma" w:hAnsi="Tahoma" w:cs="Tahoma"/>
      <w:szCs w:val="20"/>
    </w:rPr>
  </w:style>
  <w:style w:type="paragraph" w:styleId="HTMLVorformatiert">
    <w:name w:val="HTML Preformatted"/>
    <w:basedOn w:val="Standard"/>
    <w:link w:val="HTMLVorformatiertZchn"/>
    <w:rsid w:val="00CE1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lang w:eastAsia="ja-JP"/>
    </w:rPr>
  </w:style>
  <w:style w:type="paragraph" w:styleId="Sprechblasentext">
    <w:name w:val="Balloon Text"/>
    <w:basedOn w:val="Standard"/>
    <w:semiHidden/>
    <w:rsid w:val="005E0516"/>
    <w:rPr>
      <w:rFonts w:ascii="Tahoma" w:hAnsi="Tahoma" w:cs="Tahoma"/>
      <w:sz w:val="16"/>
      <w:szCs w:val="16"/>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StandardWeb">
    <w:name w:val="Normal (Web)"/>
    <w:basedOn w:val="Standard"/>
    <w:unhideWhenUsed/>
    <w:rsid w:val="000122BC"/>
    <w:pPr>
      <w:spacing w:before="100" w:beforeAutospacing="1" w:after="100" w:afterAutospacing="1" w:line="240" w:lineRule="auto"/>
    </w:pPr>
    <w:rPr>
      <w:rFonts w:ascii="Times New Roman" w:hAnsi="Times New Roman"/>
      <w:sz w:val="24"/>
      <w:lang w:val="de-AT" w:eastAsia="de-AT" w:bidi="de-AT"/>
    </w:rPr>
  </w:style>
  <w:style w:type="paragraph" w:styleId="Kommentartext">
    <w:name w:val="annotation text"/>
    <w:basedOn w:val="Standard"/>
    <w:link w:val="KommentartextZchn"/>
    <w:unhideWhenUsed/>
    <w:rsid w:val="000122BC"/>
    <w:pPr>
      <w:spacing w:line="240" w:lineRule="auto"/>
    </w:pPr>
    <w:rPr>
      <w:szCs w:val="20"/>
      <w:lang w:val="de-AT" w:eastAsia="de-AT"/>
    </w:rPr>
  </w:style>
  <w:style w:type="character" w:customStyle="1" w:styleId="KommentartextZchn">
    <w:name w:val="Kommentartext Zchn"/>
    <w:basedOn w:val="Absatz-Standardschriftart"/>
    <w:link w:val="Kommentartext"/>
    <w:rsid w:val="000122BC"/>
    <w:rPr>
      <w:rFonts w:ascii="Arial" w:hAnsi="Arial"/>
    </w:rPr>
  </w:style>
  <w:style w:type="character" w:styleId="Kommentarzeichen">
    <w:name w:val="annotation reference"/>
    <w:basedOn w:val="Absatz-Standardschriftart"/>
    <w:unhideWhenUsed/>
    <w:rsid w:val="000122BC"/>
    <w:rPr>
      <w:sz w:val="16"/>
      <w:szCs w:val="16"/>
    </w:rPr>
  </w:style>
  <w:style w:type="character" w:customStyle="1" w:styleId="HTMLVorformatiertZchn">
    <w:name w:val="HTML Vorformatiert Zchn"/>
    <w:link w:val="HTMLVorformatiert"/>
    <w:rsid w:val="00CD4D0A"/>
    <w:rPr>
      <w:rFonts w:ascii="Courier New" w:eastAsia="SimSun" w:hAnsi="Courier New" w:cs="Courier New"/>
      <w:snapToGrid w:val="0"/>
      <w:lang w:val="de-DE" w:eastAsia="ja-JP"/>
    </w:rPr>
  </w:style>
  <w:style w:type="paragraph" w:customStyle="1" w:styleId="GB5">
    <w:name w:val="GB 5"/>
    <w:basedOn w:val="Standard"/>
    <w:link w:val="GB5Char"/>
    <w:rsid w:val="003E1F65"/>
    <w:pPr>
      <w:spacing w:line="360" w:lineRule="auto"/>
      <w:jc w:val="both"/>
    </w:pPr>
    <w:rPr>
      <w:rFonts w:cs="Arial"/>
      <w:sz w:val="24"/>
    </w:rPr>
  </w:style>
  <w:style w:type="character" w:customStyle="1" w:styleId="GB5Char">
    <w:name w:val="GB 5 Char"/>
    <w:link w:val="GB5"/>
    <w:rsid w:val="003E1F65"/>
    <w:rPr>
      <w:rFonts w:ascii="Arial" w:hAnsi="Arial" w:cs="Arial"/>
      <w:sz w:val="24"/>
      <w:szCs w:val="24"/>
      <w:lang w:val="de-DE" w:eastAsia="de-DE"/>
    </w:rPr>
  </w:style>
  <w:style w:type="character" w:styleId="BesuchterHyperlink">
    <w:name w:val="FollowedHyperlink"/>
    <w:uiPriority w:val="99"/>
    <w:unhideWhenUsed/>
    <w:rsid w:val="00E65DB4"/>
    <w:rPr>
      <w:color w:val="800080"/>
      <w:u w:val="single"/>
      <w:lang w:val="en-US" w:eastAsia="en-US"/>
    </w:rPr>
  </w:style>
  <w:style w:type="paragraph" w:styleId="Kommentarthema">
    <w:name w:val="annotation subject"/>
    <w:basedOn w:val="Kommentartext"/>
    <w:next w:val="Kommentartext"/>
    <w:link w:val="KommentarthemaZchn"/>
    <w:rsid w:val="009734B7"/>
    <w:rPr>
      <w:b/>
      <w:bCs/>
      <w:lang w:val="de-DE" w:eastAsia="de-DE"/>
    </w:rPr>
  </w:style>
  <w:style w:type="character" w:customStyle="1" w:styleId="KommentarthemaZchn">
    <w:name w:val="Kommentarthema Zchn"/>
    <w:basedOn w:val="KommentartextZchn"/>
    <w:link w:val="Kommentarthema"/>
    <w:rsid w:val="009734B7"/>
    <w:rPr>
      <w:rFonts w:ascii="Arial" w:hAnsi="Arial"/>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945120">
      <w:bodyDiv w:val="1"/>
      <w:marLeft w:val="0"/>
      <w:marRight w:val="0"/>
      <w:marTop w:val="0"/>
      <w:marBottom w:val="0"/>
      <w:divBdr>
        <w:top w:val="none" w:sz="0" w:space="0" w:color="auto"/>
        <w:left w:val="none" w:sz="0" w:space="0" w:color="auto"/>
        <w:bottom w:val="none" w:sz="0" w:space="0" w:color="auto"/>
        <w:right w:val="none" w:sz="0" w:space="0" w:color="auto"/>
      </w:divBdr>
    </w:div>
    <w:div w:id="1489904728">
      <w:bodyDiv w:val="1"/>
      <w:marLeft w:val="0"/>
      <w:marRight w:val="0"/>
      <w:marTop w:val="0"/>
      <w:marBottom w:val="0"/>
      <w:divBdr>
        <w:top w:val="none" w:sz="0" w:space="0" w:color="auto"/>
        <w:left w:val="none" w:sz="0" w:space="0" w:color="auto"/>
        <w:bottom w:val="none" w:sz="0" w:space="0" w:color="auto"/>
        <w:right w:val="none" w:sz="0" w:space="0" w:color="auto"/>
      </w:divBdr>
    </w:div>
    <w:div w:id="213262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ndritz.com/news-de"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502</Words>
  <Characters>3982</Characters>
  <Application>Microsoft Office Word</Application>
  <DocSecurity>0</DocSecurity>
  <Lines>33</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4</cp:revision>
  <cp:lastPrinted>2017-05-09T07:57:00Z</cp:lastPrinted>
  <dcterms:created xsi:type="dcterms:W3CDTF">2017-05-09T11:25:00Z</dcterms:created>
  <dcterms:modified xsi:type="dcterms:W3CDTF">2017-05-10T05:53:00Z</dcterms:modified>
</cp:coreProperties>
</file>