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0F718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>
        <w:t>Presse-Information</w:t>
      </w:r>
    </w:p>
    <w:p w:rsidR="00FD6C00" w:rsidRPr="000F718F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0F718F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6C3CE4" w:rsidRPr="000F718F" w:rsidRDefault="00D501B3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>
        <w:rPr>
          <w:rFonts w:ascii="Arial" w:hAnsi="Arial"/>
          <w:b/>
          <w:sz w:val="24"/>
        </w:rPr>
        <w:t xml:space="preserve">ANDRITZ </w:t>
      </w:r>
      <w:proofErr w:type="spellStart"/>
      <w:r>
        <w:rPr>
          <w:rFonts w:ascii="Arial" w:hAnsi="Arial"/>
          <w:b/>
          <w:sz w:val="24"/>
        </w:rPr>
        <w:t>MeWa</w:t>
      </w:r>
      <w:proofErr w:type="spellEnd"/>
      <w:r>
        <w:rPr>
          <w:rFonts w:ascii="Arial" w:hAnsi="Arial"/>
          <w:b/>
          <w:sz w:val="24"/>
        </w:rPr>
        <w:t xml:space="preserve"> setzt neue Recyclinganlage für Kühlschränke </w:t>
      </w:r>
      <w:r w:rsidR="000807B0">
        <w:rPr>
          <w:rFonts w:ascii="Arial" w:hAnsi="Arial"/>
          <w:b/>
          <w:sz w:val="24"/>
        </w:rPr>
        <w:br/>
      </w:r>
      <w:r>
        <w:rPr>
          <w:rFonts w:ascii="Arial" w:hAnsi="Arial"/>
          <w:b/>
          <w:sz w:val="24"/>
        </w:rPr>
        <w:t>bei AO Recycling erfolgreich in Betrieb</w:t>
      </w: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7C57E2" w:rsidRDefault="0088165A" w:rsidP="00A4567D">
      <w:pPr>
        <w:pStyle w:val="bodytext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Graz, </w:t>
      </w:r>
      <w:r w:rsidR="006B3B06">
        <w:rPr>
          <w:rFonts w:ascii="Arial" w:hAnsi="Arial"/>
          <w:b/>
          <w:sz w:val="20"/>
        </w:rPr>
        <w:t>31</w:t>
      </w:r>
      <w:bookmarkStart w:id="7" w:name="_GoBack"/>
      <w:bookmarkEnd w:id="7"/>
      <w:r>
        <w:rPr>
          <w:rFonts w:ascii="Arial" w:hAnsi="Arial"/>
          <w:b/>
          <w:sz w:val="20"/>
        </w:rPr>
        <w:t xml:space="preserve">. Juli 2017.  </w:t>
      </w:r>
      <w:r>
        <w:rPr>
          <w:rFonts w:ascii="Arial" w:hAnsi="Arial"/>
          <w:sz w:val="20"/>
        </w:rPr>
        <w:t>ANDRITZ MeWa, Teil des internationalen Technologiekonzerns ANDRITZ</w:t>
      </w:r>
      <w:r w:rsidR="0054703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hat die Inbetriebnahme einer Recyclinganlage für Kühlschränke bei AO Recycling in </w:t>
      </w:r>
      <w:proofErr w:type="spellStart"/>
      <w:r>
        <w:rPr>
          <w:rFonts w:ascii="Arial" w:hAnsi="Arial"/>
          <w:sz w:val="20"/>
        </w:rPr>
        <w:t>Telford</w:t>
      </w:r>
      <w:proofErr w:type="spellEnd"/>
      <w:r>
        <w:rPr>
          <w:rFonts w:ascii="Arial" w:hAnsi="Arial"/>
          <w:sz w:val="20"/>
        </w:rPr>
        <w:t>, Großbritannien, erfol</w:t>
      </w:r>
      <w:r>
        <w:rPr>
          <w:rFonts w:ascii="Arial" w:hAnsi="Arial"/>
          <w:sz w:val="20"/>
        </w:rPr>
        <w:t>g</w:t>
      </w:r>
      <w:r>
        <w:rPr>
          <w:rFonts w:ascii="Arial" w:hAnsi="Arial"/>
          <w:sz w:val="20"/>
        </w:rPr>
        <w:t>reich abgeschlossen.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</w:rPr>
        <w:t xml:space="preserve">Die Anlage auf einer Fläche von </w:t>
      </w:r>
      <w:r w:rsidR="00E14FCE">
        <w:rPr>
          <w:rFonts w:ascii="Arial" w:hAnsi="Arial"/>
          <w:sz w:val="20"/>
        </w:rPr>
        <w:t>circa 7.000 Quadratmetern</w:t>
      </w:r>
      <w:r>
        <w:rPr>
          <w:rFonts w:ascii="Arial" w:hAnsi="Arial"/>
          <w:sz w:val="20"/>
        </w:rPr>
        <w:t xml:space="preserve"> ist für die Wiederverwe</w:t>
      </w:r>
      <w:r>
        <w:rPr>
          <w:rFonts w:ascii="Arial" w:hAnsi="Arial"/>
          <w:sz w:val="20"/>
        </w:rPr>
        <w:t>r</w:t>
      </w:r>
      <w:r>
        <w:rPr>
          <w:rFonts w:ascii="Arial" w:hAnsi="Arial"/>
          <w:sz w:val="20"/>
        </w:rPr>
        <w:t>tung von rund 700.000 Kühlschränken pro Jahr ausgelegt – ein</w:t>
      </w:r>
      <w:r w:rsidR="00547034">
        <w:rPr>
          <w:rFonts w:ascii="Arial" w:hAnsi="Arial"/>
          <w:sz w:val="20"/>
        </w:rPr>
        <w:t>es</w:t>
      </w:r>
      <w:r>
        <w:rPr>
          <w:rFonts w:ascii="Arial" w:hAnsi="Arial"/>
          <w:sz w:val="20"/>
        </w:rPr>
        <w:t xml:space="preserve"> Fünftel</w:t>
      </w:r>
      <w:r w:rsidR="00547034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 aller Kühlschränke, die jährlich in Großbritannien entsorgt werden. </w:t>
      </w:r>
    </w:p>
    <w:p w:rsidR="00FB2C04" w:rsidRDefault="00DA5B8E" w:rsidP="006428BC">
      <w:pPr>
        <w:pStyle w:val="bodytext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Die Recyclinganlage verarbeitet eintürige, zweitürige und amerikanische Kühl- und Gefriergeräte sowie Waschmaschinen, Wäschetrockner und Geschirrspüler. Die von ANDRITZ gelieferte Schlüsselkomponente ist der bewährte </w:t>
      </w:r>
      <w:proofErr w:type="spellStart"/>
      <w:r>
        <w:rPr>
          <w:rFonts w:ascii="Arial" w:hAnsi="Arial"/>
          <w:sz w:val="20"/>
        </w:rPr>
        <w:t>Querstromzerspaner</w:t>
      </w:r>
      <w:proofErr w:type="spellEnd"/>
      <w:r>
        <w:rPr>
          <w:rFonts w:ascii="Arial" w:hAnsi="Arial"/>
          <w:sz w:val="20"/>
        </w:rPr>
        <w:t xml:space="preserve"> QZ 2500 für den schnellen, </w:t>
      </w:r>
      <w:r w:rsidR="00E14FCE">
        <w:rPr>
          <w:rFonts w:ascii="Arial" w:hAnsi="Arial"/>
          <w:sz w:val="20"/>
        </w:rPr>
        <w:t>schonenden</w:t>
      </w:r>
      <w:r>
        <w:rPr>
          <w:rFonts w:ascii="Arial" w:hAnsi="Arial"/>
          <w:sz w:val="20"/>
        </w:rPr>
        <w:t xml:space="preserve"> und umweltfreundlichen Au</w:t>
      </w:r>
      <w:r>
        <w:rPr>
          <w:rFonts w:ascii="Arial" w:hAnsi="Arial"/>
          <w:sz w:val="20"/>
        </w:rPr>
        <w:t>f</w:t>
      </w:r>
      <w:r>
        <w:rPr>
          <w:rFonts w:ascii="Arial" w:hAnsi="Arial"/>
          <w:sz w:val="20"/>
        </w:rPr>
        <w:t>schluss von E-Schrott und Kühlschränken. Wertstoffhaltige Fraktionen, wie zum Beispiel Aluminium, Kupfer, Eisen und Kunststoffe, werden nach der Verarbeitung mit dem QZ mit der geeigneten Trenntechnik sep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 xml:space="preserve">riert und verkaufsfertig bereitgestellt. Die umweltschädlichen Gase, die in den Kühlflüssigkeiten und in der Isolierung der Kühlgeräte enthalten sind, werden vollständig abgesaugt und dann </w:t>
      </w:r>
      <w:r w:rsidR="00E14FCE">
        <w:rPr>
          <w:rFonts w:ascii="Arial" w:hAnsi="Arial"/>
          <w:sz w:val="20"/>
        </w:rPr>
        <w:t>gesammelt</w:t>
      </w:r>
      <w:r>
        <w:rPr>
          <w:rFonts w:ascii="Arial" w:hAnsi="Arial"/>
          <w:sz w:val="20"/>
        </w:rPr>
        <w:t>.</w:t>
      </w:r>
    </w:p>
    <w:p w:rsidR="00FB2C04" w:rsidRPr="00380810" w:rsidRDefault="008614F6" w:rsidP="006428BC">
      <w:pPr>
        <w:pStyle w:val="bodytex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Die erfolgreiche Inbetriebnahme bestätigt die starke Position von ANDRITZ MeWa als einen der weltweit führenden Lieferanten von kompletten </w:t>
      </w:r>
      <w:r w:rsidR="00E14FCE">
        <w:rPr>
          <w:rFonts w:ascii="Arial" w:hAnsi="Arial"/>
          <w:sz w:val="20"/>
          <w:szCs w:val="20"/>
        </w:rPr>
        <w:t>Recyclinganlagen für E-Schrott und Kühlgeräte</w:t>
      </w:r>
      <w:r>
        <w:rPr>
          <w:rFonts w:ascii="Arial" w:hAnsi="Arial"/>
          <w:sz w:val="20"/>
          <w:szCs w:val="20"/>
        </w:rPr>
        <w:t>.</w:t>
      </w:r>
    </w:p>
    <w:p w:rsidR="00FD61DD" w:rsidRDefault="006259DC">
      <w:pPr>
        <w:pStyle w:val="bodytext"/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Die hochmoderne Anlage in </w:t>
      </w:r>
      <w:proofErr w:type="spellStart"/>
      <w:r>
        <w:rPr>
          <w:rFonts w:ascii="Arial" w:hAnsi="Arial"/>
          <w:sz w:val="20"/>
          <w:szCs w:val="20"/>
        </w:rPr>
        <w:t>Telford</w:t>
      </w:r>
      <w:proofErr w:type="spellEnd"/>
      <w:r>
        <w:rPr>
          <w:rFonts w:ascii="Arial" w:hAnsi="Arial"/>
          <w:sz w:val="20"/>
          <w:szCs w:val="20"/>
        </w:rPr>
        <w:t xml:space="preserve"> ist Teil </w:t>
      </w:r>
      <w:r w:rsidR="00FB4ECB">
        <w:rPr>
          <w:rFonts w:ascii="Arial" w:hAnsi="Arial"/>
          <w:sz w:val="20"/>
          <w:szCs w:val="20"/>
        </w:rPr>
        <w:t xml:space="preserve">des </w:t>
      </w:r>
      <w:r>
        <w:rPr>
          <w:rFonts w:ascii="Arial" w:hAnsi="Arial"/>
          <w:sz w:val="20"/>
          <w:szCs w:val="20"/>
        </w:rPr>
        <w:t xml:space="preserve">neuen </w:t>
      </w:r>
      <w:r w:rsidR="00FB4ECB">
        <w:rPr>
          <w:rFonts w:ascii="Arial" w:hAnsi="Arial"/>
          <w:sz w:val="20"/>
          <w:szCs w:val="20"/>
        </w:rPr>
        <w:t>Geschäftszweigs</w:t>
      </w:r>
      <w:r>
        <w:rPr>
          <w:rFonts w:ascii="Arial" w:hAnsi="Arial"/>
          <w:sz w:val="20"/>
          <w:szCs w:val="20"/>
        </w:rPr>
        <w:t xml:space="preserve"> AO Recycling </w:t>
      </w:r>
      <w:r w:rsidR="00FB4ECB">
        <w:rPr>
          <w:rFonts w:ascii="Arial" w:hAnsi="Arial"/>
          <w:sz w:val="20"/>
          <w:szCs w:val="20"/>
        </w:rPr>
        <w:t>des</w:t>
      </w:r>
      <w:r>
        <w:rPr>
          <w:rFonts w:ascii="Arial" w:hAnsi="Arial"/>
          <w:sz w:val="20"/>
          <w:szCs w:val="20"/>
        </w:rPr>
        <w:t xml:space="preserve"> Online-Elektrogerätehändler</w:t>
      </w:r>
      <w:r w:rsidR="00FB4ECB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 xml:space="preserve"> AO. Die Investition von AO in der Grafschaft </w:t>
      </w:r>
      <w:proofErr w:type="spellStart"/>
      <w:r>
        <w:rPr>
          <w:rFonts w:ascii="Arial" w:hAnsi="Arial"/>
          <w:sz w:val="20"/>
          <w:szCs w:val="20"/>
        </w:rPr>
        <w:t>Shropshire</w:t>
      </w:r>
      <w:proofErr w:type="spellEnd"/>
      <w:r>
        <w:rPr>
          <w:rFonts w:ascii="Arial" w:hAnsi="Arial"/>
          <w:sz w:val="20"/>
          <w:szCs w:val="20"/>
        </w:rPr>
        <w:t xml:space="preserve"> hat 200 neue Arbeitsplätze geschaffen und zu</w:t>
      </w:r>
      <w:r w:rsidR="0047212C">
        <w:rPr>
          <w:rFonts w:ascii="Arial" w:hAnsi="Arial"/>
          <w:sz w:val="20"/>
          <w:szCs w:val="20"/>
        </w:rPr>
        <w:t>r</w:t>
      </w:r>
      <w:r>
        <w:rPr>
          <w:rFonts w:ascii="Arial" w:hAnsi="Arial"/>
          <w:sz w:val="20"/>
          <w:szCs w:val="20"/>
        </w:rPr>
        <w:t xml:space="preserve"> Zusammen</w:t>
      </w:r>
      <w:r w:rsidR="0047212C">
        <w:rPr>
          <w:rFonts w:ascii="Arial" w:hAnsi="Arial"/>
          <w:sz w:val="20"/>
          <w:szCs w:val="20"/>
        </w:rPr>
        <w:t>arbeit</w:t>
      </w:r>
      <w:r>
        <w:rPr>
          <w:rFonts w:ascii="Arial" w:hAnsi="Arial"/>
          <w:sz w:val="20"/>
          <w:szCs w:val="20"/>
        </w:rPr>
        <w:t xml:space="preserve"> des großen Elektro</w:t>
      </w:r>
      <w:r w:rsidR="00FB4ECB">
        <w:rPr>
          <w:rFonts w:ascii="Arial" w:hAnsi="Arial"/>
          <w:sz w:val="20"/>
          <w:szCs w:val="20"/>
        </w:rPr>
        <w:t>geräte</w:t>
      </w:r>
      <w:r>
        <w:rPr>
          <w:rFonts w:ascii="Arial" w:hAnsi="Arial"/>
          <w:sz w:val="20"/>
          <w:szCs w:val="20"/>
        </w:rPr>
        <w:t xml:space="preserve">händlers mit dem </w:t>
      </w:r>
      <w:r w:rsidR="0047212C">
        <w:rPr>
          <w:rFonts w:ascii="Arial" w:hAnsi="Arial"/>
          <w:sz w:val="20"/>
          <w:szCs w:val="20"/>
        </w:rPr>
        <w:t xml:space="preserve">ehemaligen </w:t>
      </w:r>
      <w:r>
        <w:rPr>
          <w:rFonts w:ascii="Arial" w:hAnsi="Arial"/>
          <w:sz w:val="20"/>
          <w:szCs w:val="20"/>
        </w:rPr>
        <w:t>Abfallwir</w:t>
      </w:r>
      <w:r>
        <w:rPr>
          <w:rFonts w:ascii="Arial" w:hAnsi="Arial"/>
          <w:sz w:val="20"/>
          <w:szCs w:val="20"/>
        </w:rPr>
        <w:t>t</w:t>
      </w:r>
      <w:r>
        <w:rPr>
          <w:rFonts w:ascii="Arial" w:hAnsi="Arial"/>
          <w:sz w:val="20"/>
          <w:szCs w:val="20"/>
        </w:rPr>
        <w:t xml:space="preserve">schaftsunternehmen </w:t>
      </w:r>
      <w:r w:rsidR="00FB4ECB">
        <w:rPr>
          <w:rFonts w:ascii="Arial" w:hAnsi="Arial"/>
          <w:sz w:val="20"/>
          <w:szCs w:val="20"/>
        </w:rPr>
        <w:t xml:space="preserve">The Recycling Group </w:t>
      </w:r>
      <w:r>
        <w:rPr>
          <w:rFonts w:ascii="Arial" w:hAnsi="Arial"/>
          <w:sz w:val="20"/>
          <w:szCs w:val="20"/>
        </w:rPr>
        <w:t xml:space="preserve">aus </w:t>
      </w:r>
      <w:proofErr w:type="spellStart"/>
      <w:r>
        <w:rPr>
          <w:rFonts w:ascii="Arial" w:hAnsi="Arial"/>
          <w:sz w:val="20"/>
          <w:szCs w:val="20"/>
        </w:rPr>
        <w:t>Knighton</w:t>
      </w:r>
      <w:proofErr w:type="spellEnd"/>
      <w:r>
        <w:rPr>
          <w:rFonts w:ascii="Arial" w:hAnsi="Arial"/>
          <w:sz w:val="20"/>
          <w:szCs w:val="20"/>
        </w:rPr>
        <w:t xml:space="preserve"> geführt. </w:t>
      </w:r>
      <w:r w:rsidR="00FD61DD">
        <w:rPr>
          <w:rFonts w:ascii="Arial" w:hAnsi="Arial"/>
          <w:sz w:val="20"/>
          <w:szCs w:val="20"/>
        </w:rPr>
        <w:t xml:space="preserve">AO Recycling möchte sicherstellen, dass der Recyclingbranche </w:t>
      </w:r>
      <w:r w:rsidR="00264376">
        <w:rPr>
          <w:rFonts w:ascii="Arial" w:hAnsi="Arial"/>
          <w:sz w:val="20"/>
          <w:szCs w:val="20"/>
        </w:rPr>
        <w:t>ausreichend</w:t>
      </w:r>
      <w:r w:rsidR="00FD61DD">
        <w:rPr>
          <w:rFonts w:ascii="Arial" w:hAnsi="Arial"/>
          <w:sz w:val="20"/>
          <w:szCs w:val="20"/>
        </w:rPr>
        <w:t xml:space="preserve"> Kapazitäten zur Verfügung stehen, die zur Verarbeitung des stetig wachsenden Aufkommens an Elektroschrott aus Haushaltsgeräten notwendig sind.</w:t>
      </w:r>
    </w:p>
    <w:p w:rsidR="00824414" w:rsidRDefault="00824414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88165A" w:rsidRDefault="0088165A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</w:rPr>
      </w:pPr>
      <w:r>
        <w:rPr>
          <w:rFonts w:ascii="Arial" w:hAnsi="Arial"/>
          <w:sz w:val="20"/>
        </w:rPr>
        <w:t>- Ende -</w:t>
      </w:r>
    </w:p>
    <w:p w:rsidR="002F0898" w:rsidRDefault="002F0898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2F0898" w:rsidRPr="000F718F" w:rsidRDefault="002F0898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</w:rPr>
      </w:pPr>
    </w:p>
    <w:p w:rsidR="0088165A" w:rsidRPr="000F718F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6428BC" w:rsidRDefault="006428BC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  <w:r>
        <w:rPr>
          <w:rFonts w:ascii="Arial" w:eastAsia="Times New Roman" w:hAnsi="Arial" w:cs="Arial"/>
          <w:b/>
          <w:noProof/>
          <w:spacing w:val="0"/>
          <w:kern w:val="0"/>
          <w:sz w:val="18"/>
          <w:szCs w:val="18"/>
          <w:lang w:eastAsia="de-AT" w:bidi="ar-SA"/>
        </w:rPr>
        <w:drawing>
          <wp:anchor distT="0" distB="0" distL="114300" distR="114300" simplePos="0" relativeHeight="251659264" behindDoc="1" locked="0" layoutInCell="1" allowOverlap="1" wp14:anchorId="149B501E" wp14:editId="255D4F90">
            <wp:simplePos x="0" y="0"/>
            <wp:positionH relativeFrom="column">
              <wp:posOffset>-635</wp:posOffset>
            </wp:positionH>
            <wp:positionV relativeFrom="paragraph">
              <wp:posOffset>-1261745</wp:posOffset>
            </wp:positionV>
            <wp:extent cx="3533775" cy="2355850"/>
            <wp:effectExtent l="0" t="0" r="9525" b="6350"/>
            <wp:wrapTight wrapText="bothSides">
              <wp:wrapPolygon edited="0">
                <wp:start x="0" y="0"/>
                <wp:lineTo x="0" y="21484"/>
                <wp:lineTo x="21542" y="21484"/>
                <wp:lineTo x="21542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O Recycling 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35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C86368" w:rsidRPr="00C86368" w:rsidRDefault="00C86368" w:rsidP="00C86368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DE"/>
        </w:rPr>
      </w:pPr>
      <w:r w:rsidRPr="00C86368">
        <w:rPr>
          <w:rFonts w:ascii="Arial" w:hAnsi="Arial"/>
          <w:color w:val="0070C0"/>
          <w:sz w:val="18"/>
          <w:lang w:val="de-DE"/>
        </w:rPr>
        <w:t>◄</w:t>
      </w:r>
      <w:r w:rsidRPr="00C86368">
        <w:rPr>
          <w:rFonts w:ascii="Arial" w:hAnsi="Arial"/>
          <w:sz w:val="18"/>
          <w:lang w:val="de-DE"/>
        </w:rPr>
        <w:t xml:space="preserve"> Die hochm</w:t>
      </w:r>
      <w:r w:rsidR="00FD61DD">
        <w:rPr>
          <w:rFonts w:ascii="Arial" w:hAnsi="Arial"/>
          <w:sz w:val="18"/>
          <w:lang w:val="de-DE"/>
        </w:rPr>
        <w:t>oderne Recyclinganlage für Kühlg</w:t>
      </w:r>
      <w:r w:rsidRPr="00C86368">
        <w:rPr>
          <w:rFonts w:ascii="Arial" w:hAnsi="Arial"/>
          <w:sz w:val="18"/>
          <w:lang w:val="de-DE"/>
        </w:rPr>
        <w:t xml:space="preserve">eräte in </w:t>
      </w:r>
      <w:proofErr w:type="spellStart"/>
      <w:r w:rsidRPr="00C86368">
        <w:rPr>
          <w:rFonts w:ascii="Arial" w:hAnsi="Arial"/>
          <w:sz w:val="18"/>
          <w:lang w:val="de-DE"/>
        </w:rPr>
        <w:t>Telford</w:t>
      </w:r>
      <w:proofErr w:type="spellEnd"/>
      <w:r w:rsidRPr="00C86368">
        <w:rPr>
          <w:rFonts w:ascii="Arial" w:hAnsi="Arial"/>
          <w:sz w:val="18"/>
          <w:lang w:val="de-DE"/>
        </w:rPr>
        <w:t>, Großbritannien (Quelle: AO Recycling)</w:t>
      </w:r>
    </w:p>
    <w:p w:rsidR="006428BC" w:rsidRPr="00C86368" w:rsidRDefault="006428BC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DE"/>
        </w:rPr>
      </w:pPr>
    </w:p>
    <w:p w:rsidR="006428BC" w:rsidRPr="00C86368" w:rsidRDefault="006428BC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  <w:r>
        <w:rPr>
          <w:rFonts w:ascii="Arial" w:hAnsi="Arial"/>
          <w:b/>
          <w:sz w:val="18"/>
        </w:rPr>
        <w:t>Download Presse-Information und Foto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</w:rPr>
      </w:pPr>
      <w:r>
        <w:rPr>
          <w:rFonts w:ascii="Arial" w:hAnsi="Arial"/>
          <w:sz w:val="18"/>
        </w:rPr>
        <w:t>Presse-Information und Foto stehen unter www.andritz.com/news-de zum Download zur Verfügung. Honorarfreie Veröffentlichung der Fotos unter der Quellenangabe “AO Recycling”.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  <w:r>
        <w:rPr>
          <w:rFonts w:ascii="Arial" w:hAnsi="Arial"/>
          <w:b/>
          <w:sz w:val="18"/>
        </w:rPr>
        <w:t>Für weitere Informationen kontaktieren Sie bitte:</w:t>
      </w:r>
    </w:p>
    <w:p w:rsidR="00D501B3" w:rsidRPr="00FB4ECB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US"/>
        </w:rPr>
      </w:pPr>
      <w:r w:rsidRPr="00FB4ECB">
        <w:rPr>
          <w:rFonts w:ascii="Arial" w:hAnsi="Arial"/>
          <w:sz w:val="18"/>
          <w:lang w:val="en-US"/>
        </w:rPr>
        <w:t>Dr. Michael Buchbauer</w:t>
      </w:r>
    </w:p>
    <w:p w:rsidR="00D501B3" w:rsidRPr="00FB4ECB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US"/>
        </w:rPr>
      </w:pPr>
      <w:r w:rsidRPr="00FB4ECB">
        <w:rPr>
          <w:rFonts w:ascii="Arial" w:hAnsi="Arial"/>
          <w:sz w:val="18"/>
          <w:lang w:val="en-US"/>
        </w:rPr>
        <w:t>Head of Corporate Communications</w:t>
      </w:r>
    </w:p>
    <w:p w:rsidR="00D501B3" w:rsidRPr="00FB4ECB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US"/>
        </w:rPr>
      </w:pPr>
      <w:r w:rsidRPr="00FB4ECB">
        <w:rPr>
          <w:rFonts w:ascii="Arial" w:hAnsi="Arial"/>
          <w:sz w:val="18"/>
          <w:lang w:val="en-US"/>
        </w:rPr>
        <w:t>michael.buchbauer@andritz.com</w:t>
      </w:r>
    </w:p>
    <w:p w:rsidR="00D501B3" w:rsidRPr="00FB4ECB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US"/>
        </w:rPr>
      </w:pPr>
      <w:r w:rsidRPr="00FB4ECB">
        <w:rPr>
          <w:rFonts w:ascii="Arial" w:hAnsi="Arial"/>
          <w:sz w:val="18"/>
          <w:lang w:val="en-US"/>
        </w:rPr>
        <w:t>www.andritz.com</w:t>
      </w:r>
    </w:p>
    <w:p w:rsidR="00D501B3" w:rsidRPr="00FB4ECB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US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  <w:r>
        <w:rPr>
          <w:rFonts w:ascii="Arial" w:hAnsi="Arial"/>
          <w:b/>
          <w:sz w:val="18"/>
        </w:rPr>
        <w:t>DIE ANDRITZ-GRUPPE</w:t>
      </w:r>
    </w:p>
    <w:p w:rsidR="00D501B3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</w:rPr>
      </w:pPr>
      <w:r>
        <w:rPr>
          <w:rFonts w:ascii="Arial" w:hAnsi="Arial"/>
          <w:sz w:val="18"/>
        </w:rPr>
        <w:t>ANDRITZ ist einer der weltweit führenden Lieferanten von Anlagen, Ausrüstungen und Serviceleistungen für Wa</w:t>
      </w:r>
      <w:r>
        <w:rPr>
          <w:rFonts w:ascii="Arial" w:hAnsi="Arial"/>
          <w:sz w:val="18"/>
        </w:rPr>
        <w:t>s</w:t>
      </w:r>
      <w:r>
        <w:rPr>
          <w:rFonts w:ascii="Arial" w:hAnsi="Arial"/>
          <w:sz w:val="18"/>
        </w:rPr>
        <w:t>serkraftwerke, die Zellstoff- und Papierindustrie, die metallverarbeitende Industrie und Stahlindustrie, die komm</w:t>
      </w:r>
      <w:r>
        <w:rPr>
          <w:rFonts w:ascii="Arial" w:hAnsi="Arial"/>
          <w:sz w:val="18"/>
        </w:rPr>
        <w:t>u</w:t>
      </w:r>
      <w:r>
        <w:rPr>
          <w:rFonts w:ascii="Arial" w:hAnsi="Arial"/>
          <w:sz w:val="18"/>
        </w:rPr>
        <w:t xml:space="preserve">nale und industrielle Fest-Flüssig-Trennung sowie die Tierfutter- und </w:t>
      </w:r>
      <w:proofErr w:type="spellStart"/>
      <w:r>
        <w:rPr>
          <w:rFonts w:ascii="Arial" w:hAnsi="Arial"/>
          <w:sz w:val="18"/>
        </w:rPr>
        <w:t>Biomassepelletierung</w:t>
      </w:r>
      <w:proofErr w:type="spellEnd"/>
      <w:r>
        <w:rPr>
          <w:rFonts w:ascii="Arial" w:hAnsi="Arial"/>
          <w:sz w:val="18"/>
        </w:rPr>
        <w:t>. Weitere wesentliche Geschäftsfelder sind die Automatisierung sowie das Servicegeschäft. Darüber hinaus ist der internationale Ko</w:t>
      </w:r>
      <w:r>
        <w:rPr>
          <w:rFonts w:ascii="Arial" w:hAnsi="Arial"/>
          <w:sz w:val="18"/>
        </w:rPr>
        <w:t>n</w:t>
      </w:r>
      <w:r>
        <w:rPr>
          <w:rFonts w:ascii="Arial" w:hAnsi="Arial"/>
          <w:sz w:val="18"/>
        </w:rPr>
        <w:t xml:space="preserve">zern auch im Bereich der Energieerzeugung (Dampfkesselanlagen, Biomassekraftwerke, Rückgewinnungskessel sowie </w:t>
      </w:r>
      <w:proofErr w:type="spellStart"/>
      <w:r>
        <w:rPr>
          <w:rFonts w:ascii="Arial" w:hAnsi="Arial"/>
          <w:sz w:val="18"/>
        </w:rPr>
        <w:t>Gasifizierungsanlagen</w:t>
      </w:r>
      <w:proofErr w:type="spellEnd"/>
      <w:r>
        <w:rPr>
          <w:rFonts w:ascii="Arial" w:hAnsi="Arial"/>
          <w:sz w:val="18"/>
        </w:rPr>
        <w:t>) und Umwelttechnik (Rauchgasreinigungsanlagen) tätig und bietet Anlagen zur Pr</w:t>
      </w: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>duktion von Vliesstoffen, Viskosezellstoff und Faserplatten an. Der Hauptsitz des börsennotierten Technologieko</w:t>
      </w:r>
      <w:r>
        <w:rPr>
          <w:rFonts w:ascii="Arial" w:hAnsi="Arial"/>
          <w:sz w:val="18"/>
        </w:rPr>
        <w:t>n</w:t>
      </w:r>
      <w:r>
        <w:rPr>
          <w:rFonts w:ascii="Arial" w:hAnsi="Arial"/>
          <w:sz w:val="18"/>
        </w:rPr>
        <w:t>zerns, der weltweit rund 25.200 Mitarbeiter beschäftigt, befindet sich in Graz, Österreich. ANDRITZ betreibt über 250 Standorte in mehr als 40 Ländern.</w:t>
      </w:r>
    </w:p>
    <w:p w:rsidR="003B4037" w:rsidRPr="00D501B3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</w:p>
    <w:p w:rsidR="00D74D00" w:rsidRPr="00F02F7B" w:rsidRDefault="00D501B3" w:rsidP="00F02F7B">
      <w:pPr>
        <w:spacing w:after="240" w:line="225" w:lineRule="atLeast"/>
        <w:jc w:val="left"/>
        <w:rPr>
          <w:rFonts w:ascii="Helvetica" w:hAnsi="Helvetica" w:cs="Helvetica"/>
          <w:sz w:val="18"/>
          <w:szCs w:val="18"/>
        </w:rPr>
      </w:pPr>
      <w:r>
        <w:rPr>
          <w:rFonts w:ascii="Helvetica" w:hAnsi="Helvetica"/>
          <w:b/>
          <w:sz w:val="18"/>
        </w:rPr>
        <w:t>ANDRITZ MeWa</w:t>
      </w:r>
      <w:r>
        <w:rPr>
          <w:rFonts w:ascii="Helvetica" w:hAnsi="Helvetica"/>
          <w:sz w:val="18"/>
        </w:rPr>
        <w:br/>
        <w:t>ANDRITZ MeWa ist Teil der ANDRITZ-GRUPPE und entwickelt und baut seit über 30 Jahren Zerkleinerungsm</w:t>
      </w:r>
      <w:r>
        <w:rPr>
          <w:rFonts w:ascii="Helvetica" w:hAnsi="Helvetica"/>
          <w:sz w:val="18"/>
        </w:rPr>
        <w:t>a</w:t>
      </w:r>
      <w:r>
        <w:rPr>
          <w:rFonts w:ascii="Helvetica" w:hAnsi="Helvetica"/>
          <w:sz w:val="18"/>
        </w:rPr>
        <w:t>schinen und schlüsselfertige Recyclinganlagen für verschiedenste Einsatzzwecke. Schwerpunkte sind die Aufb</w:t>
      </w:r>
      <w:r>
        <w:rPr>
          <w:rFonts w:ascii="Helvetica" w:hAnsi="Helvetica"/>
          <w:sz w:val="18"/>
        </w:rPr>
        <w:t>e</w:t>
      </w:r>
      <w:r>
        <w:rPr>
          <w:rFonts w:ascii="Helvetica" w:hAnsi="Helvetica"/>
          <w:sz w:val="18"/>
        </w:rPr>
        <w:t xml:space="preserve">reitung von Elektro- und Elektronikschrott, Kühlgeräten, Metallverbunden, Haus- und Gewerbeabfällen, Altreifen, Ölfiltern sowie organischen Abfällen für Biogasanlagen. Hauptsitz des Unternehmens ist </w:t>
      </w:r>
      <w:proofErr w:type="spellStart"/>
      <w:r>
        <w:rPr>
          <w:rFonts w:ascii="Helvetica" w:hAnsi="Helvetica"/>
          <w:sz w:val="18"/>
        </w:rPr>
        <w:t>Gechingen</w:t>
      </w:r>
      <w:proofErr w:type="spellEnd"/>
      <w:r>
        <w:rPr>
          <w:rFonts w:ascii="Helvetica" w:hAnsi="Helvetica"/>
          <w:sz w:val="18"/>
        </w:rPr>
        <w:t xml:space="preserve">, Deutschland. </w:t>
      </w:r>
      <w:bookmarkEnd w:id="6"/>
    </w:p>
    <w:sectPr w:rsidR="00D74D00" w:rsidRPr="00F02F7B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4E" w:rsidRPr="0088201D" w:rsidRDefault="005A094E" w:rsidP="006A7019">
      <w:r>
        <w:separator/>
      </w:r>
    </w:p>
  </w:endnote>
  <w:endnote w:type="continuationSeparator" w:id="0">
    <w:p w:rsidR="005A094E" w:rsidRPr="0088201D" w:rsidRDefault="005A094E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4E" w:rsidRPr="0088201D" w:rsidRDefault="005A094E" w:rsidP="006A7019">
      <w:r>
        <w:separator/>
      </w:r>
    </w:p>
  </w:footnote>
  <w:footnote w:type="continuationSeparator" w:id="0">
    <w:p w:rsidR="005A094E" w:rsidRPr="0088201D" w:rsidRDefault="005A094E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E3278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</w:rPr>
      <w:t xml:space="preserve">Seite: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6B3B06">
      <w:rPr>
        <w:noProof/>
        <w:color w:val="000000"/>
      </w:rPr>
      <w:t>2</w:t>
    </w:r>
    <w:r w:rsidRPr="008A6F0F">
      <w:rPr>
        <w:color w:val="000000"/>
      </w:rPr>
      <w:fldChar w:fldCharType="end"/>
    </w:r>
    <w:r>
      <w:rPr>
        <w:color w:val="000000"/>
      </w:rPr>
      <w:t xml:space="preserve"> (von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6B3B06">
      <w:rPr>
        <w:noProof/>
        <w:color w:val="000000"/>
      </w:rPr>
      <w:t>2</w:t>
    </w:r>
    <w:r w:rsidRPr="008A6F0F">
      <w:rPr>
        <w:color w:val="000000"/>
      </w:rPr>
      <w:fldChar w:fldCharType="end"/>
    </w:r>
    <w:r>
      <w:rPr>
        <w:color w:val="000000"/>
      </w:rPr>
      <w:t>)</w:t>
    </w:r>
  </w:p>
  <w:p w:rsidR="00E32781" w:rsidRPr="001F6C7A" w:rsidRDefault="00E32781" w:rsidP="000E35ED">
    <w:r>
      <w:rPr>
        <w:noProof/>
        <w:lang w:eastAsia="de-AT" w:bidi="ar-SA"/>
      </w:rPr>
      <w:drawing>
        <wp:anchor distT="0" distB="0" distL="114300" distR="114300" simplePos="0" relativeHeight="251658240" behindDoc="0" locked="0" layoutInCell="1" allowOverlap="1" wp14:anchorId="30C36F06" wp14:editId="54870C93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Header"/>
      <w:tabs>
        <w:tab w:val="clear" w:pos="7371"/>
        <w:tab w:val="left" w:pos="9900"/>
      </w:tabs>
    </w:pPr>
    <w:r>
      <w:rPr>
        <w:noProof/>
        <w:lang w:eastAsia="de-AT" w:bidi="ar-SA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2DA0F282" wp14:editId="1284394D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xmlns:o="urn:schemas-microsoft-com:office:office" xmlns:v="urn:schemas-microsoft-com:vml"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xmlns:w10="urn:schemas-microsoft-com:office:word" anchorx="page" anchory="page"/>
              <w10:anchorlock xmlns:w10="urn:schemas-microsoft-com:office:word"/>
            </v:rect>
          </w:pict>
        </mc:Fallback>
      </mc:AlternateContent>
    </w:r>
    <w:r>
      <w:rPr>
        <w:noProof/>
        <w:lang w:eastAsia="de-AT" w:bidi="ar-SA"/>
      </w:rPr>
      <w:drawing>
        <wp:anchor distT="0" distB="0" distL="114300" distR="114300" simplePos="0" relativeHeight="251660288" behindDoc="0" locked="0" layoutInCell="1" allowOverlap="1" wp14:anchorId="7596EACE" wp14:editId="39BAC4A4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290893FA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19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F5EAC"/>
    <w:multiLevelType w:val="singleLevel"/>
    <w:tmpl w:val="36409F28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1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3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5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1">
    <w:nsid w:val="7F0F2ACC"/>
    <w:multiLevelType w:val="singleLevel"/>
    <w:tmpl w:val="C288500E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3"/>
  </w:num>
  <w:num w:numId="13">
    <w:abstractNumId w:val="25"/>
  </w:num>
  <w:num w:numId="14">
    <w:abstractNumId w:val="25"/>
  </w:num>
  <w:num w:numId="15">
    <w:abstractNumId w:val="11"/>
  </w:num>
  <w:num w:numId="16">
    <w:abstractNumId w:val="15"/>
  </w:num>
  <w:num w:numId="17">
    <w:abstractNumId w:val="12"/>
  </w:num>
  <w:num w:numId="18">
    <w:abstractNumId w:val="25"/>
  </w:num>
  <w:num w:numId="19">
    <w:abstractNumId w:val="11"/>
  </w:num>
  <w:num w:numId="20">
    <w:abstractNumId w:val="15"/>
  </w:num>
  <w:num w:numId="21">
    <w:abstractNumId w:val="12"/>
  </w:num>
  <w:num w:numId="22">
    <w:abstractNumId w:val="25"/>
  </w:num>
  <w:num w:numId="23">
    <w:abstractNumId w:val="11"/>
  </w:num>
  <w:num w:numId="24">
    <w:abstractNumId w:val="15"/>
  </w:num>
  <w:num w:numId="25">
    <w:abstractNumId w:val="12"/>
  </w:num>
  <w:num w:numId="26">
    <w:abstractNumId w:val="30"/>
  </w:num>
  <w:num w:numId="27">
    <w:abstractNumId w:val="30"/>
  </w:num>
  <w:num w:numId="28">
    <w:abstractNumId w:val="11"/>
  </w:num>
  <w:num w:numId="29">
    <w:abstractNumId w:val="15"/>
  </w:num>
  <w:num w:numId="30">
    <w:abstractNumId w:val="12"/>
  </w:num>
  <w:num w:numId="31">
    <w:abstractNumId w:val="20"/>
  </w:num>
  <w:num w:numId="32">
    <w:abstractNumId w:val="30"/>
  </w:num>
  <w:num w:numId="33">
    <w:abstractNumId w:val="11"/>
  </w:num>
  <w:num w:numId="34">
    <w:abstractNumId w:val="15"/>
  </w:num>
  <w:num w:numId="35">
    <w:abstractNumId w:val="12"/>
  </w:num>
  <w:num w:numId="36">
    <w:abstractNumId w:val="18"/>
  </w:num>
  <w:num w:numId="37">
    <w:abstractNumId w:val="29"/>
  </w:num>
  <w:num w:numId="38">
    <w:abstractNumId w:val="28"/>
  </w:num>
  <w:num w:numId="39">
    <w:abstractNumId w:val="26"/>
  </w:num>
  <w:num w:numId="40">
    <w:abstractNumId w:val="31"/>
  </w:num>
  <w:num w:numId="41">
    <w:abstractNumId w:val="14"/>
  </w:num>
  <w:num w:numId="42">
    <w:abstractNumId w:val="27"/>
  </w:num>
  <w:num w:numId="43">
    <w:abstractNumId w:val="17"/>
  </w:num>
  <w:num w:numId="44">
    <w:abstractNumId w:val="10"/>
  </w:num>
  <w:num w:numId="45">
    <w:abstractNumId w:val="1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6q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015&lt;/create&gt;_x000d__x000a_&lt;author&gt;Wolf Petra&lt;/author&gt;_x000d__x000a_&lt;page&gt;3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7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0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8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2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80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85_x0009_586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oV_GJ&lt;/bereichsname&gt;_x000d__x000a_&lt;adresse&gt;$O$484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75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65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0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42485_x0009_5829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2&lt;/create&gt;_x000d__x000a_&lt;author&gt;Wolf Petra&lt;/author&gt;_x000d__x000a_&lt;page&gt;1&lt;/page&gt;_x000d__x000a_&lt;block&gt;&lt;/block&gt;_x000d__x000a_&lt;status&gt;42485_x0009_5829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7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13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7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25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2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796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63117115_26808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6D5"/>
    <w:rsid w:val="00010D5B"/>
    <w:rsid w:val="00012669"/>
    <w:rsid w:val="00014164"/>
    <w:rsid w:val="00015284"/>
    <w:rsid w:val="00015A8C"/>
    <w:rsid w:val="000165DB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2B4E"/>
    <w:rsid w:val="0003305D"/>
    <w:rsid w:val="000330A4"/>
    <w:rsid w:val="000331D3"/>
    <w:rsid w:val="00034AD1"/>
    <w:rsid w:val="00035783"/>
    <w:rsid w:val="00036221"/>
    <w:rsid w:val="0003637D"/>
    <w:rsid w:val="000363BF"/>
    <w:rsid w:val="00036748"/>
    <w:rsid w:val="0003696D"/>
    <w:rsid w:val="00037F59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65A5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63C1"/>
    <w:rsid w:val="000802A1"/>
    <w:rsid w:val="000807B0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5FB5"/>
    <w:rsid w:val="000962A0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2ADB"/>
    <w:rsid w:val="000C42B2"/>
    <w:rsid w:val="000C463F"/>
    <w:rsid w:val="000C4A94"/>
    <w:rsid w:val="000C5324"/>
    <w:rsid w:val="000C5B42"/>
    <w:rsid w:val="000C5DC7"/>
    <w:rsid w:val="000C6229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5F1D"/>
    <w:rsid w:val="000E6052"/>
    <w:rsid w:val="000E6210"/>
    <w:rsid w:val="000E62F1"/>
    <w:rsid w:val="000E6611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4F18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D00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5731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76218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C2F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CDC"/>
    <w:rsid w:val="001A6AF9"/>
    <w:rsid w:val="001A7BF2"/>
    <w:rsid w:val="001B062F"/>
    <w:rsid w:val="001B099B"/>
    <w:rsid w:val="001B11BA"/>
    <w:rsid w:val="001B182C"/>
    <w:rsid w:val="001B2204"/>
    <w:rsid w:val="001B37CE"/>
    <w:rsid w:val="001B4BB1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4E31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008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5849"/>
    <w:rsid w:val="002125D7"/>
    <w:rsid w:val="002131AE"/>
    <w:rsid w:val="00214295"/>
    <w:rsid w:val="00215E44"/>
    <w:rsid w:val="002162CE"/>
    <w:rsid w:val="00220548"/>
    <w:rsid w:val="00221463"/>
    <w:rsid w:val="00221F87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15C"/>
    <w:rsid w:val="002627A0"/>
    <w:rsid w:val="0026321A"/>
    <w:rsid w:val="00264376"/>
    <w:rsid w:val="00264C9F"/>
    <w:rsid w:val="00264FBD"/>
    <w:rsid w:val="00265825"/>
    <w:rsid w:val="0026587F"/>
    <w:rsid w:val="00267299"/>
    <w:rsid w:val="00270A8E"/>
    <w:rsid w:val="002718FE"/>
    <w:rsid w:val="002719EF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2B2"/>
    <w:rsid w:val="00283BFC"/>
    <w:rsid w:val="00285060"/>
    <w:rsid w:val="0028609F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2FEB"/>
    <w:rsid w:val="002A450D"/>
    <w:rsid w:val="002A4F93"/>
    <w:rsid w:val="002A5770"/>
    <w:rsid w:val="002A6065"/>
    <w:rsid w:val="002A682D"/>
    <w:rsid w:val="002A6840"/>
    <w:rsid w:val="002A6988"/>
    <w:rsid w:val="002A774A"/>
    <w:rsid w:val="002A77F9"/>
    <w:rsid w:val="002A7E45"/>
    <w:rsid w:val="002B078D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31CD"/>
    <w:rsid w:val="002D4184"/>
    <w:rsid w:val="002D43FA"/>
    <w:rsid w:val="002D4F47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898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16EF5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6A74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6A39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943"/>
    <w:rsid w:val="00373B62"/>
    <w:rsid w:val="00373F76"/>
    <w:rsid w:val="00374201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4A6A"/>
    <w:rsid w:val="003A4ACA"/>
    <w:rsid w:val="003A740E"/>
    <w:rsid w:val="003A76E2"/>
    <w:rsid w:val="003B2A77"/>
    <w:rsid w:val="003B3E32"/>
    <w:rsid w:val="003B4037"/>
    <w:rsid w:val="003B4169"/>
    <w:rsid w:val="003B49A0"/>
    <w:rsid w:val="003B4A75"/>
    <w:rsid w:val="003B6234"/>
    <w:rsid w:val="003B73D7"/>
    <w:rsid w:val="003B7877"/>
    <w:rsid w:val="003B7DF7"/>
    <w:rsid w:val="003B7EEB"/>
    <w:rsid w:val="003C191F"/>
    <w:rsid w:val="003C266C"/>
    <w:rsid w:val="003C339F"/>
    <w:rsid w:val="003C51A6"/>
    <w:rsid w:val="003C5FC3"/>
    <w:rsid w:val="003C6A0B"/>
    <w:rsid w:val="003D1296"/>
    <w:rsid w:val="003D17A1"/>
    <w:rsid w:val="003D1D1C"/>
    <w:rsid w:val="003D486A"/>
    <w:rsid w:val="003D49F2"/>
    <w:rsid w:val="003D517E"/>
    <w:rsid w:val="003D53FB"/>
    <w:rsid w:val="003D6132"/>
    <w:rsid w:val="003D6F69"/>
    <w:rsid w:val="003D787E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1FE"/>
    <w:rsid w:val="00400CC5"/>
    <w:rsid w:val="004013D8"/>
    <w:rsid w:val="00401B45"/>
    <w:rsid w:val="00401B7A"/>
    <w:rsid w:val="004023F9"/>
    <w:rsid w:val="00403F96"/>
    <w:rsid w:val="004041BF"/>
    <w:rsid w:val="00404623"/>
    <w:rsid w:val="00405439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610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0F6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12C"/>
    <w:rsid w:val="0047220C"/>
    <w:rsid w:val="00474B3C"/>
    <w:rsid w:val="00474B94"/>
    <w:rsid w:val="00476078"/>
    <w:rsid w:val="004770FD"/>
    <w:rsid w:val="004772B8"/>
    <w:rsid w:val="004775E8"/>
    <w:rsid w:val="00477803"/>
    <w:rsid w:val="00477815"/>
    <w:rsid w:val="00477AE6"/>
    <w:rsid w:val="00482BF8"/>
    <w:rsid w:val="00482C36"/>
    <w:rsid w:val="00482E04"/>
    <w:rsid w:val="004841CB"/>
    <w:rsid w:val="00484D9F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28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7F3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193"/>
    <w:rsid w:val="004D1549"/>
    <w:rsid w:val="004D18F5"/>
    <w:rsid w:val="004D1961"/>
    <w:rsid w:val="004D2D14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98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20FC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3731F"/>
    <w:rsid w:val="00540796"/>
    <w:rsid w:val="005409AC"/>
    <w:rsid w:val="005411B7"/>
    <w:rsid w:val="00542498"/>
    <w:rsid w:val="00544663"/>
    <w:rsid w:val="00544A67"/>
    <w:rsid w:val="00544EAA"/>
    <w:rsid w:val="0054665E"/>
    <w:rsid w:val="00547034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29DF"/>
    <w:rsid w:val="005636E1"/>
    <w:rsid w:val="0056413D"/>
    <w:rsid w:val="0056554E"/>
    <w:rsid w:val="00565991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94E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202"/>
    <w:rsid w:val="005C2C25"/>
    <w:rsid w:val="005C3E05"/>
    <w:rsid w:val="005C5A2F"/>
    <w:rsid w:val="005C6083"/>
    <w:rsid w:val="005C67F3"/>
    <w:rsid w:val="005C6AD2"/>
    <w:rsid w:val="005D0FFA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CD6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3E3"/>
    <w:rsid w:val="005F36FB"/>
    <w:rsid w:val="005F3E92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288"/>
    <w:rsid w:val="006057CC"/>
    <w:rsid w:val="00605AB1"/>
    <w:rsid w:val="00605FA7"/>
    <w:rsid w:val="00606BE3"/>
    <w:rsid w:val="00606E89"/>
    <w:rsid w:val="0060709D"/>
    <w:rsid w:val="00607B47"/>
    <w:rsid w:val="006105B3"/>
    <w:rsid w:val="00610CC4"/>
    <w:rsid w:val="00610D55"/>
    <w:rsid w:val="0061165A"/>
    <w:rsid w:val="00611732"/>
    <w:rsid w:val="00611F3C"/>
    <w:rsid w:val="006128B4"/>
    <w:rsid w:val="0061402C"/>
    <w:rsid w:val="0061438A"/>
    <w:rsid w:val="00614A4A"/>
    <w:rsid w:val="00614E37"/>
    <w:rsid w:val="006156E1"/>
    <w:rsid w:val="0061791F"/>
    <w:rsid w:val="00617A31"/>
    <w:rsid w:val="006202B4"/>
    <w:rsid w:val="00620BC4"/>
    <w:rsid w:val="00624B8E"/>
    <w:rsid w:val="006255FF"/>
    <w:rsid w:val="0062588E"/>
    <w:rsid w:val="006259DC"/>
    <w:rsid w:val="00626584"/>
    <w:rsid w:val="00627449"/>
    <w:rsid w:val="006318D8"/>
    <w:rsid w:val="00631E40"/>
    <w:rsid w:val="00633992"/>
    <w:rsid w:val="0063492E"/>
    <w:rsid w:val="006362E9"/>
    <w:rsid w:val="006365D6"/>
    <w:rsid w:val="00637FC2"/>
    <w:rsid w:val="006408A4"/>
    <w:rsid w:val="00640C63"/>
    <w:rsid w:val="00641536"/>
    <w:rsid w:val="00641A42"/>
    <w:rsid w:val="006428BC"/>
    <w:rsid w:val="00642960"/>
    <w:rsid w:val="00644798"/>
    <w:rsid w:val="00644FB2"/>
    <w:rsid w:val="0064562C"/>
    <w:rsid w:val="006503D2"/>
    <w:rsid w:val="0065044D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3CB"/>
    <w:rsid w:val="00671C20"/>
    <w:rsid w:val="0067319C"/>
    <w:rsid w:val="00673252"/>
    <w:rsid w:val="00673AA3"/>
    <w:rsid w:val="00674097"/>
    <w:rsid w:val="006746BE"/>
    <w:rsid w:val="00675B80"/>
    <w:rsid w:val="0067680C"/>
    <w:rsid w:val="00676871"/>
    <w:rsid w:val="0068041F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78F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E7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154"/>
    <w:rsid w:val="006B178A"/>
    <w:rsid w:val="006B1CBF"/>
    <w:rsid w:val="006B29D3"/>
    <w:rsid w:val="006B2C8B"/>
    <w:rsid w:val="006B36E6"/>
    <w:rsid w:val="006B3B06"/>
    <w:rsid w:val="006B6F7A"/>
    <w:rsid w:val="006B74AF"/>
    <w:rsid w:val="006C15D7"/>
    <w:rsid w:val="006C2A04"/>
    <w:rsid w:val="006C2D95"/>
    <w:rsid w:val="006C3CE4"/>
    <w:rsid w:val="006C5710"/>
    <w:rsid w:val="006C5F7E"/>
    <w:rsid w:val="006C68D3"/>
    <w:rsid w:val="006C6E8C"/>
    <w:rsid w:val="006C7ADD"/>
    <w:rsid w:val="006D0E95"/>
    <w:rsid w:val="006D135A"/>
    <w:rsid w:val="006D202C"/>
    <w:rsid w:val="006D2B61"/>
    <w:rsid w:val="006D3C7D"/>
    <w:rsid w:val="006D448C"/>
    <w:rsid w:val="006D4B83"/>
    <w:rsid w:val="006D7F1F"/>
    <w:rsid w:val="006E00A0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4E4"/>
    <w:rsid w:val="006F69B5"/>
    <w:rsid w:val="006F6B59"/>
    <w:rsid w:val="006F76BA"/>
    <w:rsid w:val="006F7DDC"/>
    <w:rsid w:val="0070055A"/>
    <w:rsid w:val="00700A3D"/>
    <w:rsid w:val="00701F2D"/>
    <w:rsid w:val="00702BE1"/>
    <w:rsid w:val="00704034"/>
    <w:rsid w:val="00704894"/>
    <w:rsid w:val="00705257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0AC5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0C7"/>
    <w:rsid w:val="00726C4B"/>
    <w:rsid w:val="00727A0C"/>
    <w:rsid w:val="00731389"/>
    <w:rsid w:val="00732D55"/>
    <w:rsid w:val="00732E10"/>
    <w:rsid w:val="00733C38"/>
    <w:rsid w:val="00733CCB"/>
    <w:rsid w:val="00733CEA"/>
    <w:rsid w:val="00734F40"/>
    <w:rsid w:val="00735063"/>
    <w:rsid w:val="007359FB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47FEA"/>
    <w:rsid w:val="007502BC"/>
    <w:rsid w:val="0075097D"/>
    <w:rsid w:val="00751651"/>
    <w:rsid w:val="00752D55"/>
    <w:rsid w:val="00752EAF"/>
    <w:rsid w:val="00753923"/>
    <w:rsid w:val="00753D5C"/>
    <w:rsid w:val="00754BEF"/>
    <w:rsid w:val="00757BCD"/>
    <w:rsid w:val="0076133F"/>
    <w:rsid w:val="00762143"/>
    <w:rsid w:val="007640E0"/>
    <w:rsid w:val="007648E4"/>
    <w:rsid w:val="0076491A"/>
    <w:rsid w:val="007649E0"/>
    <w:rsid w:val="00764C3E"/>
    <w:rsid w:val="00764E1C"/>
    <w:rsid w:val="007650C0"/>
    <w:rsid w:val="007650FA"/>
    <w:rsid w:val="00765170"/>
    <w:rsid w:val="00765701"/>
    <w:rsid w:val="00765EEB"/>
    <w:rsid w:val="007663C5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57E2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4616"/>
    <w:rsid w:val="007E4D91"/>
    <w:rsid w:val="007E52F1"/>
    <w:rsid w:val="007E6C41"/>
    <w:rsid w:val="007E6F1D"/>
    <w:rsid w:val="007F12E6"/>
    <w:rsid w:val="007F1977"/>
    <w:rsid w:val="007F19B0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3C2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3FDB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136"/>
    <w:rsid w:val="008422DF"/>
    <w:rsid w:val="0084354A"/>
    <w:rsid w:val="008436F0"/>
    <w:rsid w:val="008437B2"/>
    <w:rsid w:val="008450D2"/>
    <w:rsid w:val="008468AB"/>
    <w:rsid w:val="00846930"/>
    <w:rsid w:val="00851615"/>
    <w:rsid w:val="00852BA8"/>
    <w:rsid w:val="00853350"/>
    <w:rsid w:val="00855079"/>
    <w:rsid w:val="0085593F"/>
    <w:rsid w:val="008570DE"/>
    <w:rsid w:val="00857567"/>
    <w:rsid w:val="0085764D"/>
    <w:rsid w:val="008614F6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037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4C13"/>
    <w:rsid w:val="008C50FE"/>
    <w:rsid w:val="008C5234"/>
    <w:rsid w:val="008C5472"/>
    <w:rsid w:val="008C6391"/>
    <w:rsid w:val="008C7C79"/>
    <w:rsid w:val="008D0193"/>
    <w:rsid w:val="008D0DB1"/>
    <w:rsid w:val="008D1381"/>
    <w:rsid w:val="008D367A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7AB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03B6"/>
    <w:rsid w:val="0090157D"/>
    <w:rsid w:val="00901836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B51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4C9E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5F"/>
    <w:rsid w:val="00953A76"/>
    <w:rsid w:val="00954AC0"/>
    <w:rsid w:val="0095506F"/>
    <w:rsid w:val="009557D6"/>
    <w:rsid w:val="00955A63"/>
    <w:rsid w:val="00955C90"/>
    <w:rsid w:val="009560BD"/>
    <w:rsid w:val="00956545"/>
    <w:rsid w:val="009568F3"/>
    <w:rsid w:val="00956B1C"/>
    <w:rsid w:val="00957EB4"/>
    <w:rsid w:val="00962C6E"/>
    <w:rsid w:val="00963122"/>
    <w:rsid w:val="00963837"/>
    <w:rsid w:val="00965AEB"/>
    <w:rsid w:val="009660F0"/>
    <w:rsid w:val="00966966"/>
    <w:rsid w:val="009679D1"/>
    <w:rsid w:val="00970779"/>
    <w:rsid w:val="00970991"/>
    <w:rsid w:val="0097120D"/>
    <w:rsid w:val="00971999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793F"/>
    <w:rsid w:val="00991651"/>
    <w:rsid w:val="00991DD9"/>
    <w:rsid w:val="00991F3F"/>
    <w:rsid w:val="00992269"/>
    <w:rsid w:val="00992362"/>
    <w:rsid w:val="00992771"/>
    <w:rsid w:val="009927A2"/>
    <w:rsid w:val="00993F51"/>
    <w:rsid w:val="00996353"/>
    <w:rsid w:val="009968BC"/>
    <w:rsid w:val="0099772C"/>
    <w:rsid w:val="009978F8"/>
    <w:rsid w:val="00997ADC"/>
    <w:rsid w:val="009A02E5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BA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D7F93"/>
    <w:rsid w:val="009E00BE"/>
    <w:rsid w:val="009E0280"/>
    <w:rsid w:val="009E04E5"/>
    <w:rsid w:val="009E0B04"/>
    <w:rsid w:val="009E1D92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68FC"/>
    <w:rsid w:val="009F730F"/>
    <w:rsid w:val="009F7E75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32E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0E0C"/>
    <w:rsid w:val="00A4140E"/>
    <w:rsid w:val="00A418BF"/>
    <w:rsid w:val="00A42FC3"/>
    <w:rsid w:val="00A43281"/>
    <w:rsid w:val="00A440BA"/>
    <w:rsid w:val="00A4519A"/>
    <w:rsid w:val="00A4567D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12F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889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B7325"/>
    <w:rsid w:val="00AB7A1F"/>
    <w:rsid w:val="00AC05B3"/>
    <w:rsid w:val="00AC0898"/>
    <w:rsid w:val="00AC0BC7"/>
    <w:rsid w:val="00AC0C00"/>
    <w:rsid w:val="00AC1BA6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377B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DB"/>
    <w:rsid w:val="00AE6538"/>
    <w:rsid w:val="00AE69B4"/>
    <w:rsid w:val="00AE7100"/>
    <w:rsid w:val="00AE7BE5"/>
    <w:rsid w:val="00AF06CA"/>
    <w:rsid w:val="00AF0BD6"/>
    <w:rsid w:val="00AF1838"/>
    <w:rsid w:val="00AF1D65"/>
    <w:rsid w:val="00AF2BE4"/>
    <w:rsid w:val="00AF3BF2"/>
    <w:rsid w:val="00AF4055"/>
    <w:rsid w:val="00AF4CAF"/>
    <w:rsid w:val="00AF566A"/>
    <w:rsid w:val="00AF5B6A"/>
    <w:rsid w:val="00AF5BBF"/>
    <w:rsid w:val="00AF6068"/>
    <w:rsid w:val="00AF6916"/>
    <w:rsid w:val="00AF70A0"/>
    <w:rsid w:val="00B00F96"/>
    <w:rsid w:val="00B019DC"/>
    <w:rsid w:val="00B0292F"/>
    <w:rsid w:val="00B03078"/>
    <w:rsid w:val="00B0396B"/>
    <w:rsid w:val="00B041AB"/>
    <w:rsid w:val="00B04CDE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34B"/>
    <w:rsid w:val="00B20683"/>
    <w:rsid w:val="00B21EAA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74F"/>
    <w:rsid w:val="00B34836"/>
    <w:rsid w:val="00B35EDD"/>
    <w:rsid w:val="00B36265"/>
    <w:rsid w:val="00B368F3"/>
    <w:rsid w:val="00B36B68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6101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BA1"/>
    <w:rsid w:val="00B77996"/>
    <w:rsid w:val="00B77ED2"/>
    <w:rsid w:val="00B8000C"/>
    <w:rsid w:val="00B80F71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910"/>
    <w:rsid w:val="00B93A63"/>
    <w:rsid w:val="00B94A57"/>
    <w:rsid w:val="00B94FF5"/>
    <w:rsid w:val="00B95425"/>
    <w:rsid w:val="00B95715"/>
    <w:rsid w:val="00B957EA"/>
    <w:rsid w:val="00B967FF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1DF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519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17DD9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51C"/>
    <w:rsid w:val="00C359E8"/>
    <w:rsid w:val="00C35D7F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1F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368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2EAC"/>
    <w:rsid w:val="00CD32EE"/>
    <w:rsid w:val="00CD3981"/>
    <w:rsid w:val="00CD3C7A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B13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2C0"/>
    <w:rsid w:val="00D22596"/>
    <w:rsid w:val="00D2408D"/>
    <w:rsid w:val="00D24B5D"/>
    <w:rsid w:val="00D24C00"/>
    <w:rsid w:val="00D25E17"/>
    <w:rsid w:val="00D25F06"/>
    <w:rsid w:val="00D27C32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1B3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67D15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75BB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5B8E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453C"/>
    <w:rsid w:val="00DB5BE8"/>
    <w:rsid w:val="00DB628A"/>
    <w:rsid w:val="00DB636C"/>
    <w:rsid w:val="00DB637A"/>
    <w:rsid w:val="00DB6A90"/>
    <w:rsid w:val="00DB6E3B"/>
    <w:rsid w:val="00DB7FA6"/>
    <w:rsid w:val="00DC1986"/>
    <w:rsid w:val="00DC2EAD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32C5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8BB"/>
    <w:rsid w:val="00DF395D"/>
    <w:rsid w:val="00DF4290"/>
    <w:rsid w:val="00DF43CD"/>
    <w:rsid w:val="00DF481D"/>
    <w:rsid w:val="00DF4BF3"/>
    <w:rsid w:val="00DF5299"/>
    <w:rsid w:val="00DF58D7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3FB7"/>
    <w:rsid w:val="00E14017"/>
    <w:rsid w:val="00E14CBD"/>
    <w:rsid w:val="00E14FCE"/>
    <w:rsid w:val="00E1564A"/>
    <w:rsid w:val="00E15854"/>
    <w:rsid w:val="00E15B9A"/>
    <w:rsid w:val="00E208FE"/>
    <w:rsid w:val="00E20D6E"/>
    <w:rsid w:val="00E21449"/>
    <w:rsid w:val="00E21D54"/>
    <w:rsid w:val="00E22CAD"/>
    <w:rsid w:val="00E235ED"/>
    <w:rsid w:val="00E23D69"/>
    <w:rsid w:val="00E2403F"/>
    <w:rsid w:val="00E263FD"/>
    <w:rsid w:val="00E265CF"/>
    <w:rsid w:val="00E27F0D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12C"/>
    <w:rsid w:val="00E557F0"/>
    <w:rsid w:val="00E56053"/>
    <w:rsid w:val="00E56260"/>
    <w:rsid w:val="00E564A5"/>
    <w:rsid w:val="00E56B2C"/>
    <w:rsid w:val="00E603F7"/>
    <w:rsid w:val="00E607C1"/>
    <w:rsid w:val="00E60B7A"/>
    <w:rsid w:val="00E631A7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3D63"/>
    <w:rsid w:val="00E743C7"/>
    <w:rsid w:val="00E75752"/>
    <w:rsid w:val="00E75F33"/>
    <w:rsid w:val="00E760CF"/>
    <w:rsid w:val="00E76AD2"/>
    <w:rsid w:val="00E76D28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871CC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B7CC0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0C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2F7B"/>
    <w:rsid w:val="00F0327C"/>
    <w:rsid w:val="00F03654"/>
    <w:rsid w:val="00F03B54"/>
    <w:rsid w:val="00F06266"/>
    <w:rsid w:val="00F064B6"/>
    <w:rsid w:val="00F068BD"/>
    <w:rsid w:val="00F105DA"/>
    <w:rsid w:val="00F12C5C"/>
    <w:rsid w:val="00F12E84"/>
    <w:rsid w:val="00F13B71"/>
    <w:rsid w:val="00F14CCE"/>
    <w:rsid w:val="00F161DB"/>
    <w:rsid w:val="00F16A3F"/>
    <w:rsid w:val="00F17C7C"/>
    <w:rsid w:val="00F217EE"/>
    <w:rsid w:val="00F21D9C"/>
    <w:rsid w:val="00F21ECC"/>
    <w:rsid w:val="00F226A1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28BB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70334"/>
    <w:rsid w:val="00F71691"/>
    <w:rsid w:val="00F71949"/>
    <w:rsid w:val="00F71B4A"/>
    <w:rsid w:val="00F71B71"/>
    <w:rsid w:val="00F71F4E"/>
    <w:rsid w:val="00F72378"/>
    <w:rsid w:val="00F734CD"/>
    <w:rsid w:val="00F74EE9"/>
    <w:rsid w:val="00F76C0C"/>
    <w:rsid w:val="00F76D6A"/>
    <w:rsid w:val="00F77385"/>
    <w:rsid w:val="00F77816"/>
    <w:rsid w:val="00F77AD4"/>
    <w:rsid w:val="00F77AFD"/>
    <w:rsid w:val="00F77DF2"/>
    <w:rsid w:val="00F81E82"/>
    <w:rsid w:val="00F82DD7"/>
    <w:rsid w:val="00F84490"/>
    <w:rsid w:val="00F84E9F"/>
    <w:rsid w:val="00F84F28"/>
    <w:rsid w:val="00F851B7"/>
    <w:rsid w:val="00F85FA3"/>
    <w:rsid w:val="00F8661C"/>
    <w:rsid w:val="00F86D2F"/>
    <w:rsid w:val="00F87AF3"/>
    <w:rsid w:val="00F91445"/>
    <w:rsid w:val="00F91BF0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0A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2C04"/>
    <w:rsid w:val="00FB4958"/>
    <w:rsid w:val="00FB4CCF"/>
    <w:rsid w:val="00FB4D42"/>
    <w:rsid w:val="00FB4ECB"/>
    <w:rsid w:val="00FB5662"/>
    <w:rsid w:val="00FB63B3"/>
    <w:rsid w:val="00FB65C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0560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1DD"/>
    <w:rsid w:val="00FD678E"/>
    <w:rsid w:val="00FD6C00"/>
    <w:rsid w:val="00FD6F55"/>
    <w:rsid w:val="00FD7814"/>
    <w:rsid w:val="00FE0593"/>
    <w:rsid w:val="00FE0D58"/>
    <w:rsid w:val="00FE242B"/>
    <w:rsid w:val="00FE2499"/>
    <w:rsid w:val="00FE375F"/>
    <w:rsid w:val="00FE3FFD"/>
    <w:rsid w:val="00FE46CA"/>
    <w:rsid w:val="00FE47E1"/>
    <w:rsid w:val="00FE5878"/>
    <w:rsid w:val="00FE5C5B"/>
    <w:rsid w:val="00FE6902"/>
    <w:rsid w:val="00FE6FA3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066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en-US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en-US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en-US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en-US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en-US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en-US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de-AT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  <w:style w:type="paragraph" w:customStyle="1" w:styleId="bodytext">
    <w:name w:val="bodytext"/>
    <w:basedOn w:val="Normal"/>
    <w:rsid w:val="00EB7C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B2C0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  <w:lang w:eastAsia="de-DE" w:bidi="ar-SA"/>
    </w:rPr>
  </w:style>
  <w:style w:type="character" w:customStyle="1" w:styleId="apple-converted-space">
    <w:name w:val="apple-converted-space"/>
    <w:basedOn w:val="DefaultParagraphFont"/>
    <w:rsid w:val="00FB2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en-US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en-US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en-US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en-US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en-US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en-US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de-AT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  <w:style w:type="paragraph" w:customStyle="1" w:styleId="bodytext">
    <w:name w:val="bodytext"/>
    <w:basedOn w:val="Normal"/>
    <w:rsid w:val="00EB7C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B2C0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  <w:lang w:eastAsia="de-DE" w:bidi="ar-SA"/>
    </w:rPr>
  </w:style>
  <w:style w:type="character" w:customStyle="1" w:styleId="apple-converted-space">
    <w:name w:val="apple-converted-space"/>
    <w:basedOn w:val="DefaultParagraphFont"/>
    <w:rsid w:val="00FB2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A5B9-FD03-4583-B4EC-953DC86AB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2</Pages>
  <Words>536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9</cp:revision>
  <cp:lastPrinted>2017-03-10T12:42:00Z</cp:lastPrinted>
  <dcterms:created xsi:type="dcterms:W3CDTF">2017-07-21T12:56:00Z</dcterms:created>
  <dcterms:modified xsi:type="dcterms:W3CDTF">2017-07-28T03:59:00Z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