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A46DA8" w:rsidRDefault="00B90257" w:rsidP="0011217B">
      <w:pPr>
        <w:pStyle w:val="Documenttitle"/>
        <w:spacing w:line="360" w:lineRule="auto"/>
        <w:outlineLvl w:val="0"/>
        <w:rPr>
          <w:szCs w:val="40"/>
        </w:rPr>
      </w:pPr>
      <w:r w:rsidRPr="00A46DA8">
        <w:t>Press</w:t>
      </w:r>
      <w:r w:rsidR="00E937A4" w:rsidRPr="00A46DA8">
        <w:t xml:space="preserve"> release</w:t>
      </w:r>
    </w:p>
    <w:p w:rsidR="0011217B" w:rsidRPr="00A46DA8" w:rsidRDefault="0011217B" w:rsidP="0011217B">
      <w:pPr>
        <w:rPr>
          <w:b/>
          <w:bCs/>
        </w:rPr>
      </w:pPr>
    </w:p>
    <w:p w:rsidR="0011217B" w:rsidRPr="00A46DA8" w:rsidRDefault="0011217B" w:rsidP="0011217B">
      <w:pPr>
        <w:rPr>
          <w:b/>
          <w:bCs/>
          <w:sz w:val="24"/>
        </w:rPr>
      </w:pPr>
    </w:p>
    <w:p w:rsidR="00E937A4" w:rsidRPr="00E937A4" w:rsidRDefault="008A4FD5" w:rsidP="00E50F88">
      <w:pPr>
        <w:rPr>
          <w:b/>
          <w:sz w:val="24"/>
        </w:rPr>
      </w:pPr>
      <w:r w:rsidRPr="00B5731F">
        <w:rPr>
          <w:b/>
          <w:sz w:val="24"/>
        </w:rPr>
        <w:t>ANDRITZ</w:t>
      </w:r>
      <w:r>
        <w:rPr>
          <w:b/>
          <w:sz w:val="24"/>
        </w:rPr>
        <w:t xml:space="preserve"> with s</w:t>
      </w:r>
      <w:r w:rsidR="00330A9E">
        <w:rPr>
          <w:b/>
          <w:sz w:val="24"/>
        </w:rPr>
        <w:t xml:space="preserve">uccessful upgrade of two </w:t>
      </w:r>
      <w:r w:rsidR="00B5731F" w:rsidRPr="00B5731F">
        <w:rPr>
          <w:b/>
          <w:sz w:val="24"/>
        </w:rPr>
        <w:t>screw press</w:t>
      </w:r>
      <w:r w:rsidR="00330A9E">
        <w:rPr>
          <w:b/>
          <w:sz w:val="24"/>
        </w:rPr>
        <w:t>es</w:t>
      </w:r>
      <w:r w:rsidR="00B5731F" w:rsidRPr="00B5731F">
        <w:rPr>
          <w:b/>
          <w:sz w:val="24"/>
        </w:rPr>
        <w:t xml:space="preserve"> for </w:t>
      </w:r>
      <w:proofErr w:type="spellStart"/>
      <w:r w:rsidR="00B5731F" w:rsidRPr="00B5731F">
        <w:rPr>
          <w:b/>
          <w:sz w:val="24"/>
        </w:rPr>
        <w:t>Metsä</w:t>
      </w:r>
      <w:proofErr w:type="spellEnd"/>
      <w:r w:rsidR="00B5731F" w:rsidRPr="00B5731F">
        <w:rPr>
          <w:b/>
          <w:sz w:val="24"/>
        </w:rPr>
        <w:t xml:space="preserve"> Board </w:t>
      </w:r>
      <w:proofErr w:type="spellStart"/>
      <w:r w:rsidR="00B5731F" w:rsidRPr="00B5731F">
        <w:rPr>
          <w:b/>
          <w:sz w:val="24"/>
        </w:rPr>
        <w:t>Joutseno</w:t>
      </w:r>
      <w:proofErr w:type="spellEnd"/>
    </w:p>
    <w:p w:rsidR="00E50F88" w:rsidRPr="00A46DA8" w:rsidRDefault="00E50F88" w:rsidP="00E50F88">
      <w:pPr>
        <w:rPr>
          <w:b/>
          <w:iCs/>
          <w:szCs w:val="20"/>
        </w:rPr>
      </w:pPr>
    </w:p>
    <w:p w:rsidR="00286CFA" w:rsidRDefault="00E937A4" w:rsidP="003041F8">
      <w:pPr>
        <w:pStyle w:val="A-Flatter"/>
        <w:spacing w:line="320" w:lineRule="exact"/>
        <w:rPr>
          <w:sz w:val="20"/>
        </w:rPr>
      </w:pPr>
      <w:r w:rsidRPr="00E937A4">
        <w:rPr>
          <w:b/>
          <w:sz w:val="20"/>
        </w:rPr>
        <w:t xml:space="preserve">Graz, </w:t>
      </w:r>
      <w:r w:rsidR="00D0605E">
        <w:rPr>
          <w:b/>
          <w:sz w:val="20"/>
        </w:rPr>
        <w:t>October</w:t>
      </w:r>
      <w:r w:rsidR="00190089">
        <w:rPr>
          <w:b/>
          <w:sz w:val="20"/>
        </w:rPr>
        <w:t xml:space="preserve"> </w:t>
      </w:r>
      <w:r w:rsidR="00D0605E">
        <w:rPr>
          <w:b/>
        </w:rPr>
        <w:t>4</w:t>
      </w:r>
      <w:r w:rsidRPr="00E937A4">
        <w:rPr>
          <w:b/>
          <w:sz w:val="20"/>
        </w:rPr>
        <w:t>, 201</w:t>
      </w:r>
      <w:r w:rsidR="00B5731F">
        <w:rPr>
          <w:b/>
          <w:sz w:val="20"/>
        </w:rPr>
        <w:t>7</w:t>
      </w:r>
      <w:r w:rsidRPr="00E937A4">
        <w:rPr>
          <w:b/>
          <w:sz w:val="20"/>
        </w:rPr>
        <w:t xml:space="preserve">. </w:t>
      </w:r>
      <w:r w:rsidRPr="00E937A4">
        <w:rPr>
          <w:sz w:val="20"/>
        </w:rPr>
        <w:t xml:space="preserve">International technology Group ANDRITZ </w:t>
      </w:r>
      <w:r w:rsidR="00771E23">
        <w:rPr>
          <w:sz w:val="20"/>
        </w:rPr>
        <w:t xml:space="preserve">has </w:t>
      </w:r>
      <w:r w:rsidR="00330A9E">
        <w:rPr>
          <w:sz w:val="20"/>
        </w:rPr>
        <w:t>suc</w:t>
      </w:r>
      <w:r w:rsidR="008A4FD5">
        <w:rPr>
          <w:sz w:val="20"/>
        </w:rPr>
        <w:t>c</w:t>
      </w:r>
      <w:r w:rsidR="00330A9E">
        <w:rPr>
          <w:sz w:val="20"/>
        </w:rPr>
        <w:t xml:space="preserve">essfully started up </w:t>
      </w:r>
      <w:r w:rsidR="008A4FD5">
        <w:rPr>
          <w:sz w:val="20"/>
        </w:rPr>
        <w:t>a</w:t>
      </w:r>
      <w:r w:rsidR="00850F8C">
        <w:rPr>
          <w:sz w:val="20"/>
        </w:rPr>
        <w:t>no</w:t>
      </w:r>
      <w:r w:rsidR="008A4FD5">
        <w:rPr>
          <w:sz w:val="20"/>
        </w:rPr>
        <w:t xml:space="preserve">ther upgraded screw press </w:t>
      </w:r>
      <w:r w:rsidR="00A95B17">
        <w:rPr>
          <w:sz w:val="20"/>
        </w:rPr>
        <w:t xml:space="preserve">installed at the </w:t>
      </w:r>
      <w:proofErr w:type="spellStart"/>
      <w:r w:rsidR="00A95B17">
        <w:rPr>
          <w:sz w:val="20"/>
        </w:rPr>
        <w:t>Joutseno</w:t>
      </w:r>
      <w:proofErr w:type="spellEnd"/>
      <w:r w:rsidR="00A95B17">
        <w:rPr>
          <w:sz w:val="20"/>
        </w:rPr>
        <w:t xml:space="preserve"> mill of </w:t>
      </w:r>
      <w:proofErr w:type="spellStart"/>
      <w:r w:rsidR="007C4308">
        <w:rPr>
          <w:sz w:val="20"/>
        </w:rPr>
        <w:t>Metsä</w:t>
      </w:r>
      <w:proofErr w:type="spellEnd"/>
      <w:r w:rsidR="007C4308">
        <w:rPr>
          <w:sz w:val="20"/>
        </w:rPr>
        <w:t xml:space="preserve"> Board</w:t>
      </w:r>
      <w:r w:rsidR="00850F8C">
        <w:rPr>
          <w:sz w:val="20"/>
        </w:rPr>
        <w:t>,</w:t>
      </w:r>
      <w:r w:rsidR="00854C0A">
        <w:rPr>
          <w:sz w:val="20"/>
        </w:rPr>
        <w:t xml:space="preserve"> </w:t>
      </w:r>
      <w:r w:rsidR="00A95B17">
        <w:rPr>
          <w:sz w:val="20"/>
        </w:rPr>
        <w:t>Finland</w:t>
      </w:r>
      <w:r w:rsidR="007C4308">
        <w:rPr>
          <w:sz w:val="20"/>
        </w:rPr>
        <w:t xml:space="preserve">. </w:t>
      </w:r>
      <w:r w:rsidR="008A4FD5">
        <w:rPr>
          <w:sz w:val="20"/>
        </w:rPr>
        <w:t xml:space="preserve">This upgrade follows a separate </w:t>
      </w:r>
      <w:r w:rsidR="00B5731F">
        <w:rPr>
          <w:sz w:val="20"/>
        </w:rPr>
        <w:t xml:space="preserve">screw press rebuild </w:t>
      </w:r>
      <w:r w:rsidR="00BD4534">
        <w:rPr>
          <w:sz w:val="20"/>
        </w:rPr>
        <w:t>for</w:t>
      </w:r>
      <w:r w:rsidR="00B5731F">
        <w:rPr>
          <w:sz w:val="20"/>
        </w:rPr>
        <w:t xml:space="preserve"> </w:t>
      </w:r>
      <w:proofErr w:type="spellStart"/>
      <w:r w:rsidR="00B5731F">
        <w:rPr>
          <w:sz w:val="20"/>
        </w:rPr>
        <w:t>Metsä</w:t>
      </w:r>
      <w:proofErr w:type="spellEnd"/>
      <w:r w:rsidR="00B5731F">
        <w:rPr>
          <w:sz w:val="20"/>
        </w:rPr>
        <w:t xml:space="preserve"> Board </w:t>
      </w:r>
      <w:proofErr w:type="spellStart"/>
      <w:r w:rsidR="00B5731F">
        <w:rPr>
          <w:sz w:val="20"/>
        </w:rPr>
        <w:t>Joutseno</w:t>
      </w:r>
      <w:proofErr w:type="spellEnd"/>
      <w:r w:rsidR="00B5731F">
        <w:rPr>
          <w:sz w:val="20"/>
        </w:rPr>
        <w:t xml:space="preserve"> </w:t>
      </w:r>
      <w:r w:rsidR="008A4FD5">
        <w:rPr>
          <w:sz w:val="20"/>
        </w:rPr>
        <w:t xml:space="preserve">that was </w:t>
      </w:r>
      <w:r w:rsidR="00850F8C">
        <w:rPr>
          <w:sz w:val="20"/>
        </w:rPr>
        <w:t>complet</w:t>
      </w:r>
      <w:r w:rsidR="008A4FD5">
        <w:rPr>
          <w:sz w:val="20"/>
        </w:rPr>
        <w:t>ed</w:t>
      </w:r>
      <w:r w:rsidR="00850F8C">
        <w:rPr>
          <w:sz w:val="20"/>
        </w:rPr>
        <w:t xml:space="preserve"> successfully</w:t>
      </w:r>
      <w:r w:rsidR="008A4FD5">
        <w:rPr>
          <w:sz w:val="20"/>
        </w:rPr>
        <w:t xml:space="preserve"> in </w:t>
      </w:r>
      <w:r w:rsidR="00ED4301">
        <w:rPr>
          <w:sz w:val="20"/>
        </w:rPr>
        <w:t>late 2016</w:t>
      </w:r>
      <w:r w:rsidR="00850F8C">
        <w:rPr>
          <w:sz w:val="20"/>
        </w:rPr>
        <w:t>.</w:t>
      </w:r>
    </w:p>
    <w:p w:rsidR="008A4FD5" w:rsidRDefault="008A4FD5" w:rsidP="003041F8">
      <w:pPr>
        <w:pStyle w:val="A-Flatter"/>
        <w:spacing w:line="320" w:lineRule="exact"/>
        <w:rPr>
          <w:sz w:val="20"/>
        </w:rPr>
      </w:pPr>
    </w:p>
    <w:p w:rsidR="00ED4301" w:rsidRDefault="008A4FD5">
      <w:pPr>
        <w:pStyle w:val="A-Flatter"/>
        <w:spacing w:line="320" w:lineRule="exact"/>
        <w:rPr>
          <w:sz w:val="20"/>
        </w:rPr>
      </w:pPr>
      <w:r>
        <w:rPr>
          <w:sz w:val="20"/>
        </w:rPr>
        <w:t xml:space="preserve">The </w:t>
      </w:r>
      <w:r w:rsidR="00ED4301">
        <w:rPr>
          <w:sz w:val="20"/>
        </w:rPr>
        <w:t xml:space="preserve">rebuild of </w:t>
      </w:r>
      <w:r w:rsidR="00330A9E">
        <w:rPr>
          <w:sz w:val="20"/>
        </w:rPr>
        <w:t xml:space="preserve">both </w:t>
      </w:r>
      <w:r w:rsidR="00ED4301">
        <w:rPr>
          <w:sz w:val="20"/>
        </w:rPr>
        <w:t>screw press</w:t>
      </w:r>
      <w:r w:rsidR="00330A9E">
        <w:rPr>
          <w:sz w:val="20"/>
        </w:rPr>
        <w:t>es</w:t>
      </w:r>
      <w:r w:rsidR="009E5E50">
        <w:rPr>
          <w:sz w:val="20"/>
        </w:rPr>
        <w:t xml:space="preserve"> </w:t>
      </w:r>
      <w:r w:rsidR="00850F8C">
        <w:rPr>
          <w:sz w:val="20"/>
        </w:rPr>
        <w:t>(</w:t>
      </w:r>
      <w:r w:rsidR="009E5E50">
        <w:rPr>
          <w:sz w:val="20"/>
        </w:rPr>
        <w:t xml:space="preserve">#21 and #22) included installation of </w:t>
      </w:r>
      <w:r w:rsidR="00886A3A">
        <w:rPr>
          <w:sz w:val="20"/>
        </w:rPr>
        <w:t>a new Low</w:t>
      </w:r>
      <w:r w:rsidR="00850F8C">
        <w:rPr>
          <w:sz w:val="20"/>
        </w:rPr>
        <w:t>-</w:t>
      </w:r>
      <w:r w:rsidR="00886A3A">
        <w:rPr>
          <w:sz w:val="20"/>
        </w:rPr>
        <w:t>Energy Screw Shaft (LESS) as well as split grooved baskets for the medium-pressure zone in order to widen the operating window of the press</w:t>
      </w:r>
      <w:r w:rsidR="009E5E50">
        <w:rPr>
          <w:sz w:val="20"/>
        </w:rPr>
        <w:t>es</w:t>
      </w:r>
      <w:r w:rsidR="00886A3A">
        <w:rPr>
          <w:sz w:val="20"/>
        </w:rPr>
        <w:t xml:space="preserve"> and allow higher production rates. The</w:t>
      </w:r>
      <w:r w:rsidR="007B2557">
        <w:rPr>
          <w:sz w:val="20"/>
        </w:rPr>
        <w:t xml:space="preserve"> </w:t>
      </w:r>
      <w:r w:rsidR="009E5E50">
        <w:rPr>
          <w:sz w:val="20"/>
        </w:rPr>
        <w:t>design of</w:t>
      </w:r>
      <w:r w:rsidR="00850F8C">
        <w:rPr>
          <w:sz w:val="20"/>
        </w:rPr>
        <w:t xml:space="preserve"> the</w:t>
      </w:r>
      <w:r w:rsidR="009E5E50">
        <w:rPr>
          <w:sz w:val="20"/>
        </w:rPr>
        <w:t xml:space="preserve"> </w:t>
      </w:r>
      <w:r w:rsidR="00886A3A">
        <w:rPr>
          <w:sz w:val="20"/>
        </w:rPr>
        <w:t xml:space="preserve">LESS </w:t>
      </w:r>
      <w:r w:rsidR="009E5E50">
        <w:rPr>
          <w:sz w:val="20"/>
        </w:rPr>
        <w:t>enables</w:t>
      </w:r>
      <w:r w:rsidR="007B2557">
        <w:rPr>
          <w:sz w:val="20"/>
        </w:rPr>
        <w:t xml:space="preserve"> a new compression curve, </w:t>
      </w:r>
      <w:r w:rsidR="009E5E50">
        <w:rPr>
          <w:sz w:val="20"/>
        </w:rPr>
        <w:t>resulting in</w:t>
      </w:r>
      <w:r w:rsidR="007B2557">
        <w:rPr>
          <w:sz w:val="20"/>
        </w:rPr>
        <w:t xml:space="preserve"> a higher throughput at the same installed power. </w:t>
      </w:r>
    </w:p>
    <w:p w:rsidR="00ED4301" w:rsidRDefault="00ED4301" w:rsidP="003041F8">
      <w:pPr>
        <w:pStyle w:val="A-Flatter"/>
        <w:spacing w:line="320" w:lineRule="exact"/>
        <w:rPr>
          <w:sz w:val="20"/>
        </w:rPr>
      </w:pPr>
    </w:p>
    <w:p w:rsidR="00286CFA" w:rsidRDefault="00847D0C">
      <w:pPr>
        <w:pStyle w:val="A-Flatter"/>
        <w:spacing w:line="320" w:lineRule="exact"/>
        <w:rPr>
          <w:sz w:val="20"/>
        </w:rPr>
      </w:pPr>
      <w:r>
        <w:rPr>
          <w:sz w:val="20"/>
        </w:rPr>
        <w:t xml:space="preserve">The </w:t>
      </w:r>
      <w:r w:rsidR="00771E23">
        <w:rPr>
          <w:sz w:val="20"/>
        </w:rPr>
        <w:t xml:space="preserve">screw press </w:t>
      </w:r>
      <w:r>
        <w:rPr>
          <w:sz w:val="20"/>
        </w:rPr>
        <w:t>upgrade</w:t>
      </w:r>
      <w:r w:rsidR="00771E23">
        <w:rPr>
          <w:sz w:val="20"/>
        </w:rPr>
        <w:t>s</w:t>
      </w:r>
      <w:r>
        <w:rPr>
          <w:sz w:val="20"/>
        </w:rPr>
        <w:t xml:space="preserve"> </w:t>
      </w:r>
      <w:r w:rsidR="00771E23">
        <w:rPr>
          <w:sz w:val="20"/>
        </w:rPr>
        <w:t xml:space="preserve">are </w:t>
      </w:r>
      <w:r>
        <w:rPr>
          <w:sz w:val="20"/>
        </w:rPr>
        <w:t xml:space="preserve">part of </w:t>
      </w:r>
      <w:r w:rsidR="00850F8C">
        <w:rPr>
          <w:sz w:val="20"/>
        </w:rPr>
        <w:t>the</w:t>
      </w:r>
      <w:r>
        <w:rPr>
          <w:sz w:val="20"/>
        </w:rPr>
        <w:t xml:space="preserve"> step-by-step optimization of the BCTMP (bleached </w:t>
      </w:r>
      <w:proofErr w:type="spellStart"/>
      <w:r>
        <w:rPr>
          <w:sz w:val="20"/>
        </w:rPr>
        <w:t>chemi</w:t>
      </w:r>
      <w:proofErr w:type="spellEnd"/>
      <w:r>
        <w:rPr>
          <w:sz w:val="20"/>
        </w:rPr>
        <w:t>-thermomechanical pulp) process</w:t>
      </w:r>
      <w:r w:rsidR="00850F8C">
        <w:rPr>
          <w:sz w:val="20"/>
        </w:rPr>
        <w:t xml:space="preserve"> that is currently in progress</w:t>
      </w:r>
      <w:r>
        <w:rPr>
          <w:sz w:val="20"/>
        </w:rPr>
        <w:t>, with the overall aim of improving the availability of the plant.</w:t>
      </w:r>
      <w:r w:rsidR="006C00AF">
        <w:rPr>
          <w:sz w:val="20"/>
        </w:rPr>
        <w:t xml:space="preserve"> </w:t>
      </w:r>
      <w:r w:rsidR="00330A9E">
        <w:rPr>
          <w:sz w:val="20"/>
        </w:rPr>
        <w:t xml:space="preserve">Press #21 is used as a wash press, </w:t>
      </w:r>
      <w:r w:rsidR="00850F8C">
        <w:rPr>
          <w:sz w:val="20"/>
        </w:rPr>
        <w:t xml:space="preserve">and </w:t>
      </w:r>
      <w:r w:rsidR="00330A9E">
        <w:rPr>
          <w:sz w:val="20"/>
        </w:rPr>
        <w:t>p</w:t>
      </w:r>
      <w:r w:rsidR="006C00AF">
        <w:rPr>
          <w:sz w:val="20"/>
        </w:rPr>
        <w:t xml:space="preserve">ress #22 </w:t>
      </w:r>
      <w:r w:rsidR="00E70AEF">
        <w:rPr>
          <w:sz w:val="20"/>
        </w:rPr>
        <w:t>a</w:t>
      </w:r>
      <w:r w:rsidR="00ED4301">
        <w:rPr>
          <w:sz w:val="20"/>
        </w:rPr>
        <w:t>cts</w:t>
      </w:r>
      <w:r w:rsidR="00E70AEF">
        <w:rPr>
          <w:sz w:val="20"/>
        </w:rPr>
        <w:t xml:space="preserve"> as a secondary stage in the washing process</w:t>
      </w:r>
      <w:r w:rsidR="006C00AF">
        <w:rPr>
          <w:sz w:val="20"/>
        </w:rPr>
        <w:t>.</w:t>
      </w:r>
    </w:p>
    <w:p w:rsidR="00847D0C" w:rsidRDefault="00847D0C" w:rsidP="00CB4D80">
      <w:pPr>
        <w:pStyle w:val="A-Flatter"/>
        <w:spacing w:line="320" w:lineRule="exact"/>
        <w:rPr>
          <w:sz w:val="20"/>
        </w:rPr>
      </w:pPr>
    </w:p>
    <w:p w:rsidR="00B45A8B" w:rsidRDefault="004D7C22">
      <w:pPr>
        <w:pStyle w:val="A-Flatter"/>
        <w:spacing w:line="320" w:lineRule="exact"/>
        <w:rPr>
          <w:sz w:val="20"/>
        </w:rPr>
      </w:pPr>
      <w:proofErr w:type="spellStart"/>
      <w:r w:rsidRPr="004D7C22">
        <w:rPr>
          <w:sz w:val="20"/>
          <w:lang w:val="en-GB"/>
        </w:rPr>
        <w:t>Metsä</w:t>
      </w:r>
      <w:proofErr w:type="spellEnd"/>
      <w:r w:rsidRPr="004D7C22">
        <w:rPr>
          <w:sz w:val="20"/>
          <w:lang w:val="en-GB"/>
        </w:rPr>
        <w:t xml:space="preserve"> Board is a leading European producer of premium fresh </w:t>
      </w:r>
      <w:proofErr w:type="spellStart"/>
      <w:r w:rsidRPr="004D7C22">
        <w:rPr>
          <w:sz w:val="20"/>
          <w:lang w:val="en-GB"/>
        </w:rPr>
        <w:t>fib</w:t>
      </w:r>
      <w:r w:rsidR="00CE2E6A">
        <w:rPr>
          <w:sz w:val="20"/>
          <w:lang w:val="en-GB"/>
        </w:rPr>
        <w:t>e</w:t>
      </w:r>
      <w:r w:rsidR="00771E23">
        <w:rPr>
          <w:sz w:val="20"/>
          <w:lang w:val="en-GB"/>
        </w:rPr>
        <w:t>r</w:t>
      </w:r>
      <w:proofErr w:type="spellEnd"/>
      <w:r w:rsidRPr="004D7C22">
        <w:rPr>
          <w:sz w:val="20"/>
          <w:lang w:val="en-GB"/>
        </w:rPr>
        <w:t xml:space="preserve"> paperboards</w:t>
      </w:r>
      <w:r w:rsidR="00850F8C">
        <w:rPr>
          <w:sz w:val="20"/>
          <w:lang w:val="en-GB"/>
        </w:rPr>
        <w:t>,</w:t>
      </w:r>
      <w:r w:rsidRPr="004D7C22">
        <w:rPr>
          <w:sz w:val="20"/>
          <w:lang w:val="en-GB"/>
        </w:rPr>
        <w:t xml:space="preserve"> including folding boxboards, food service boards</w:t>
      </w:r>
      <w:r w:rsidR="00CE2E6A">
        <w:rPr>
          <w:sz w:val="20"/>
          <w:lang w:val="en-GB"/>
        </w:rPr>
        <w:t>,</w:t>
      </w:r>
      <w:r w:rsidRPr="004D7C22">
        <w:rPr>
          <w:sz w:val="20"/>
          <w:lang w:val="en-GB"/>
        </w:rPr>
        <w:t xml:space="preserve"> and white </w:t>
      </w:r>
      <w:proofErr w:type="spellStart"/>
      <w:r w:rsidRPr="004D7C22">
        <w:rPr>
          <w:sz w:val="20"/>
          <w:lang w:val="en-GB"/>
        </w:rPr>
        <w:t>kraftliners</w:t>
      </w:r>
      <w:proofErr w:type="spellEnd"/>
      <w:r>
        <w:rPr>
          <w:sz w:val="20"/>
          <w:lang w:val="en-GB"/>
        </w:rPr>
        <w:t xml:space="preserve">. </w:t>
      </w:r>
      <w:r w:rsidR="007B2557">
        <w:rPr>
          <w:sz w:val="20"/>
        </w:rPr>
        <w:t xml:space="preserve">The company is part of </w:t>
      </w:r>
      <w:proofErr w:type="spellStart"/>
      <w:r w:rsidR="007B2557">
        <w:rPr>
          <w:sz w:val="20"/>
        </w:rPr>
        <w:t>Metsä</w:t>
      </w:r>
      <w:proofErr w:type="spellEnd"/>
      <w:r w:rsidR="007B2557">
        <w:rPr>
          <w:sz w:val="20"/>
        </w:rPr>
        <w:t xml:space="preserve"> Group, </w:t>
      </w:r>
      <w:r w:rsidR="007B2557" w:rsidRPr="007B2557">
        <w:rPr>
          <w:sz w:val="20"/>
        </w:rPr>
        <w:t>a Finnish forest industry group that oper</w:t>
      </w:r>
      <w:r w:rsidR="007B2557">
        <w:rPr>
          <w:sz w:val="20"/>
        </w:rPr>
        <w:t xml:space="preserve">ates </w:t>
      </w:r>
      <w:r w:rsidR="00C326E4" w:rsidRPr="00310107">
        <w:rPr>
          <w:sz w:val="20"/>
        </w:rPr>
        <w:t>in some 30 countries</w:t>
      </w:r>
      <w:r w:rsidR="00C326E4">
        <w:rPr>
          <w:sz w:val="20"/>
        </w:rPr>
        <w:t>.</w:t>
      </w:r>
      <w:r w:rsidR="007B2557">
        <w:rPr>
          <w:sz w:val="20"/>
        </w:rPr>
        <w:t xml:space="preserve"> The</w:t>
      </w:r>
      <w:r w:rsidR="007B2557" w:rsidRPr="007B2557">
        <w:rPr>
          <w:sz w:val="20"/>
        </w:rPr>
        <w:t xml:space="preserve"> </w:t>
      </w:r>
      <w:proofErr w:type="spellStart"/>
      <w:r w:rsidR="007B2557" w:rsidRPr="007B2557">
        <w:rPr>
          <w:sz w:val="20"/>
        </w:rPr>
        <w:t>Joutseno</w:t>
      </w:r>
      <w:proofErr w:type="spellEnd"/>
      <w:r w:rsidR="007B2557" w:rsidRPr="007B2557">
        <w:rPr>
          <w:sz w:val="20"/>
        </w:rPr>
        <w:t xml:space="preserve"> mill produces </w:t>
      </w:r>
      <w:r w:rsidR="007B2557">
        <w:rPr>
          <w:sz w:val="20"/>
        </w:rPr>
        <w:t>BCTMP</w:t>
      </w:r>
      <w:r w:rsidR="007B2557" w:rsidRPr="007B2557">
        <w:rPr>
          <w:sz w:val="20"/>
        </w:rPr>
        <w:t xml:space="preserve"> for </w:t>
      </w:r>
      <w:proofErr w:type="spellStart"/>
      <w:r w:rsidR="007B2557" w:rsidRPr="007B2557">
        <w:rPr>
          <w:sz w:val="20"/>
        </w:rPr>
        <w:t>Metsä</w:t>
      </w:r>
      <w:proofErr w:type="spellEnd"/>
      <w:r w:rsidR="007B2557" w:rsidRPr="007B2557">
        <w:rPr>
          <w:sz w:val="20"/>
        </w:rPr>
        <w:t xml:space="preserve"> Board’s own board mills</w:t>
      </w:r>
      <w:r w:rsidR="00850F8C">
        <w:rPr>
          <w:sz w:val="20"/>
        </w:rPr>
        <w:t xml:space="preserve"> and has</w:t>
      </w:r>
      <w:r w:rsidR="007B2557">
        <w:rPr>
          <w:sz w:val="20"/>
        </w:rPr>
        <w:t xml:space="preserve"> a production capacity of 320,000 t/a</w:t>
      </w:r>
      <w:r w:rsidR="007B2557" w:rsidRPr="007B2557">
        <w:rPr>
          <w:sz w:val="20"/>
        </w:rPr>
        <w:t>.</w:t>
      </w:r>
    </w:p>
    <w:p w:rsidR="00E50F88" w:rsidRPr="00737BB3" w:rsidRDefault="00E50F88" w:rsidP="00E50F88">
      <w:pPr>
        <w:pStyle w:val="A-Flatter"/>
        <w:spacing w:line="320" w:lineRule="exact"/>
        <w:rPr>
          <w:sz w:val="20"/>
        </w:rPr>
      </w:pPr>
    </w:p>
    <w:p w:rsidR="00E50F88" w:rsidRPr="00A46DA8" w:rsidRDefault="00737BB3" w:rsidP="00E50F88">
      <w:pPr>
        <w:jc w:val="center"/>
      </w:pPr>
      <w:r w:rsidRPr="00A46DA8">
        <w:t>– End</w:t>
      </w:r>
      <w:r w:rsidR="00E50F88" w:rsidRPr="00A46DA8">
        <w:t xml:space="preserve"> –</w:t>
      </w:r>
    </w:p>
    <w:p w:rsidR="00707D51" w:rsidRPr="00A46DA8" w:rsidRDefault="00707D51" w:rsidP="0011217B">
      <w:pPr>
        <w:jc w:val="center"/>
        <w:rPr>
          <w:szCs w:val="20"/>
        </w:rPr>
      </w:pPr>
    </w:p>
    <w:p w:rsidR="00713968" w:rsidRDefault="00713968" w:rsidP="00713968">
      <w:pPr>
        <w:pStyle w:val="A-Flatter"/>
        <w:spacing w:line="320" w:lineRule="exact"/>
      </w:pPr>
      <w:r>
        <w:rPr>
          <w:noProof/>
          <w:lang w:val="de-AT" w:eastAsia="de-AT" w:bidi="ar-SA"/>
        </w:rPr>
        <w:drawing>
          <wp:anchor distT="0" distB="0" distL="114300" distR="114300" simplePos="0" relativeHeight="251659264" behindDoc="0" locked="0" layoutInCell="1" allowOverlap="1" wp14:anchorId="62ABDD22" wp14:editId="764F4F7E">
            <wp:simplePos x="0" y="0"/>
            <wp:positionH relativeFrom="column">
              <wp:posOffset>1270</wp:posOffset>
            </wp:positionH>
            <wp:positionV relativeFrom="paragraph">
              <wp:posOffset>3175</wp:posOffset>
            </wp:positionV>
            <wp:extent cx="2649220" cy="1703070"/>
            <wp:effectExtent l="0" t="0" r="0" b="0"/>
            <wp:wrapSquare wrapText="bothSides"/>
            <wp:docPr id="4" name="Picture 4" descr="C:\Users\ktkrii01\Documents\Tehtaat\Metsaboard Joutseno\Screw press\Screwpress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tkrii01\Documents\Tehtaat\Metsaboard Joutseno\Screw press\Screwpress_new.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9220" cy="1703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3968" w:rsidRDefault="00713968" w:rsidP="00713968">
      <w:pPr>
        <w:pStyle w:val="A-Flatter"/>
        <w:spacing w:line="320" w:lineRule="exact"/>
      </w:pPr>
    </w:p>
    <w:p w:rsidR="00713968" w:rsidRDefault="00713968" w:rsidP="00713968">
      <w:pPr>
        <w:pStyle w:val="A-Flatter"/>
        <w:spacing w:line="320" w:lineRule="exact"/>
      </w:pPr>
    </w:p>
    <w:p w:rsidR="00771E23" w:rsidRDefault="00771E23" w:rsidP="00713968">
      <w:pPr>
        <w:pStyle w:val="A-Flatter"/>
        <w:spacing w:line="320" w:lineRule="exact"/>
      </w:pPr>
    </w:p>
    <w:p w:rsidR="00713968" w:rsidRPr="00A46DA8" w:rsidRDefault="00713968" w:rsidP="00713968">
      <w:pPr>
        <w:pStyle w:val="A-Flatter"/>
        <w:spacing w:line="320" w:lineRule="exact"/>
      </w:pPr>
    </w:p>
    <w:p w:rsidR="00713968" w:rsidRPr="00713968" w:rsidRDefault="00713968">
      <w:pPr>
        <w:spacing w:line="240" w:lineRule="exact"/>
        <w:ind w:left="4395" w:right="706"/>
        <w:outlineLvl w:val="0"/>
        <w:rPr>
          <w:bCs/>
          <w:sz w:val="18"/>
          <w:szCs w:val="18"/>
        </w:rPr>
      </w:pPr>
      <w:proofErr w:type="gramStart"/>
      <w:r w:rsidRPr="00713968">
        <w:rPr>
          <w:rFonts w:cs="Arial"/>
          <w:bCs/>
          <w:color w:val="0070C0"/>
          <w:sz w:val="18"/>
          <w:szCs w:val="18"/>
        </w:rPr>
        <w:t>◄</w:t>
      </w:r>
      <w:r w:rsidRPr="00713968">
        <w:rPr>
          <w:bCs/>
          <w:sz w:val="18"/>
          <w:szCs w:val="18"/>
        </w:rPr>
        <w:t xml:space="preserve"> </w:t>
      </w:r>
      <w:r w:rsidR="00771E23">
        <w:rPr>
          <w:bCs/>
          <w:sz w:val="18"/>
          <w:szCs w:val="18"/>
        </w:rPr>
        <w:t>S</w:t>
      </w:r>
      <w:r w:rsidRPr="006C00AF">
        <w:rPr>
          <w:bCs/>
          <w:sz w:val="18"/>
          <w:szCs w:val="18"/>
        </w:rPr>
        <w:t xml:space="preserve">crew press #21 at </w:t>
      </w:r>
      <w:proofErr w:type="spellStart"/>
      <w:r w:rsidR="00CB4B29">
        <w:rPr>
          <w:bCs/>
          <w:sz w:val="18"/>
          <w:szCs w:val="18"/>
        </w:rPr>
        <w:t>Metsä</w:t>
      </w:r>
      <w:proofErr w:type="spellEnd"/>
      <w:r w:rsidR="00CB4B29">
        <w:rPr>
          <w:bCs/>
          <w:sz w:val="18"/>
          <w:szCs w:val="18"/>
        </w:rPr>
        <w:t xml:space="preserve"> Board</w:t>
      </w:r>
      <w:r w:rsidR="00850F8C">
        <w:rPr>
          <w:bCs/>
          <w:sz w:val="18"/>
          <w:szCs w:val="18"/>
        </w:rPr>
        <w:t>’s</w:t>
      </w:r>
      <w:r w:rsidR="00771E23">
        <w:rPr>
          <w:bCs/>
          <w:sz w:val="18"/>
          <w:szCs w:val="18"/>
        </w:rPr>
        <w:t xml:space="preserve"> </w:t>
      </w:r>
      <w:proofErr w:type="spellStart"/>
      <w:r w:rsidR="00850F8C">
        <w:rPr>
          <w:bCs/>
          <w:sz w:val="18"/>
          <w:szCs w:val="18"/>
        </w:rPr>
        <w:t>Joutseno</w:t>
      </w:r>
      <w:proofErr w:type="spellEnd"/>
      <w:r w:rsidR="00850F8C">
        <w:rPr>
          <w:bCs/>
          <w:sz w:val="18"/>
          <w:szCs w:val="18"/>
        </w:rPr>
        <w:t xml:space="preserve"> mill </w:t>
      </w:r>
      <w:r w:rsidR="00771E23">
        <w:rPr>
          <w:bCs/>
          <w:sz w:val="18"/>
          <w:szCs w:val="18"/>
        </w:rPr>
        <w:t>after upgrade by ANDRITZ</w:t>
      </w:r>
      <w:r w:rsidR="00D0605E">
        <w:rPr>
          <w:bCs/>
          <w:sz w:val="18"/>
          <w:szCs w:val="18"/>
        </w:rPr>
        <w:t>.</w:t>
      </w:r>
      <w:bookmarkStart w:id="0" w:name="_GoBack"/>
      <w:bookmarkEnd w:id="0"/>
      <w:proofErr w:type="gramEnd"/>
    </w:p>
    <w:p w:rsidR="00287D10" w:rsidRPr="00B5731F" w:rsidRDefault="00287D10" w:rsidP="00FB4909">
      <w:pPr>
        <w:spacing w:line="240" w:lineRule="exact"/>
        <w:ind w:right="423"/>
        <w:rPr>
          <w:rFonts w:eastAsia="SimSun" w:cs="Courier New"/>
          <w:b/>
          <w:snapToGrid w:val="0"/>
          <w:color w:val="000000"/>
          <w:sz w:val="18"/>
          <w:szCs w:val="18"/>
        </w:rPr>
      </w:pPr>
      <w:r w:rsidRPr="00B5731F">
        <w:rPr>
          <w:b/>
          <w:color w:val="000000"/>
          <w:sz w:val="18"/>
          <w:szCs w:val="18"/>
        </w:rPr>
        <w:br w:type="page"/>
      </w:r>
    </w:p>
    <w:p w:rsidR="00737BB3" w:rsidRPr="00B5731F"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Pr="00B5731F"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Pr="00B5731F"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Pr="00B5731F"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Pr="001B23D5" w:rsidRDefault="00737BB3" w:rsidP="00737BB3">
      <w:pPr>
        <w:pStyle w:val="HTMLPreformatted"/>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and photo available for download </w:t>
      </w:r>
    </w:p>
    <w:p w:rsidR="00737BB3" w:rsidRPr="00711EF6" w:rsidRDefault="00737BB3" w:rsidP="00737BB3">
      <w:pPr>
        <w:pStyle w:val="HTMLPreformatted"/>
        <w:shd w:val="clear" w:color="auto" w:fill="FFFFFF"/>
        <w:spacing w:line="240" w:lineRule="exact"/>
        <w:ind w:right="74"/>
        <w:outlineLvl w:val="0"/>
        <w:rPr>
          <w:rFonts w:ascii="Arial" w:hAnsi="Arial"/>
          <w:color w:val="000000"/>
          <w:sz w:val="18"/>
          <w:szCs w:val="18"/>
        </w:rPr>
      </w:pPr>
      <w:r w:rsidRPr="001B23D5">
        <w:rPr>
          <w:rFonts w:ascii="Arial" w:hAnsi="Arial"/>
          <w:color w:val="000000"/>
          <w:sz w:val="18"/>
          <w:szCs w:val="18"/>
        </w:rPr>
        <w:t xml:space="preserve">Press release and photo are available for download at </w:t>
      </w:r>
      <w:hyperlink r:id="rId9" w:history="1">
        <w:r w:rsidRPr="001B23D5">
          <w:rPr>
            <w:rStyle w:val="Hyperlink"/>
            <w:rFonts w:ascii="Arial" w:hAnsi="Arial"/>
            <w:sz w:val="18"/>
            <w:szCs w:val="18"/>
          </w:rPr>
          <w:t>www.andritz.com/news</w:t>
        </w:r>
      </w:hyperlink>
      <w:r w:rsidRPr="001B23D5">
        <w:rPr>
          <w:rFonts w:ascii="Arial" w:hAnsi="Arial"/>
          <w:color w:val="000000"/>
          <w:sz w:val="18"/>
          <w:szCs w:val="18"/>
        </w:rPr>
        <w:t>. The photo may be published free of charge if the source is stated: “Photo: ANDRITZ”.</w:t>
      </w:r>
    </w:p>
    <w:p w:rsidR="00737BB3"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823F3E" w:rsidRPr="00711EF6" w:rsidRDefault="00823F3E" w:rsidP="00823F3E">
      <w:pPr>
        <w:pStyle w:val="HTMLPreformatted"/>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823F3E" w:rsidRPr="00AC15CB" w:rsidRDefault="00823F3E" w:rsidP="00823F3E">
      <w:pPr>
        <w:spacing w:line="240" w:lineRule="exact"/>
        <w:outlineLvl w:val="0"/>
        <w:rPr>
          <w:sz w:val="18"/>
          <w:szCs w:val="18"/>
        </w:rPr>
      </w:pPr>
      <w:r>
        <w:rPr>
          <w:sz w:val="18"/>
        </w:rPr>
        <w:t>Michael Buchbauer</w:t>
      </w:r>
    </w:p>
    <w:p w:rsidR="00823F3E" w:rsidRPr="00AC15CB" w:rsidRDefault="00823F3E" w:rsidP="00823F3E">
      <w:pPr>
        <w:spacing w:line="240" w:lineRule="exact"/>
        <w:rPr>
          <w:sz w:val="18"/>
          <w:szCs w:val="18"/>
        </w:rPr>
      </w:pPr>
      <w:r>
        <w:rPr>
          <w:sz w:val="18"/>
        </w:rPr>
        <w:t xml:space="preserve">Head of </w:t>
      </w:r>
      <w:r w:rsidRPr="00AC15CB">
        <w:rPr>
          <w:sz w:val="18"/>
        </w:rPr>
        <w:t>Corporate Communications</w:t>
      </w:r>
    </w:p>
    <w:p w:rsidR="00823F3E" w:rsidRPr="00AC15CB" w:rsidRDefault="00823F3E" w:rsidP="00823F3E">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823F3E" w:rsidRPr="00AC15CB" w:rsidRDefault="00823F3E" w:rsidP="00823F3E">
      <w:pPr>
        <w:spacing w:line="240" w:lineRule="exact"/>
        <w:rPr>
          <w:sz w:val="18"/>
          <w:szCs w:val="18"/>
        </w:rPr>
      </w:pPr>
      <w:r w:rsidRPr="00AC15CB">
        <w:rPr>
          <w:sz w:val="18"/>
        </w:rPr>
        <w:t>www.andritz.com</w:t>
      </w:r>
    </w:p>
    <w:p w:rsidR="00823F3E" w:rsidRPr="00711EF6" w:rsidRDefault="00823F3E" w:rsidP="00823F3E">
      <w:pPr>
        <w:spacing w:line="240" w:lineRule="exact"/>
        <w:rPr>
          <w:sz w:val="18"/>
          <w:szCs w:val="18"/>
        </w:rPr>
      </w:pPr>
    </w:p>
    <w:p w:rsidR="00823F3E" w:rsidRPr="00711EF6" w:rsidRDefault="00823F3E" w:rsidP="00823F3E">
      <w:pPr>
        <w:spacing w:line="240" w:lineRule="exact"/>
        <w:outlineLvl w:val="0"/>
        <w:rPr>
          <w:b/>
          <w:bCs/>
          <w:sz w:val="18"/>
          <w:szCs w:val="18"/>
        </w:rPr>
      </w:pPr>
      <w:r w:rsidRPr="00711EF6">
        <w:rPr>
          <w:b/>
          <w:sz w:val="18"/>
          <w:szCs w:val="18"/>
        </w:rPr>
        <w:t>The ANDRITZ GROUP</w:t>
      </w:r>
    </w:p>
    <w:p w:rsidR="00737BB3" w:rsidRDefault="00690C93" w:rsidP="00737BB3">
      <w:pPr>
        <w:spacing w:line="240" w:lineRule="exact"/>
        <w:rPr>
          <w:rFonts w:cs="Arial"/>
          <w:sz w:val="18"/>
          <w:szCs w:val="18"/>
          <w:lang w:val="en-GB"/>
        </w:rPr>
      </w:pPr>
      <w:r w:rsidRPr="00690C93">
        <w:rPr>
          <w:rFonts w:cs="Arial"/>
          <w:sz w:val="18"/>
          <w:szCs w:val="18"/>
          <w:lang w:val="en-GB"/>
        </w:rPr>
        <w:t xml:space="preserve">ANDRITZ is a globally leading supplier of plants, equipment, and services for hydropower stations, the pulp and paper industry, the metalworking and steel industries, and for solid/liquid separation in the municipal and industrial sectors as well as for animal feed and biomass pelleting. Other important business segments include automation and service business. In addition, the international Group is also active in the power generating sector (steam boiler plants, biomass boilers, recovery boilers, and gasification plants) and in environmental technology (flue gas cleaning plants) and offers equipment for the production of nonwovens, dissolving </w:t>
      </w:r>
      <w:proofErr w:type="gramStart"/>
      <w:r w:rsidRPr="00690C93">
        <w:rPr>
          <w:rFonts w:cs="Arial"/>
          <w:sz w:val="18"/>
          <w:szCs w:val="18"/>
          <w:lang w:val="en-GB"/>
        </w:rPr>
        <w:t>pulp,</w:t>
      </w:r>
      <w:proofErr w:type="gramEnd"/>
      <w:r w:rsidRPr="00690C93">
        <w:rPr>
          <w:rFonts w:cs="Arial"/>
          <w:sz w:val="18"/>
          <w:szCs w:val="18"/>
          <w:lang w:val="en-GB"/>
        </w:rPr>
        <w:t xml:space="preserve"> and </w:t>
      </w:r>
      <w:proofErr w:type="spellStart"/>
      <w:r w:rsidRPr="00690C93">
        <w:rPr>
          <w:rFonts w:cs="Arial"/>
          <w:sz w:val="18"/>
          <w:szCs w:val="18"/>
          <w:lang w:val="en-GB"/>
        </w:rPr>
        <w:t>panelboard</w:t>
      </w:r>
      <w:proofErr w:type="spellEnd"/>
      <w:r w:rsidRPr="00690C93">
        <w:rPr>
          <w:rFonts w:cs="Arial"/>
          <w:sz w:val="18"/>
          <w:szCs w:val="18"/>
          <w:lang w:val="en-GB"/>
        </w:rPr>
        <w:t xml:space="preserve"> as well as recycling plants. The publicly listed technology Group is headquartered in Graz, Austria, and has a staff of approximately 25,400 employees. ANDRITZ operates more than 250 sites in over 40 countries.</w:t>
      </w:r>
    </w:p>
    <w:p w:rsidR="00690C93" w:rsidRPr="00D0605E" w:rsidRDefault="00690C93" w:rsidP="00737BB3">
      <w:pPr>
        <w:spacing w:line="240" w:lineRule="exact"/>
        <w:rPr>
          <w:sz w:val="18"/>
          <w:szCs w:val="18"/>
        </w:rPr>
      </w:pPr>
    </w:p>
    <w:p w:rsidR="00737BB3" w:rsidRPr="00D0605E" w:rsidRDefault="00737BB3" w:rsidP="00737BB3">
      <w:pPr>
        <w:spacing w:line="240" w:lineRule="exact"/>
        <w:rPr>
          <w:b/>
          <w:sz w:val="18"/>
          <w:szCs w:val="18"/>
        </w:rPr>
      </w:pPr>
      <w:r w:rsidRPr="00D0605E">
        <w:rPr>
          <w:b/>
          <w:sz w:val="18"/>
          <w:szCs w:val="18"/>
        </w:rPr>
        <w:t>ANDRITZ PULP &amp; PAPER</w:t>
      </w:r>
    </w:p>
    <w:p w:rsidR="00737BB3" w:rsidRPr="00737BB3" w:rsidRDefault="00690C93" w:rsidP="00690C93">
      <w:pPr>
        <w:pStyle w:val="HTMLPreformatted"/>
        <w:shd w:val="clear" w:color="auto" w:fill="FFFFFF"/>
        <w:spacing w:line="240" w:lineRule="exact"/>
        <w:ind w:right="74"/>
        <w:outlineLvl w:val="0"/>
        <w:rPr>
          <w:rFonts w:ascii="Arial" w:hAnsi="Arial"/>
          <w:b/>
          <w:color w:val="000000"/>
          <w:sz w:val="18"/>
          <w:szCs w:val="18"/>
        </w:rPr>
      </w:pPr>
      <w:r w:rsidRPr="00690C93">
        <w:rPr>
          <w:rFonts w:ascii="Arial" w:eastAsia="Times New Roman" w:hAnsi="Arial" w:cs="Times New Roman"/>
          <w:snapToGrid/>
          <w:sz w:val="18"/>
          <w:szCs w:val="18"/>
        </w:rPr>
        <w:t xml:space="preserve">ANDRITZ PULP &amp; PAPER is a leading global supplier of complete plants, systems, equipment, and comprehensive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690C93">
        <w:rPr>
          <w:rFonts w:ascii="Arial" w:eastAsia="Times New Roman" w:hAnsi="Arial" w:cs="Times New Roman"/>
          <w:snapToGrid/>
          <w:sz w:val="18"/>
          <w:szCs w:val="18"/>
        </w:rPr>
        <w:t>calendering</w:t>
      </w:r>
      <w:proofErr w:type="spellEnd"/>
      <w:r w:rsidRPr="00690C93">
        <w:rPr>
          <w:rFonts w:ascii="Arial" w:eastAsia="Times New Roman" w:hAnsi="Arial" w:cs="Times New Roman"/>
          <w:snapToGrid/>
          <w:sz w:val="18"/>
          <w:szCs w:val="18"/>
        </w:rPr>
        <w:t xml:space="preserve"> and coating of paper; as well as the treatment of reject materials and sludge. The service offering includes system and machine modernization, rebuilds, spare and wear parts, on-site and workshop services, optimization of process performance, maintenance and automation solutions, as well as machine relocation and second-hand equipment. Biomass, steam, and recovery boilers, as well as gasification plants for power generation, flue gas cleaning plants, plants for the production of nonwovens, dissolving pulp, and panelboard (MDF), as well as recycling plants are also part of this business area.</w:t>
      </w:r>
    </w:p>
    <w:p w:rsidR="00566D37" w:rsidRPr="00737BB3" w:rsidRDefault="00566D37" w:rsidP="00737BB3">
      <w:pPr>
        <w:pStyle w:val="HTMLPreformatted"/>
        <w:shd w:val="clear" w:color="auto" w:fill="FFFFFF"/>
        <w:spacing w:line="240" w:lineRule="exact"/>
        <w:ind w:right="74"/>
        <w:outlineLvl w:val="0"/>
        <w:rPr>
          <w:rFonts w:ascii="Arial" w:hAnsi="Arial"/>
          <w:b/>
          <w:color w:val="000000"/>
          <w:sz w:val="18"/>
          <w:szCs w:val="18"/>
        </w:rPr>
      </w:pPr>
    </w:p>
    <w:sectPr w:rsidR="00566D37" w:rsidRPr="00737BB3"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808" w:rsidRDefault="00BC4808">
      <w:r>
        <w:separator/>
      </w:r>
    </w:p>
  </w:endnote>
  <w:endnote w:type="continuationSeparator" w:id="0">
    <w:p w:rsidR="00BC4808" w:rsidRDefault="00BC4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808" w:rsidRDefault="00BC4808">
      <w:r>
        <w:separator/>
      </w:r>
    </w:p>
  </w:footnote>
  <w:footnote w:type="continuationSeparator" w:id="0">
    <w:p w:rsidR="00BC4808" w:rsidRDefault="00BC48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Header"/>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Header"/>
      <w:jc w:val="right"/>
    </w:pPr>
  </w:p>
  <w:p w:rsidR="0011217B" w:rsidRDefault="0011217B" w:rsidP="0011217B">
    <w:pPr>
      <w:pStyle w:val="Header"/>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Header"/>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Header"/>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DBA93D"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lonen Marjo">
    <w15:presenceInfo w15:providerId="AD" w15:userId="S-1-5-21-1477126253-2106342161-1130063259-707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1405E"/>
    <w:rsid w:val="00014693"/>
    <w:rsid w:val="00021764"/>
    <w:rsid w:val="00026F3A"/>
    <w:rsid w:val="00034920"/>
    <w:rsid w:val="00046BE8"/>
    <w:rsid w:val="00056F2F"/>
    <w:rsid w:val="0006109F"/>
    <w:rsid w:val="00061219"/>
    <w:rsid w:val="00061899"/>
    <w:rsid w:val="00076D16"/>
    <w:rsid w:val="00081B35"/>
    <w:rsid w:val="00083D98"/>
    <w:rsid w:val="0008683A"/>
    <w:rsid w:val="000B4408"/>
    <w:rsid w:val="000C1211"/>
    <w:rsid w:val="000C5224"/>
    <w:rsid w:val="000F08E3"/>
    <w:rsid w:val="00106478"/>
    <w:rsid w:val="0011217B"/>
    <w:rsid w:val="00113788"/>
    <w:rsid w:val="00115CB6"/>
    <w:rsid w:val="0011780B"/>
    <w:rsid w:val="00117CA0"/>
    <w:rsid w:val="001205F1"/>
    <w:rsid w:val="00131E66"/>
    <w:rsid w:val="001336D3"/>
    <w:rsid w:val="0013417F"/>
    <w:rsid w:val="00152986"/>
    <w:rsid w:val="001669D7"/>
    <w:rsid w:val="0018411F"/>
    <w:rsid w:val="00190089"/>
    <w:rsid w:val="001A33FD"/>
    <w:rsid w:val="001A4C81"/>
    <w:rsid w:val="001A677B"/>
    <w:rsid w:val="001B2551"/>
    <w:rsid w:val="001B4B44"/>
    <w:rsid w:val="001B7818"/>
    <w:rsid w:val="001C2783"/>
    <w:rsid w:val="001C7EB9"/>
    <w:rsid w:val="001D2EE5"/>
    <w:rsid w:val="001D632E"/>
    <w:rsid w:val="001D677A"/>
    <w:rsid w:val="001E77CA"/>
    <w:rsid w:val="001F2E2A"/>
    <w:rsid w:val="001F3EFD"/>
    <w:rsid w:val="001F5B69"/>
    <w:rsid w:val="00202EA8"/>
    <w:rsid w:val="00203173"/>
    <w:rsid w:val="002277D0"/>
    <w:rsid w:val="00231C01"/>
    <w:rsid w:val="00235F8E"/>
    <w:rsid w:val="00236970"/>
    <w:rsid w:val="002377A3"/>
    <w:rsid w:val="00237DA1"/>
    <w:rsid w:val="002409E7"/>
    <w:rsid w:val="00245F3C"/>
    <w:rsid w:val="00247DEE"/>
    <w:rsid w:val="00252768"/>
    <w:rsid w:val="002537AA"/>
    <w:rsid w:val="002655D1"/>
    <w:rsid w:val="002836B9"/>
    <w:rsid w:val="00286CFA"/>
    <w:rsid w:val="002879DE"/>
    <w:rsid w:val="00287D10"/>
    <w:rsid w:val="00293E98"/>
    <w:rsid w:val="00294502"/>
    <w:rsid w:val="002A649C"/>
    <w:rsid w:val="002B0217"/>
    <w:rsid w:val="002B4DB5"/>
    <w:rsid w:val="002C3167"/>
    <w:rsid w:val="002C5491"/>
    <w:rsid w:val="002D58C5"/>
    <w:rsid w:val="002E3682"/>
    <w:rsid w:val="002F3560"/>
    <w:rsid w:val="003041F8"/>
    <w:rsid w:val="00306774"/>
    <w:rsid w:val="00324980"/>
    <w:rsid w:val="00330A9E"/>
    <w:rsid w:val="00334382"/>
    <w:rsid w:val="003468A9"/>
    <w:rsid w:val="003472A8"/>
    <w:rsid w:val="003844F3"/>
    <w:rsid w:val="00387CE5"/>
    <w:rsid w:val="00393146"/>
    <w:rsid w:val="00397BE5"/>
    <w:rsid w:val="003A42A8"/>
    <w:rsid w:val="003A5BB4"/>
    <w:rsid w:val="003C3048"/>
    <w:rsid w:val="003C555E"/>
    <w:rsid w:val="003D6B9F"/>
    <w:rsid w:val="003E1267"/>
    <w:rsid w:val="003F2630"/>
    <w:rsid w:val="003F7553"/>
    <w:rsid w:val="00400375"/>
    <w:rsid w:val="004169EE"/>
    <w:rsid w:val="00424E0C"/>
    <w:rsid w:val="00430DD4"/>
    <w:rsid w:val="00435882"/>
    <w:rsid w:val="00454F40"/>
    <w:rsid w:val="004550F2"/>
    <w:rsid w:val="00464B5C"/>
    <w:rsid w:val="004766AD"/>
    <w:rsid w:val="004A1747"/>
    <w:rsid w:val="004A4567"/>
    <w:rsid w:val="004A561C"/>
    <w:rsid w:val="004B3541"/>
    <w:rsid w:val="004C07D0"/>
    <w:rsid w:val="004C5546"/>
    <w:rsid w:val="004D018C"/>
    <w:rsid w:val="004D51B6"/>
    <w:rsid w:val="004D7C22"/>
    <w:rsid w:val="004E1C9B"/>
    <w:rsid w:val="004E6B91"/>
    <w:rsid w:val="004F2A54"/>
    <w:rsid w:val="005042AA"/>
    <w:rsid w:val="005068BF"/>
    <w:rsid w:val="00516353"/>
    <w:rsid w:val="00530CE4"/>
    <w:rsid w:val="00530F65"/>
    <w:rsid w:val="00533B30"/>
    <w:rsid w:val="0053522E"/>
    <w:rsid w:val="00536A67"/>
    <w:rsid w:val="00543BE3"/>
    <w:rsid w:val="00566D37"/>
    <w:rsid w:val="00571C35"/>
    <w:rsid w:val="0058614D"/>
    <w:rsid w:val="00593445"/>
    <w:rsid w:val="005A7835"/>
    <w:rsid w:val="005B0A12"/>
    <w:rsid w:val="005B235C"/>
    <w:rsid w:val="005D1103"/>
    <w:rsid w:val="005E2A58"/>
    <w:rsid w:val="005E4D97"/>
    <w:rsid w:val="005F4EEC"/>
    <w:rsid w:val="005F72C9"/>
    <w:rsid w:val="005F7C75"/>
    <w:rsid w:val="00601724"/>
    <w:rsid w:val="006023B5"/>
    <w:rsid w:val="00604381"/>
    <w:rsid w:val="00604515"/>
    <w:rsid w:val="0062333A"/>
    <w:rsid w:val="00623E29"/>
    <w:rsid w:val="00627F98"/>
    <w:rsid w:val="00636AA3"/>
    <w:rsid w:val="00657619"/>
    <w:rsid w:val="00664226"/>
    <w:rsid w:val="00666446"/>
    <w:rsid w:val="00670C45"/>
    <w:rsid w:val="006738F8"/>
    <w:rsid w:val="00687F18"/>
    <w:rsid w:val="00690C93"/>
    <w:rsid w:val="006963EC"/>
    <w:rsid w:val="006C00AF"/>
    <w:rsid w:val="006C3569"/>
    <w:rsid w:val="006D7A9F"/>
    <w:rsid w:val="006E5B49"/>
    <w:rsid w:val="006E6856"/>
    <w:rsid w:val="00700833"/>
    <w:rsid w:val="00707D51"/>
    <w:rsid w:val="00713968"/>
    <w:rsid w:val="00714479"/>
    <w:rsid w:val="00717C27"/>
    <w:rsid w:val="00720B3F"/>
    <w:rsid w:val="00725B32"/>
    <w:rsid w:val="00732AF6"/>
    <w:rsid w:val="00737BB3"/>
    <w:rsid w:val="00744CCD"/>
    <w:rsid w:val="00746EBA"/>
    <w:rsid w:val="00771E23"/>
    <w:rsid w:val="007721F1"/>
    <w:rsid w:val="007824DB"/>
    <w:rsid w:val="007833F6"/>
    <w:rsid w:val="00793629"/>
    <w:rsid w:val="007A08C3"/>
    <w:rsid w:val="007B2557"/>
    <w:rsid w:val="007C1444"/>
    <w:rsid w:val="007C34FB"/>
    <w:rsid w:val="007C4308"/>
    <w:rsid w:val="007C5908"/>
    <w:rsid w:val="007D199E"/>
    <w:rsid w:val="007D2C77"/>
    <w:rsid w:val="007E2AE6"/>
    <w:rsid w:val="0080396E"/>
    <w:rsid w:val="0081747E"/>
    <w:rsid w:val="00823F3E"/>
    <w:rsid w:val="008310E2"/>
    <w:rsid w:val="00835E94"/>
    <w:rsid w:val="008375DB"/>
    <w:rsid w:val="008472D7"/>
    <w:rsid w:val="00847D0C"/>
    <w:rsid w:val="00850F8C"/>
    <w:rsid w:val="00851757"/>
    <w:rsid w:val="00854C0A"/>
    <w:rsid w:val="008557DA"/>
    <w:rsid w:val="008719B4"/>
    <w:rsid w:val="00886A3A"/>
    <w:rsid w:val="008942EE"/>
    <w:rsid w:val="0089516E"/>
    <w:rsid w:val="00897F08"/>
    <w:rsid w:val="008A0435"/>
    <w:rsid w:val="008A4FD5"/>
    <w:rsid w:val="008A76C8"/>
    <w:rsid w:val="008B09BB"/>
    <w:rsid w:val="008D527A"/>
    <w:rsid w:val="008E438D"/>
    <w:rsid w:val="00900EA9"/>
    <w:rsid w:val="00903B08"/>
    <w:rsid w:val="00912936"/>
    <w:rsid w:val="0091429C"/>
    <w:rsid w:val="00917791"/>
    <w:rsid w:val="009305B1"/>
    <w:rsid w:val="0093095E"/>
    <w:rsid w:val="00954156"/>
    <w:rsid w:val="0095594F"/>
    <w:rsid w:val="00963A20"/>
    <w:rsid w:val="00981EC8"/>
    <w:rsid w:val="009902D2"/>
    <w:rsid w:val="009963EA"/>
    <w:rsid w:val="009A4F6C"/>
    <w:rsid w:val="009B2CF0"/>
    <w:rsid w:val="009C06CC"/>
    <w:rsid w:val="009D0085"/>
    <w:rsid w:val="009D1D3C"/>
    <w:rsid w:val="009D38BE"/>
    <w:rsid w:val="009E097F"/>
    <w:rsid w:val="009E4940"/>
    <w:rsid w:val="009E5E50"/>
    <w:rsid w:val="009F1DBD"/>
    <w:rsid w:val="009F6319"/>
    <w:rsid w:val="00A0401B"/>
    <w:rsid w:val="00A14B79"/>
    <w:rsid w:val="00A46DA8"/>
    <w:rsid w:val="00A47B4B"/>
    <w:rsid w:val="00A50D61"/>
    <w:rsid w:val="00A65A58"/>
    <w:rsid w:val="00A72404"/>
    <w:rsid w:val="00A73624"/>
    <w:rsid w:val="00A800D6"/>
    <w:rsid w:val="00A83007"/>
    <w:rsid w:val="00A86811"/>
    <w:rsid w:val="00A9369E"/>
    <w:rsid w:val="00A95B17"/>
    <w:rsid w:val="00AC5FC7"/>
    <w:rsid w:val="00AD3798"/>
    <w:rsid w:val="00AD6D2C"/>
    <w:rsid w:val="00AD74CC"/>
    <w:rsid w:val="00AE7D6B"/>
    <w:rsid w:val="00AF4B3B"/>
    <w:rsid w:val="00B12170"/>
    <w:rsid w:val="00B17F0B"/>
    <w:rsid w:val="00B27E7A"/>
    <w:rsid w:val="00B3165F"/>
    <w:rsid w:val="00B41FA9"/>
    <w:rsid w:val="00B45A8B"/>
    <w:rsid w:val="00B51D65"/>
    <w:rsid w:val="00B54EE8"/>
    <w:rsid w:val="00B56AE0"/>
    <w:rsid w:val="00B5710F"/>
    <w:rsid w:val="00B5731F"/>
    <w:rsid w:val="00B72750"/>
    <w:rsid w:val="00B734F4"/>
    <w:rsid w:val="00B7432A"/>
    <w:rsid w:val="00B81698"/>
    <w:rsid w:val="00B8263A"/>
    <w:rsid w:val="00B84E26"/>
    <w:rsid w:val="00B90257"/>
    <w:rsid w:val="00B97D85"/>
    <w:rsid w:val="00BA356F"/>
    <w:rsid w:val="00BB04F4"/>
    <w:rsid w:val="00BB5F18"/>
    <w:rsid w:val="00BC4808"/>
    <w:rsid w:val="00BD40FB"/>
    <w:rsid w:val="00BD4534"/>
    <w:rsid w:val="00BD4FAB"/>
    <w:rsid w:val="00BF045D"/>
    <w:rsid w:val="00BF2137"/>
    <w:rsid w:val="00C00449"/>
    <w:rsid w:val="00C026DB"/>
    <w:rsid w:val="00C069E7"/>
    <w:rsid w:val="00C110FE"/>
    <w:rsid w:val="00C25CC3"/>
    <w:rsid w:val="00C326E4"/>
    <w:rsid w:val="00C33A30"/>
    <w:rsid w:val="00C46474"/>
    <w:rsid w:val="00C61A1E"/>
    <w:rsid w:val="00C66A17"/>
    <w:rsid w:val="00C73B67"/>
    <w:rsid w:val="00C83023"/>
    <w:rsid w:val="00C853BC"/>
    <w:rsid w:val="00C873AC"/>
    <w:rsid w:val="00C901A6"/>
    <w:rsid w:val="00CB4B29"/>
    <w:rsid w:val="00CB4D80"/>
    <w:rsid w:val="00CB52DE"/>
    <w:rsid w:val="00CD33CE"/>
    <w:rsid w:val="00CE2E6A"/>
    <w:rsid w:val="00CF3A8D"/>
    <w:rsid w:val="00CF7B7D"/>
    <w:rsid w:val="00D0605E"/>
    <w:rsid w:val="00D1175C"/>
    <w:rsid w:val="00D11A56"/>
    <w:rsid w:val="00D26A68"/>
    <w:rsid w:val="00D31167"/>
    <w:rsid w:val="00D45109"/>
    <w:rsid w:val="00D62B6F"/>
    <w:rsid w:val="00D800E0"/>
    <w:rsid w:val="00D869A3"/>
    <w:rsid w:val="00D94461"/>
    <w:rsid w:val="00DA78F2"/>
    <w:rsid w:val="00DC39AB"/>
    <w:rsid w:val="00DC50AE"/>
    <w:rsid w:val="00DD3D8C"/>
    <w:rsid w:val="00DE3D87"/>
    <w:rsid w:val="00DF417C"/>
    <w:rsid w:val="00E27820"/>
    <w:rsid w:val="00E325FE"/>
    <w:rsid w:val="00E4296E"/>
    <w:rsid w:val="00E50F88"/>
    <w:rsid w:val="00E5357A"/>
    <w:rsid w:val="00E5523F"/>
    <w:rsid w:val="00E60621"/>
    <w:rsid w:val="00E62C2E"/>
    <w:rsid w:val="00E70427"/>
    <w:rsid w:val="00E70AEF"/>
    <w:rsid w:val="00E743B5"/>
    <w:rsid w:val="00E75CBA"/>
    <w:rsid w:val="00E85EB1"/>
    <w:rsid w:val="00E85FBA"/>
    <w:rsid w:val="00E86E6A"/>
    <w:rsid w:val="00E90040"/>
    <w:rsid w:val="00E917ED"/>
    <w:rsid w:val="00E937A4"/>
    <w:rsid w:val="00E93E96"/>
    <w:rsid w:val="00E966F5"/>
    <w:rsid w:val="00EB4E3C"/>
    <w:rsid w:val="00EB7DCB"/>
    <w:rsid w:val="00EC53A8"/>
    <w:rsid w:val="00EC7234"/>
    <w:rsid w:val="00ED06B7"/>
    <w:rsid w:val="00ED4301"/>
    <w:rsid w:val="00ED7317"/>
    <w:rsid w:val="00EE22AA"/>
    <w:rsid w:val="00EE5175"/>
    <w:rsid w:val="00EE7964"/>
    <w:rsid w:val="00EF22DC"/>
    <w:rsid w:val="00F02E5E"/>
    <w:rsid w:val="00F03F56"/>
    <w:rsid w:val="00F06D1F"/>
    <w:rsid w:val="00F11172"/>
    <w:rsid w:val="00F15346"/>
    <w:rsid w:val="00F15542"/>
    <w:rsid w:val="00F20C8A"/>
    <w:rsid w:val="00F23292"/>
    <w:rsid w:val="00F3621E"/>
    <w:rsid w:val="00F362D7"/>
    <w:rsid w:val="00F41277"/>
    <w:rsid w:val="00F7114C"/>
    <w:rsid w:val="00F85D7D"/>
    <w:rsid w:val="00F902ED"/>
    <w:rsid w:val="00F9590B"/>
    <w:rsid w:val="00FB4909"/>
    <w:rsid w:val="00FB4D8E"/>
    <w:rsid w:val="00FB5C23"/>
    <w:rsid w:val="00FC231D"/>
    <w:rsid w:val="00FC5152"/>
    <w:rsid w:val="00FF2955"/>
    <w:rsid w:val="00FF39D8"/>
    <w:rsid w:val="00FF60A2"/>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styleId="CommentReference">
    <w:name w:val="annotation reference"/>
    <w:basedOn w:val="DefaultParagraphFont"/>
    <w:rsid w:val="00C61A1E"/>
    <w:rPr>
      <w:sz w:val="16"/>
      <w:szCs w:val="16"/>
    </w:rPr>
  </w:style>
  <w:style w:type="paragraph" w:styleId="CommentText">
    <w:name w:val="annotation text"/>
    <w:basedOn w:val="Normal"/>
    <w:link w:val="CommentTextChar"/>
    <w:rsid w:val="00C61A1E"/>
    <w:rPr>
      <w:szCs w:val="20"/>
    </w:rPr>
  </w:style>
  <w:style w:type="character" w:customStyle="1" w:styleId="CommentTextChar">
    <w:name w:val="Comment Text Char"/>
    <w:basedOn w:val="DefaultParagraphFont"/>
    <w:link w:val="CommentText"/>
    <w:rsid w:val="00C61A1E"/>
    <w:rPr>
      <w:rFonts w:ascii="Arial" w:hAnsi="Arial"/>
      <w:lang w:val="en-US" w:eastAsia="en-US"/>
    </w:rPr>
  </w:style>
  <w:style w:type="paragraph" w:styleId="CommentSubject">
    <w:name w:val="annotation subject"/>
    <w:basedOn w:val="CommentText"/>
    <w:next w:val="CommentText"/>
    <w:link w:val="CommentSubjectChar"/>
    <w:rsid w:val="00C61A1E"/>
    <w:rPr>
      <w:b/>
      <w:bCs/>
    </w:rPr>
  </w:style>
  <w:style w:type="character" w:customStyle="1" w:styleId="CommentSubjectChar">
    <w:name w:val="Comment Subject Char"/>
    <w:basedOn w:val="CommentTextChar"/>
    <w:link w:val="CommentSubject"/>
    <w:rsid w:val="00C61A1E"/>
    <w:rPr>
      <w:rFonts w:ascii="Arial" w:hAnsi="Arial"/>
      <w:b/>
      <w:bCs/>
      <w:lang w:val="en-US" w:eastAsia="en-US"/>
    </w:rPr>
  </w:style>
  <w:style w:type="paragraph" w:styleId="Revision">
    <w:name w:val="Revision"/>
    <w:hidden/>
    <w:uiPriority w:val="99"/>
    <w:semiHidden/>
    <w:rsid w:val="006E6856"/>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styleId="CommentReference">
    <w:name w:val="annotation reference"/>
    <w:basedOn w:val="DefaultParagraphFont"/>
    <w:rsid w:val="00C61A1E"/>
    <w:rPr>
      <w:sz w:val="16"/>
      <w:szCs w:val="16"/>
    </w:rPr>
  </w:style>
  <w:style w:type="paragraph" w:styleId="CommentText">
    <w:name w:val="annotation text"/>
    <w:basedOn w:val="Normal"/>
    <w:link w:val="CommentTextChar"/>
    <w:rsid w:val="00C61A1E"/>
    <w:rPr>
      <w:szCs w:val="20"/>
    </w:rPr>
  </w:style>
  <w:style w:type="character" w:customStyle="1" w:styleId="CommentTextChar">
    <w:name w:val="Comment Text Char"/>
    <w:basedOn w:val="DefaultParagraphFont"/>
    <w:link w:val="CommentText"/>
    <w:rsid w:val="00C61A1E"/>
    <w:rPr>
      <w:rFonts w:ascii="Arial" w:hAnsi="Arial"/>
      <w:lang w:val="en-US" w:eastAsia="en-US"/>
    </w:rPr>
  </w:style>
  <w:style w:type="paragraph" w:styleId="CommentSubject">
    <w:name w:val="annotation subject"/>
    <w:basedOn w:val="CommentText"/>
    <w:next w:val="CommentText"/>
    <w:link w:val="CommentSubjectChar"/>
    <w:rsid w:val="00C61A1E"/>
    <w:rPr>
      <w:b/>
      <w:bCs/>
    </w:rPr>
  </w:style>
  <w:style w:type="character" w:customStyle="1" w:styleId="CommentSubjectChar">
    <w:name w:val="Comment Subject Char"/>
    <w:basedOn w:val="CommentTextChar"/>
    <w:link w:val="CommentSubject"/>
    <w:rsid w:val="00C61A1E"/>
    <w:rPr>
      <w:rFonts w:ascii="Arial" w:hAnsi="Arial"/>
      <w:b/>
      <w:bCs/>
      <w:lang w:val="en-US" w:eastAsia="en-US"/>
    </w:rPr>
  </w:style>
  <w:style w:type="paragraph" w:styleId="Revision">
    <w:name w:val="Revision"/>
    <w:hidden/>
    <w:uiPriority w:val="99"/>
    <w:semiHidden/>
    <w:rsid w:val="006E685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4264">
      <w:bodyDiv w:val="1"/>
      <w:marLeft w:val="0"/>
      <w:marRight w:val="0"/>
      <w:marTop w:val="0"/>
      <w:marBottom w:val="0"/>
      <w:divBdr>
        <w:top w:val="none" w:sz="0" w:space="0" w:color="auto"/>
        <w:left w:val="none" w:sz="0" w:space="0" w:color="auto"/>
        <w:bottom w:val="none" w:sz="0" w:space="0" w:color="auto"/>
        <w:right w:val="none" w:sz="0" w:space="0" w:color="auto"/>
      </w:divBdr>
    </w:div>
    <w:div w:id="201672008">
      <w:bodyDiv w:val="1"/>
      <w:marLeft w:val="0"/>
      <w:marRight w:val="0"/>
      <w:marTop w:val="0"/>
      <w:marBottom w:val="0"/>
      <w:divBdr>
        <w:top w:val="none" w:sz="0" w:space="0" w:color="auto"/>
        <w:left w:val="none" w:sz="0" w:space="0" w:color="auto"/>
        <w:bottom w:val="none" w:sz="0" w:space="0" w:color="auto"/>
        <w:right w:val="none" w:sz="0" w:space="0" w:color="auto"/>
      </w:divBdr>
    </w:div>
    <w:div w:id="470749432">
      <w:bodyDiv w:val="1"/>
      <w:marLeft w:val="0"/>
      <w:marRight w:val="0"/>
      <w:marTop w:val="0"/>
      <w:marBottom w:val="0"/>
      <w:divBdr>
        <w:top w:val="none" w:sz="0" w:space="0" w:color="auto"/>
        <w:left w:val="none" w:sz="0" w:space="0" w:color="auto"/>
        <w:bottom w:val="none" w:sz="0" w:space="0" w:color="auto"/>
        <w:right w:val="none" w:sz="0" w:space="0" w:color="auto"/>
      </w:divBdr>
    </w:div>
    <w:div w:id="691037229">
      <w:bodyDiv w:val="1"/>
      <w:marLeft w:val="0"/>
      <w:marRight w:val="0"/>
      <w:marTop w:val="0"/>
      <w:marBottom w:val="0"/>
      <w:divBdr>
        <w:top w:val="none" w:sz="0" w:space="0" w:color="auto"/>
        <w:left w:val="none" w:sz="0" w:space="0" w:color="auto"/>
        <w:bottom w:val="none" w:sz="0" w:space="0" w:color="auto"/>
        <w:right w:val="none" w:sz="0" w:space="0" w:color="auto"/>
      </w:divBdr>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587</Words>
  <Characters>3390</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4</cp:revision>
  <cp:lastPrinted>2017-09-22T11:01:00Z</cp:lastPrinted>
  <dcterms:created xsi:type="dcterms:W3CDTF">2017-09-29T11:12:00Z</dcterms:created>
  <dcterms:modified xsi:type="dcterms:W3CDTF">2017-10-03T08:55:00Z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