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rsidRPr="000F718F">
        <w:rPr>
          <w:rFonts w:cs="Arial"/>
          <w:szCs w:val="40"/>
        </w:rPr>
        <w:t>Press</w:t>
      </w:r>
      <w:r w:rsidR="00FD6C00" w:rsidRPr="000F718F">
        <w:rPr>
          <w:rFonts w:cs="Arial"/>
          <w:szCs w:val="40"/>
        </w:rPr>
        <w:t>e-Information</w:t>
      </w:r>
    </w:p>
    <w:p w:rsidR="00FD6C00" w:rsidRPr="000F718F" w:rsidRDefault="00FD6C00" w:rsidP="006C15D7">
      <w:pPr>
        <w:spacing w:after="0" w:line="320" w:lineRule="exact"/>
        <w:rPr>
          <w:rFonts w:asciiTheme="minorHAnsi" w:hAnsiTheme="minorHAnsi"/>
        </w:rPr>
      </w:pPr>
    </w:p>
    <w:p w:rsidR="00B46E7D" w:rsidRPr="000F718F" w:rsidRDefault="00B46E7D" w:rsidP="006C15D7">
      <w:pPr>
        <w:spacing w:after="0" w:line="320" w:lineRule="exact"/>
        <w:rPr>
          <w:rFonts w:asciiTheme="minorHAnsi" w:hAnsiTheme="minorHAnsi"/>
        </w:rPr>
      </w:pPr>
    </w:p>
    <w:p w:rsidR="00A77B2A" w:rsidRPr="00A77B2A" w:rsidRDefault="00A77B2A" w:rsidP="00A77B2A">
      <w:pPr>
        <w:spacing w:after="0" w:line="320" w:lineRule="exact"/>
        <w:jc w:val="left"/>
        <w:outlineLvl w:val="0"/>
        <w:rPr>
          <w:rFonts w:ascii="Arial" w:eastAsia="Times New Roman" w:hAnsi="Arial"/>
          <w:b/>
          <w:bCs/>
          <w:spacing w:val="0"/>
          <w:kern w:val="0"/>
          <w:sz w:val="24"/>
          <w:szCs w:val="24"/>
          <w:lang w:val="de-AT" w:eastAsia="de-DE"/>
        </w:rPr>
      </w:pPr>
      <w:bookmarkStart w:id="6" w:name="_FColor_Text_3"/>
      <w:bookmarkEnd w:id="0"/>
      <w:bookmarkEnd w:id="1"/>
      <w:bookmarkEnd w:id="2"/>
      <w:bookmarkEnd w:id="3"/>
      <w:bookmarkEnd w:id="4"/>
      <w:bookmarkEnd w:id="5"/>
      <w:r w:rsidRPr="00A77B2A">
        <w:rPr>
          <w:rFonts w:ascii="Arial" w:eastAsia="Times New Roman" w:hAnsi="Arial"/>
          <w:b/>
          <w:bCs/>
          <w:spacing w:val="0"/>
          <w:kern w:val="0"/>
          <w:sz w:val="24"/>
          <w:szCs w:val="24"/>
          <w:lang w:val="de-AT" w:eastAsia="de-DE"/>
        </w:rPr>
        <w:t>ANDRITZ AG: Veränderungen im Vorstand</w:t>
      </w:r>
    </w:p>
    <w:p w:rsidR="00A77B2A" w:rsidRPr="00A77B2A" w:rsidRDefault="00A77B2A" w:rsidP="00A77B2A">
      <w:pPr>
        <w:numPr>
          <w:ilvl w:val="0"/>
          <w:numId w:val="49"/>
        </w:numPr>
        <w:spacing w:after="0" w:line="320" w:lineRule="exact"/>
        <w:jc w:val="left"/>
        <w:outlineLvl w:val="0"/>
        <w:rPr>
          <w:rFonts w:ascii="Arial" w:eastAsia="Times New Roman" w:hAnsi="Arial"/>
          <w:b/>
          <w:bCs/>
          <w:spacing w:val="0"/>
          <w:kern w:val="0"/>
          <w:sz w:val="24"/>
          <w:szCs w:val="24"/>
          <w:lang w:val="de-AT" w:eastAsia="de-DE"/>
        </w:rPr>
      </w:pPr>
      <w:r w:rsidRPr="00A77B2A">
        <w:rPr>
          <w:rFonts w:ascii="Arial" w:eastAsia="Times New Roman" w:hAnsi="Arial"/>
          <w:b/>
          <w:bCs/>
          <w:spacing w:val="0"/>
          <w:kern w:val="0"/>
          <w:sz w:val="24"/>
          <w:szCs w:val="24"/>
          <w:lang w:val="de-AT" w:eastAsia="de-DE"/>
        </w:rPr>
        <w:t>Verkleinerung des Vorstands auf vier Mitglieder</w:t>
      </w:r>
    </w:p>
    <w:p w:rsidR="00A77B2A" w:rsidRPr="00A77B2A" w:rsidRDefault="00A77B2A" w:rsidP="00A77B2A">
      <w:pPr>
        <w:numPr>
          <w:ilvl w:val="0"/>
          <w:numId w:val="49"/>
        </w:numPr>
        <w:spacing w:after="0" w:line="320" w:lineRule="exact"/>
        <w:jc w:val="left"/>
        <w:outlineLvl w:val="0"/>
        <w:rPr>
          <w:rFonts w:ascii="Arial" w:eastAsia="Times New Roman" w:hAnsi="Arial"/>
          <w:b/>
          <w:bCs/>
          <w:spacing w:val="0"/>
          <w:kern w:val="0"/>
          <w:sz w:val="24"/>
          <w:szCs w:val="24"/>
          <w:lang w:val="de-AT" w:eastAsia="de-DE"/>
        </w:rPr>
      </w:pPr>
      <w:r w:rsidRPr="00A77B2A">
        <w:rPr>
          <w:rFonts w:ascii="Arial" w:eastAsia="Times New Roman" w:hAnsi="Arial"/>
          <w:b/>
          <w:bCs/>
          <w:spacing w:val="0"/>
          <w:kern w:val="0"/>
          <w:sz w:val="24"/>
          <w:szCs w:val="24"/>
          <w:lang w:val="de-AT" w:eastAsia="de-DE"/>
        </w:rPr>
        <w:t xml:space="preserve">Dr. Joachim </w:t>
      </w:r>
      <w:proofErr w:type="spellStart"/>
      <w:r w:rsidRPr="00A77B2A">
        <w:rPr>
          <w:rFonts w:ascii="Arial" w:eastAsia="Times New Roman" w:hAnsi="Arial"/>
          <w:b/>
          <w:bCs/>
          <w:spacing w:val="0"/>
          <w:kern w:val="0"/>
          <w:sz w:val="24"/>
          <w:szCs w:val="24"/>
          <w:lang w:val="de-AT" w:eastAsia="de-DE"/>
        </w:rPr>
        <w:t>Schönbeck</w:t>
      </w:r>
      <w:proofErr w:type="spellEnd"/>
      <w:r w:rsidRPr="00A77B2A">
        <w:rPr>
          <w:rFonts w:ascii="Arial" w:eastAsia="Times New Roman" w:hAnsi="Arial"/>
          <w:b/>
          <w:bCs/>
          <w:spacing w:val="0"/>
          <w:kern w:val="0"/>
          <w:sz w:val="24"/>
          <w:szCs w:val="24"/>
          <w:lang w:val="de-AT" w:eastAsia="de-DE"/>
        </w:rPr>
        <w:t xml:space="preserve"> neues Vorstandsmitglied</w:t>
      </w:r>
    </w:p>
    <w:p w:rsidR="0088165A" w:rsidRPr="000F718F" w:rsidRDefault="0088165A" w:rsidP="0088165A">
      <w:pPr>
        <w:spacing w:after="0" w:line="320" w:lineRule="exact"/>
        <w:jc w:val="left"/>
        <w:rPr>
          <w:rFonts w:ascii="Arial" w:eastAsia="Times New Roman" w:hAnsi="Arial"/>
          <w:spacing w:val="0"/>
          <w:kern w:val="0"/>
          <w:sz w:val="20"/>
          <w:szCs w:val="24"/>
          <w:lang w:val="de-AT" w:eastAsia="de-DE"/>
        </w:rPr>
      </w:pPr>
    </w:p>
    <w:p w:rsidR="00A77B2A" w:rsidRDefault="0088165A" w:rsidP="00A77B2A">
      <w:pPr>
        <w:spacing w:after="0" w:line="320" w:lineRule="exact"/>
        <w:jc w:val="left"/>
        <w:rPr>
          <w:rFonts w:ascii="Arial" w:eastAsia="Times New Roman" w:hAnsi="Arial"/>
          <w:spacing w:val="0"/>
          <w:kern w:val="0"/>
          <w:sz w:val="20"/>
          <w:szCs w:val="24"/>
          <w:lang w:val="de-AT" w:eastAsia="de-DE"/>
        </w:rPr>
      </w:pPr>
      <w:r w:rsidRPr="000F718F">
        <w:rPr>
          <w:rFonts w:ascii="Arial" w:eastAsia="Times New Roman" w:hAnsi="Arial"/>
          <w:b/>
          <w:spacing w:val="0"/>
          <w:kern w:val="0"/>
          <w:sz w:val="20"/>
          <w:szCs w:val="24"/>
          <w:lang w:val="de-AT" w:eastAsia="de-DE"/>
        </w:rPr>
        <w:t xml:space="preserve">Graz, </w:t>
      </w:r>
      <w:r w:rsidR="00A77B2A">
        <w:rPr>
          <w:rFonts w:ascii="Arial" w:eastAsia="Times New Roman" w:hAnsi="Arial"/>
          <w:b/>
          <w:spacing w:val="0"/>
          <w:kern w:val="0"/>
          <w:sz w:val="20"/>
          <w:szCs w:val="24"/>
          <w:lang w:val="de-AT" w:eastAsia="de-DE"/>
        </w:rPr>
        <w:t>28</w:t>
      </w:r>
      <w:r w:rsidRPr="000F718F">
        <w:rPr>
          <w:rFonts w:ascii="Arial" w:eastAsia="Times New Roman" w:hAnsi="Arial"/>
          <w:b/>
          <w:spacing w:val="0"/>
          <w:kern w:val="0"/>
          <w:sz w:val="20"/>
          <w:szCs w:val="24"/>
          <w:lang w:val="de-AT" w:eastAsia="de-DE"/>
        </w:rPr>
        <w:t xml:space="preserve">. </w:t>
      </w:r>
      <w:r w:rsidR="000D5D25">
        <w:rPr>
          <w:rFonts w:ascii="Arial" w:eastAsia="Times New Roman" w:hAnsi="Arial"/>
          <w:b/>
          <w:spacing w:val="0"/>
          <w:kern w:val="0"/>
          <w:sz w:val="20"/>
          <w:szCs w:val="24"/>
          <w:lang w:val="de-AT" w:eastAsia="de-DE"/>
        </w:rPr>
        <w:t xml:space="preserve">August </w:t>
      </w:r>
      <w:r w:rsidR="00874949">
        <w:rPr>
          <w:rFonts w:ascii="Arial" w:eastAsia="Times New Roman" w:hAnsi="Arial"/>
          <w:b/>
          <w:spacing w:val="0"/>
          <w:kern w:val="0"/>
          <w:sz w:val="20"/>
          <w:szCs w:val="24"/>
          <w:lang w:val="de-AT" w:eastAsia="de-DE"/>
        </w:rPr>
        <w:t xml:space="preserve">2014.  </w:t>
      </w:r>
      <w:r w:rsidR="00A77B2A" w:rsidRPr="00A77B2A">
        <w:rPr>
          <w:rFonts w:ascii="Arial" w:eastAsia="Times New Roman" w:hAnsi="Arial"/>
          <w:spacing w:val="0"/>
          <w:kern w:val="0"/>
          <w:sz w:val="20"/>
          <w:szCs w:val="24"/>
          <w:lang w:val="de-AT" w:eastAsia="de-DE"/>
        </w:rPr>
        <w:t>Im Vorstand der ANDRITZ AG laufen mit Ende des Jahres 2014 bzw. Ende des ersten Quartals 2015 drei Vorstandsmandate aus. In seiner heutigen Sitzung fasste der Aufsichtsrat der ANDRITZ AG folgende Bes</w:t>
      </w:r>
      <w:bookmarkStart w:id="7" w:name="_GoBack"/>
      <w:bookmarkEnd w:id="7"/>
      <w:r w:rsidR="00A77B2A" w:rsidRPr="00A77B2A">
        <w:rPr>
          <w:rFonts w:ascii="Arial" w:eastAsia="Times New Roman" w:hAnsi="Arial"/>
          <w:spacing w:val="0"/>
          <w:kern w:val="0"/>
          <w:sz w:val="20"/>
          <w:szCs w:val="24"/>
          <w:lang w:val="de-AT" w:eastAsia="de-DE"/>
        </w:rPr>
        <w:t>chlüsse:</w:t>
      </w:r>
    </w:p>
    <w:p w:rsidR="00A77B2A" w:rsidRPr="00A77B2A" w:rsidRDefault="00A77B2A"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Das Mandat von </w:t>
      </w:r>
      <w:r w:rsidRPr="00A77B2A">
        <w:rPr>
          <w:rFonts w:ascii="Arial" w:eastAsia="Times New Roman" w:hAnsi="Arial"/>
          <w:b/>
          <w:spacing w:val="0"/>
          <w:kern w:val="0"/>
          <w:sz w:val="20"/>
          <w:szCs w:val="24"/>
          <w:lang w:val="de-AT" w:eastAsia="de-DE"/>
        </w:rPr>
        <w:t xml:space="preserve">Mag. Humbert </w:t>
      </w:r>
      <w:proofErr w:type="spellStart"/>
      <w:r w:rsidRPr="00A77B2A">
        <w:rPr>
          <w:rFonts w:ascii="Arial" w:eastAsia="Times New Roman" w:hAnsi="Arial"/>
          <w:b/>
          <w:spacing w:val="0"/>
          <w:kern w:val="0"/>
          <w:sz w:val="20"/>
          <w:szCs w:val="24"/>
          <w:lang w:val="de-AT" w:eastAsia="de-DE"/>
        </w:rPr>
        <w:t>Köfler</w:t>
      </w:r>
      <w:proofErr w:type="spellEnd"/>
      <w:r w:rsidRPr="00A77B2A">
        <w:rPr>
          <w:rFonts w:ascii="Arial" w:eastAsia="Times New Roman" w:hAnsi="Arial"/>
          <w:spacing w:val="0"/>
          <w:kern w:val="0"/>
          <w:sz w:val="20"/>
          <w:szCs w:val="24"/>
          <w:lang w:val="de-AT" w:eastAsia="de-DE"/>
        </w:rPr>
        <w:t>,</w:t>
      </w:r>
      <w:r w:rsidRPr="00A77B2A">
        <w:rPr>
          <w:rFonts w:ascii="Arial" w:eastAsia="Times New Roman" w:hAnsi="Arial"/>
          <w:b/>
          <w:spacing w:val="0"/>
          <w:kern w:val="0"/>
          <w:sz w:val="20"/>
          <w:szCs w:val="24"/>
          <w:lang w:val="de-AT" w:eastAsia="de-DE"/>
        </w:rPr>
        <w:t xml:space="preserve"> </w:t>
      </w:r>
      <w:r w:rsidRPr="00A77B2A">
        <w:rPr>
          <w:rFonts w:ascii="Arial" w:eastAsia="Times New Roman" w:hAnsi="Arial"/>
          <w:spacing w:val="0"/>
          <w:kern w:val="0"/>
          <w:sz w:val="20"/>
          <w:szCs w:val="24"/>
          <w:lang w:val="de-AT" w:eastAsia="de-DE"/>
        </w:rPr>
        <w:t>der seit 1.4.2007 im Vorstand für die Geschäftsbereiche PULP &amp; PAPER (Service und Systemlösungen) und SEPARATION verantwortlich ist, wird um weitere fünf Jahre bis 31.3.2020 verlängert.</w:t>
      </w:r>
    </w:p>
    <w:p w:rsidR="00A77B2A" w:rsidRPr="00A77B2A" w:rsidRDefault="00A77B2A"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Herr </w:t>
      </w:r>
      <w:r w:rsidRPr="00A77B2A">
        <w:rPr>
          <w:rFonts w:ascii="Arial" w:eastAsia="Times New Roman" w:hAnsi="Arial"/>
          <w:b/>
          <w:spacing w:val="0"/>
          <w:kern w:val="0"/>
          <w:sz w:val="20"/>
          <w:szCs w:val="24"/>
          <w:lang w:val="de-AT" w:eastAsia="de-DE"/>
        </w:rPr>
        <w:t xml:space="preserve">Dipl.-Ing. Friedrich Papst </w:t>
      </w:r>
      <w:r w:rsidRPr="00A77B2A">
        <w:rPr>
          <w:rFonts w:ascii="Arial" w:eastAsia="Times New Roman" w:hAnsi="Arial"/>
          <w:spacing w:val="0"/>
          <w:kern w:val="0"/>
          <w:sz w:val="20"/>
          <w:szCs w:val="24"/>
          <w:lang w:val="de-AT" w:eastAsia="de-DE"/>
        </w:rPr>
        <w:t xml:space="preserve">tritt mit 31.3.2015 nach über 35 Dienstjahren bei ANDRITZ - hiervon </w:t>
      </w:r>
      <w:r w:rsidR="00874949">
        <w:rPr>
          <w:rFonts w:ascii="Arial" w:eastAsia="Times New Roman" w:hAnsi="Arial"/>
          <w:spacing w:val="0"/>
          <w:kern w:val="0"/>
          <w:sz w:val="20"/>
          <w:szCs w:val="24"/>
          <w:lang w:val="de-AT" w:eastAsia="de-DE"/>
        </w:rPr>
        <w:br/>
      </w:r>
      <w:r w:rsidRPr="00A77B2A">
        <w:rPr>
          <w:rFonts w:ascii="Arial" w:eastAsia="Times New Roman" w:hAnsi="Arial"/>
          <w:spacing w:val="0"/>
          <w:kern w:val="0"/>
          <w:sz w:val="20"/>
          <w:szCs w:val="24"/>
          <w:lang w:val="de-AT" w:eastAsia="de-DE"/>
        </w:rPr>
        <w:t>16 Jahre im Vorstand - und zuletzt für die Geschäftsbereiche METALS, FEED &amp; BIOFUEL und HYDRO (Bereich PUMPEN) sowie gruppenweit für die Bereiche Einkauf und Fertigung verantwortlich, in den Ruh</w:t>
      </w:r>
      <w:r w:rsidRPr="00A77B2A">
        <w:rPr>
          <w:rFonts w:ascii="Arial" w:eastAsia="Times New Roman" w:hAnsi="Arial"/>
          <w:spacing w:val="0"/>
          <w:kern w:val="0"/>
          <w:sz w:val="20"/>
          <w:szCs w:val="24"/>
          <w:lang w:val="de-AT" w:eastAsia="de-DE"/>
        </w:rPr>
        <w:t>e</w:t>
      </w:r>
      <w:r w:rsidRPr="00A77B2A">
        <w:rPr>
          <w:rFonts w:ascii="Arial" w:eastAsia="Times New Roman" w:hAnsi="Arial"/>
          <w:spacing w:val="0"/>
          <w:kern w:val="0"/>
          <w:sz w:val="20"/>
          <w:szCs w:val="24"/>
          <w:lang w:val="de-AT" w:eastAsia="de-DE"/>
        </w:rPr>
        <w:t>stand.</w:t>
      </w:r>
    </w:p>
    <w:p w:rsidR="00A77B2A" w:rsidRPr="00A77B2A" w:rsidRDefault="00A77B2A"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Das Vorstandsmandat von </w:t>
      </w:r>
      <w:r w:rsidRPr="00A77B2A">
        <w:rPr>
          <w:rFonts w:ascii="Arial" w:eastAsia="Times New Roman" w:hAnsi="Arial"/>
          <w:b/>
          <w:spacing w:val="0"/>
          <w:kern w:val="0"/>
          <w:sz w:val="20"/>
          <w:szCs w:val="24"/>
          <w:lang w:val="de-AT" w:eastAsia="de-DE"/>
        </w:rPr>
        <w:t>Dipl.-Ing. Karl Hornhofer</w:t>
      </w:r>
      <w:r w:rsidRPr="00A77B2A">
        <w:rPr>
          <w:rFonts w:ascii="Arial" w:eastAsia="Times New Roman" w:hAnsi="Arial"/>
          <w:spacing w:val="0"/>
          <w:kern w:val="0"/>
          <w:sz w:val="20"/>
          <w:szCs w:val="24"/>
          <w:lang w:val="de-AT" w:eastAsia="de-DE"/>
        </w:rPr>
        <w:t>,</w:t>
      </w:r>
      <w:r w:rsidRPr="00A77B2A">
        <w:rPr>
          <w:rFonts w:ascii="Arial" w:eastAsia="Times New Roman" w:hAnsi="Arial"/>
          <w:b/>
          <w:spacing w:val="0"/>
          <w:kern w:val="0"/>
          <w:sz w:val="20"/>
          <w:szCs w:val="24"/>
          <w:lang w:val="de-AT" w:eastAsia="de-DE"/>
        </w:rPr>
        <w:t xml:space="preserve"> </w:t>
      </w:r>
      <w:r w:rsidRPr="00A77B2A">
        <w:rPr>
          <w:rFonts w:ascii="Arial" w:eastAsia="Times New Roman" w:hAnsi="Arial"/>
          <w:spacing w:val="0"/>
          <w:kern w:val="0"/>
          <w:sz w:val="20"/>
          <w:szCs w:val="24"/>
          <w:lang w:val="de-AT" w:eastAsia="de-DE"/>
        </w:rPr>
        <w:t>der seit 1.1.2007 im Vorstand für den Bereich Neua</w:t>
      </w:r>
      <w:r w:rsidRPr="00A77B2A">
        <w:rPr>
          <w:rFonts w:ascii="Arial" w:eastAsia="Times New Roman" w:hAnsi="Arial"/>
          <w:spacing w:val="0"/>
          <w:kern w:val="0"/>
          <w:sz w:val="20"/>
          <w:szCs w:val="24"/>
          <w:lang w:val="de-AT" w:eastAsia="de-DE"/>
        </w:rPr>
        <w:t>n</w:t>
      </w:r>
      <w:r w:rsidRPr="00A77B2A">
        <w:rPr>
          <w:rFonts w:ascii="Arial" w:eastAsia="Times New Roman" w:hAnsi="Arial"/>
          <w:spacing w:val="0"/>
          <w:kern w:val="0"/>
          <w:sz w:val="20"/>
          <w:szCs w:val="24"/>
          <w:lang w:val="de-AT" w:eastAsia="de-DE"/>
        </w:rPr>
        <w:t>lagen des Geschäftsbereichs PULP &amp; PAPER sowie gruppenweit für das Qualitäts- und Sicherheitsm</w:t>
      </w:r>
      <w:r w:rsidRPr="00A77B2A">
        <w:rPr>
          <w:rFonts w:ascii="Arial" w:eastAsia="Times New Roman" w:hAnsi="Arial"/>
          <w:spacing w:val="0"/>
          <w:kern w:val="0"/>
          <w:sz w:val="20"/>
          <w:szCs w:val="24"/>
          <w:lang w:val="de-AT" w:eastAsia="de-DE"/>
        </w:rPr>
        <w:t>a</w:t>
      </w:r>
      <w:r w:rsidRPr="00A77B2A">
        <w:rPr>
          <w:rFonts w:ascii="Arial" w:eastAsia="Times New Roman" w:hAnsi="Arial"/>
          <w:spacing w:val="0"/>
          <w:kern w:val="0"/>
          <w:sz w:val="20"/>
          <w:szCs w:val="24"/>
          <w:lang w:val="de-AT" w:eastAsia="de-DE"/>
        </w:rPr>
        <w:t>nagement verantwortlich ist, endet mit 30.9.2014. Herr Dipl.-Ing. Hornhofer wird zukünftig in der ANDRITZ-GRUPPE als Generalbevollmächtigter für den Vertrieb von Großprojekten im Bereich PULP &amp; PAPER tätig sein.</w:t>
      </w:r>
    </w:p>
    <w:p w:rsidR="00A77B2A" w:rsidRPr="00A77B2A" w:rsidRDefault="00A77B2A"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Herr </w:t>
      </w:r>
      <w:r w:rsidRPr="00A77B2A">
        <w:rPr>
          <w:rFonts w:ascii="Arial" w:eastAsia="Times New Roman" w:hAnsi="Arial"/>
          <w:b/>
          <w:spacing w:val="0"/>
          <w:kern w:val="0"/>
          <w:sz w:val="20"/>
          <w:szCs w:val="24"/>
          <w:lang w:val="de-AT" w:eastAsia="de-DE"/>
        </w:rPr>
        <w:t xml:space="preserve">Dr.-Ing. Joachim </w:t>
      </w:r>
      <w:proofErr w:type="spellStart"/>
      <w:r w:rsidRPr="00A77B2A">
        <w:rPr>
          <w:rFonts w:ascii="Arial" w:eastAsia="Times New Roman" w:hAnsi="Arial"/>
          <w:b/>
          <w:spacing w:val="0"/>
          <w:kern w:val="0"/>
          <w:sz w:val="20"/>
          <w:szCs w:val="24"/>
          <w:lang w:val="de-AT" w:eastAsia="de-DE"/>
        </w:rPr>
        <w:t>Schönbeck</w:t>
      </w:r>
      <w:proofErr w:type="spellEnd"/>
      <w:r w:rsidRPr="00A77B2A">
        <w:rPr>
          <w:rFonts w:ascii="Arial" w:eastAsia="Times New Roman" w:hAnsi="Arial"/>
          <w:b/>
          <w:spacing w:val="0"/>
          <w:kern w:val="0"/>
          <w:sz w:val="20"/>
          <w:szCs w:val="24"/>
          <w:lang w:val="de-AT" w:eastAsia="de-DE"/>
        </w:rPr>
        <w:t xml:space="preserve"> </w:t>
      </w:r>
      <w:r w:rsidRPr="00A77B2A">
        <w:rPr>
          <w:rFonts w:ascii="Arial" w:eastAsia="Times New Roman" w:hAnsi="Arial"/>
          <w:spacing w:val="0"/>
          <w:kern w:val="0"/>
          <w:sz w:val="20"/>
          <w:szCs w:val="24"/>
          <w:lang w:val="de-AT" w:eastAsia="de-DE"/>
        </w:rPr>
        <w:t xml:space="preserve">wird mit 1.10.2014 die Verantwortungsbereiche von Herrn Dipl.-Ing. Hornhofer sowie ab 1.4.2015 den Bereich METALS von Herrn Dipl.-Ing. Papst übernehmen. </w:t>
      </w:r>
    </w:p>
    <w:p w:rsidR="00874949" w:rsidRPr="00A77B2A" w:rsidRDefault="00874949"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Herr Dr. </w:t>
      </w:r>
      <w:proofErr w:type="spellStart"/>
      <w:r w:rsidRPr="00A77B2A">
        <w:rPr>
          <w:rFonts w:ascii="Arial" w:eastAsia="Times New Roman" w:hAnsi="Arial"/>
          <w:spacing w:val="0"/>
          <w:kern w:val="0"/>
          <w:sz w:val="20"/>
          <w:szCs w:val="24"/>
          <w:lang w:val="de-AT" w:eastAsia="de-DE"/>
        </w:rPr>
        <w:t>Schönbeck</w:t>
      </w:r>
      <w:proofErr w:type="spellEnd"/>
      <w:r w:rsidRPr="00A77B2A">
        <w:rPr>
          <w:rFonts w:ascii="Arial" w:eastAsia="Times New Roman" w:hAnsi="Arial"/>
          <w:spacing w:val="0"/>
          <w:kern w:val="0"/>
          <w:sz w:val="20"/>
          <w:szCs w:val="24"/>
          <w:lang w:val="de-AT" w:eastAsia="de-DE"/>
        </w:rPr>
        <w:t>, geboren 1964 in Bonn, bekleidete während seiner bisherigen beruflichen Laufbahn Führungspositionen bei Mannesmann, Siemens und der SMS Group. Zuletzt war er Sprecher der G</w:t>
      </w:r>
      <w:r w:rsidRPr="00A77B2A">
        <w:rPr>
          <w:rFonts w:ascii="Arial" w:eastAsia="Times New Roman" w:hAnsi="Arial"/>
          <w:spacing w:val="0"/>
          <w:kern w:val="0"/>
          <w:sz w:val="20"/>
          <w:szCs w:val="24"/>
          <w:lang w:val="de-AT" w:eastAsia="de-DE"/>
        </w:rPr>
        <w:t>e</w:t>
      </w:r>
      <w:r w:rsidRPr="00A77B2A">
        <w:rPr>
          <w:rFonts w:ascii="Arial" w:eastAsia="Times New Roman" w:hAnsi="Arial"/>
          <w:spacing w:val="0"/>
          <w:kern w:val="0"/>
          <w:sz w:val="20"/>
          <w:szCs w:val="24"/>
          <w:lang w:val="de-AT" w:eastAsia="de-DE"/>
        </w:rPr>
        <w:t xml:space="preserve">schäftsführung der SMS Holding GmbH, Düsseldorf sowie langjähriger Vorsitzender der Geschäftsführung der SMS Meer GmbH, Mönchengladbach. </w:t>
      </w:r>
    </w:p>
    <w:p w:rsidR="00F03B92" w:rsidRPr="00A77B2A" w:rsidRDefault="00F03B92"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 xml:space="preserve">Die anderen Vorstandspositionen der ANDRITZ AG bleiben unverändert; damit setzt sich der Vorstand ab </w:t>
      </w:r>
      <w:r w:rsidR="00874949">
        <w:rPr>
          <w:rFonts w:ascii="Arial" w:eastAsia="Times New Roman" w:hAnsi="Arial"/>
          <w:spacing w:val="0"/>
          <w:kern w:val="0"/>
          <w:sz w:val="20"/>
          <w:szCs w:val="24"/>
          <w:lang w:val="de-AT" w:eastAsia="de-DE"/>
        </w:rPr>
        <w:br/>
      </w:r>
      <w:r w:rsidRPr="00A77B2A">
        <w:rPr>
          <w:rFonts w:ascii="Arial" w:eastAsia="Times New Roman" w:hAnsi="Arial"/>
          <w:spacing w:val="0"/>
          <w:kern w:val="0"/>
          <w:sz w:val="20"/>
          <w:szCs w:val="24"/>
          <w:lang w:val="de-AT" w:eastAsia="de-DE"/>
        </w:rPr>
        <w:t>1.</w:t>
      </w:r>
      <w:r w:rsidR="00874949">
        <w:rPr>
          <w:rFonts w:ascii="Arial" w:eastAsia="Times New Roman" w:hAnsi="Arial"/>
          <w:spacing w:val="0"/>
          <w:kern w:val="0"/>
          <w:sz w:val="20"/>
          <w:szCs w:val="24"/>
          <w:lang w:val="de-AT" w:eastAsia="de-DE"/>
        </w:rPr>
        <w:t xml:space="preserve"> </w:t>
      </w:r>
      <w:r w:rsidRPr="00A77B2A">
        <w:rPr>
          <w:rFonts w:ascii="Arial" w:eastAsia="Times New Roman" w:hAnsi="Arial"/>
          <w:spacing w:val="0"/>
          <w:kern w:val="0"/>
          <w:sz w:val="20"/>
          <w:szCs w:val="24"/>
          <w:lang w:val="de-AT" w:eastAsia="de-DE"/>
        </w:rPr>
        <w:t xml:space="preserve">Oktober 2014 aus folgenden Personen zusammen: Dr. Wolfgang Leitner (Vorstandsvorsitzender); Mag. Humbert </w:t>
      </w:r>
      <w:proofErr w:type="spellStart"/>
      <w:r w:rsidRPr="00A77B2A">
        <w:rPr>
          <w:rFonts w:ascii="Arial" w:eastAsia="Times New Roman" w:hAnsi="Arial"/>
          <w:spacing w:val="0"/>
          <w:kern w:val="0"/>
          <w:sz w:val="20"/>
          <w:szCs w:val="24"/>
          <w:lang w:val="de-AT" w:eastAsia="de-DE"/>
        </w:rPr>
        <w:t>Köfler</w:t>
      </w:r>
      <w:proofErr w:type="spellEnd"/>
      <w:r w:rsidRPr="00A77B2A">
        <w:rPr>
          <w:rFonts w:ascii="Arial" w:eastAsia="Times New Roman" w:hAnsi="Arial"/>
          <w:spacing w:val="0"/>
          <w:kern w:val="0"/>
          <w:sz w:val="20"/>
          <w:szCs w:val="24"/>
          <w:lang w:val="de-AT" w:eastAsia="de-DE"/>
        </w:rPr>
        <w:t xml:space="preserve">, Dipl.-Ing. Friedrich Papst (bis 31. März 2015), Dr. Joachim </w:t>
      </w:r>
      <w:proofErr w:type="spellStart"/>
      <w:r w:rsidRPr="00A77B2A">
        <w:rPr>
          <w:rFonts w:ascii="Arial" w:eastAsia="Times New Roman" w:hAnsi="Arial"/>
          <w:spacing w:val="0"/>
          <w:kern w:val="0"/>
          <w:sz w:val="20"/>
          <w:szCs w:val="24"/>
          <w:lang w:val="de-AT" w:eastAsia="de-DE"/>
        </w:rPr>
        <w:t>Schönbeck</w:t>
      </w:r>
      <w:proofErr w:type="spellEnd"/>
      <w:r w:rsidRPr="00A77B2A">
        <w:rPr>
          <w:rFonts w:ascii="Arial" w:eastAsia="Times New Roman" w:hAnsi="Arial"/>
          <w:spacing w:val="0"/>
          <w:kern w:val="0"/>
          <w:sz w:val="20"/>
          <w:szCs w:val="24"/>
          <w:lang w:val="de-AT" w:eastAsia="de-DE"/>
        </w:rPr>
        <w:t>, Dipl.-Ing. Wolfgang Semper.</w:t>
      </w: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874949" w:rsidRDefault="00874949">
      <w:pPr>
        <w:spacing w:line="276" w:lineRule="auto"/>
        <w:jc w:val="left"/>
        <w:rPr>
          <w:rFonts w:ascii="Arial" w:eastAsia="Times New Roman" w:hAnsi="Arial"/>
          <w:spacing w:val="0"/>
          <w:kern w:val="0"/>
          <w:sz w:val="20"/>
          <w:szCs w:val="24"/>
          <w:lang w:val="de-AT" w:eastAsia="de-DE"/>
        </w:rPr>
      </w:pPr>
      <w:r>
        <w:rPr>
          <w:rFonts w:ascii="Arial" w:eastAsia="Times New Roman" w:hAnsi="Arial"/>
          <w:spacing w:val="0"/>
          <w:kern w:val="0"/>
          <w:sz w:val="20"/>
          <w:szCs w:val="24"/>
          <w:lang w:val="de-AT" w:eastAsia="de-DE"/>
        </w:rPr>
        <w:br w:type="page"/>
      </w: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874949" w:rsidRDefault="00874949" w:rsidP="00A77B2A">
      <w:pPr>
        <w:spacing w:after="0" w:line="320" w:lineRule="exact"/>
        <w:jc w:val="left"/>
        <w:rPr>
          <w:rFonts w:ascii="Arial" w:eastAsia="Times New Roman" w:hAnsi="Arial"/>
          <w:spacing w:val="0"/>
          <w:kern w:val="0"/>
          <w:sz w:val="20"/>
          <w:szCs w:val="24"/>
          <w:lang w:val="de-AT" w:eastAsia="de-DE"/>
        </w:rPr>
      </w:pPr>
    </w:p>
    <w:p w:rsidR="00A77B2A" w:rsidRDefault="00A77B2A" w:rsidP="00A77B2A">
      <w:pPr>
        <w:spacing w:after="0" w:line="320" w:lineRule="exact"/>
        <w:jc w:val="left"/>
        <w:rPr>
          <w:rFonts w:ascii="Arial" w:eastAsia="Times New Roman" w:hAnsi="Arial"/>
          <w:spacing w:val="0"/>
          <w:kern w:val="0"/>
          <w:sz w:val="20"/>
          <w:szCs w:val="24"/>
          <w:lang w:val="de-AT" w:eastAsia="de-DE"/>
        </w:rPr>
      </w:pPr>
      <w:r w:rsidRPr="00A77B2A">
        <w:rPr>
          <w:rFonts w:ascii="Arial" w:eastAsia="Times New Roman" w:hAnsi="Arial"/>
          <w:spacing w:val="0"/>
          <w:kern w:val="0"/>
          <w:sz w:val="20"/>
          <w:szCs w:val="24"/>
          <w:lang w:val="de-AT" w:eastAsia="de-DE"/>
        </w:rPr>
        <w:t>Ab 1. April 2015 besteht der Vorstand der ANDRITZ AG aus vier Mitgliedern: Dr. Wolfgang Leitner (Vo</w:t>
      </w:r>
      <w:r w:rsidRPr="00A77B2A">
        <w:rPr>
          <w:rFonts w:ascii="Arial" w:eastAsia="Times New Roman" w:hAnsi="Arial"/>
          <w:spacing w:val="0"/>
          <w:kern w:val="0"/>
          <w:sz w:val="20"/>
          <w:szCs w:val="24"/>
          <w:lang w:val="de-AT" w:eastAsia="de-DE"/>
        </w:rPr>
        <w:t>r</w:t>
      </w:r>
      <w:r w:rsidRPr="00A77B2A">
        <w:rPr>
          <w:rFonts w:ascii="Arial" w:eastAsia="Times New Roman" w:hAnsi="Arial"/>
          <w:spacing w:val="0"/>
          <w:kern w:val="0"/>
          <w:sz w:val="20"/>
          <w:szCs w:val="24"/>
          <w:lang w:val="de-AT" w:eastAsia="de-DE"/>
        </w:rPr>
        <w:t xml:space="preserve">standsvorsitzender); Mag. Humbert </w:t>
      </w:r>
      <w:proofErr w:type="spellStart"/>
      <w:r w:rsidRPr="00A77B2A">
        <w:rPr>
          <w:rFonts w:ascii="Arial" w:eastAsia="Times New Roman" w:hAnsi="Arial"/>
          <w:spacing w:val="0"/>
          <w:kern w:val="0"/>
          <w:sz w:val="20"/>
          <w:szCs w:val="24"/>
          <w:lang w:val="de-AT" w:eastAsia="de-DE"/>
        </w:rPr>
        <w:t>Köfler</w:t>
      </w:r>
      <w:proofErr w:type="spellEnd"/>
      <w:r w:rsidRPr="00A77B2A">
        <w:rPr>
          <w:rFonts w:ascii="Arial" w:eastAsia="Times New Roman" w:hAnsi="Arial"/>
          <w:spacing w:val="0"/>
          <w:kern w:val="0"/>
          <w:sz w:val="20"/>
          <w:szCs w:val="24"/>
          <w:lang w:val="de-AT" w:eastAsia="de-DE"/>
        </w:rPr>
        <w:t xml:space="preserve">, Dr. Joachim </w:t>
      </w:r>
      <w:proofErr w:type="spellStart"/>
      <w:r w:rsidRPr="00A77B2A">
        <w:rPr>
          <w:rFonts w:ascii="Arial" w:eastAsia="Times New Roman" w:hAnsi="Arial"/>
          <w:spacing w:val="0"/>
          <w:kern w:val="0"/>
          <w:sz w:val="20"/>
          <w:szCs w:val="24"/>
          <w:lang w:val="de-AT" w:eastAsia="de-DE"/>
        </w:rPr>
        <w:t>Schönbeck</w:t>
      </w:r>
      <w:proofErr w:type="spellEnd"/>
      <w:r w:rsidRPr="00A77B2A">
        <w:rPr>
          <w:rFonts w:ascii="Arial" w:eastAsia="Times New Roman" w:hAnsi="Arial"/>
          <w:spacing w:val="0"/>
          <w:kern w:val="0"/>
          <w:sz w:val="20"/>
          <w:szCs w:val="24"/>
          <w:lang w:val="de-AT" w:eastAsia="de-DE"/>
        </w:rPr>
        <w:t>, Dipl.-Ing. Wolfgang Semper.</w:t>
      </w:r>
    </w:p>
    <w:p w:rsidR="00874949" w:rsidRPr="00A77B2A" w:rsidRDefault="00874949" w:rsidP="00A77B2A">
      <w:pPr>
        <w:spacing w:after="0" w:line="320" w:lineRule="exact"/>
        <w:jc w:val="left"/>
        <w:rPr>
          <w:rFonts w:ascii="Arial" w:eastAsia="Times New Roman" w:hAnsi="Arial"/>
          <w:spacing w:val="0"/>
          <w:kern w:val="0"/>
          <w:sz w:val="20"/>
          <w:szCs w:val="24"/>
          <w:lang w:val="de-AT" w:eastAsia="de-DE"/>
        </w:rPr>
      </w:pPr>
    </w:p>
    <w:p w:rsidR="00A77B2A" w:rsidRPr="00F03B92" w:rsidRDefault="00A77B2A" w:rsidP="00A77B2A">
      <w:pPr>
        <w:spacing w:after="0" w:line="320" w:lineRule="exact"/>
        <w:jc w:val="left"/>
        <w:rPr>
          <w:rFonts w:ascii="Arial" w:eastAsia="Times New Roman" w:hAnsi="Arial"/>
          <w:i/>
          <w:spacing w:val="0"/>
          <w:kern w:val="0"/>
          <w:sz w:val="20"/>
          <w:szCs w:val="24"/>
          <w:lang w:val="de-AT" w:eastAsia="de-DE"/>
        </w:rPr>
      </w:pPr>
      <w:r w:rsidRPr="00A77B2A">
        <w:rPr>
          <w:rFonts w:ascii="Arial" w:eastAsia="Times New Roman" w:hAnsi="Arial"/>
          <w:spacing w:val="0"/>
          <w:kern w:val="0"/>
          <w:sz w:val="20"/>
          <w:szCs w:val="24"/>
          <w:lang w:val="de-AT" w:eastAsia="de-DE"/>
        </w:rPr>
        <w:t xml:space="preserve">Der Aufsichtsratsvorsitzende der ANDRITZ AG, Prof. Dr. Christian Nowotny, bedankt sich im Namen des Aufsichtsrats bei den beiden ausscheidenden Vorstandsmitgliedern für den langjährigen Einsatz und das persönliche Engagement und zeigt sich sehr erfreut, dass </w:t>
      </w:r>
      <w:r w:rsidRPr="00F03B92">
        <w:rPr>
          <w:rFonts w:ascii="Arial" w:eastAsia="Times New Roman" w:hAnsi="Arial"/>
          <w:i/>
          <w:spacing w:val="0"/>
          <w:kern w:val="0"/>
          <w:sz w:val="20"/>
          <w:szCs w:val="24"/>
          <w:lang w:val="de-AT" w:eastAsia="de-DE"/>
        </w:rPr>
        <w:t xml:space="preserve">„die ANDRITZ AG mit Dr. Joachim </w:t>
      </w:r>
      <w:proofErr w:type="spellStart"/>
      <w:r w:rsidRPr="00F03B92">
        <w:rPr>
          <w:rFonts w:ascii="Arial" w:eastAsia="Times New Roman" w:hAnsi="Arial"/>
          <w:i/>
          <w:spacing w:val="0"/>
          <w:kern w:val="0"/>
          <w:sz w:val="20"/>
          <w:szCs w:val="24"/>
          <w:lang w:val="de-AT" w:eastAsia="de-DE"/>
        </w:rPr>
        <w:t>Schönbeck</w:t>
      </w:r>
      <w:proofErr w:type="spellEnd"/>
      <w:r w:rsidRPr="00F03B92">
        <w:rPr>
          <w:rFonts w:ascii="Arial" w:eastAsia="Times New Roman" w:hAnsi="Arial"/>
          <w:i/>
          <w:spacing w:val="0"/>
          <w:kern w:val="0"/>
          <w:sz w:val="20"/>
          <w:szCs w:val="24"/>
          <w:lang w:val="de-AT" w:eastAsia="de-DE"/>
        </w:rPr>
        <w:t xml:space="preserve"> einen international sehr erfahrenen und im operativen Geschäft langjährig tätigen Manager als Vorstand</w:t>
      </w:r>
      <w:r w:rsidRPr="00F03B92">
        <w:rPr>
          <w:rFonts w:ascii="Arial" w:eastAsia="Times New Roman" w:hAnsi="Arial"/>
          <w:i/>
          <w:spacing w:val="0"/>
          <w:kern w:val="0"/>
          <w:sz w:val="20"/>
          <w:szCs w:val="24"/>
          <w:lang w:val="de-AT" w:eastAsia="de-DE"/>
        </w:rPr>
        <w:t>s</w:t>
      </w:r>
      <w:r w:rsidRPr="00F03B92">
        <w:rPr>
          <w:rFonts w:ascii="Arial" w:eastAsia="Times New Roman" w:hAnsi="Arial"/>
          <w:i/>
          <w:spacing w:val="0"/>
          <w:kern w:val="0"/>
          <w:sz w:val="20"/>
          <w:szCs w:val="24"/>
          <w:lang w:val="de-AT" w:eastAsia="de-DE"/>
        </w:rPr>
        <w:t>mitglied gewinnen konnte.“</w:t>
      </w:r>
    </w:p>
    <w:p w:rsidR="00F03B92" w:rsidRPr="00A77B2A" w:rsidRDefault="00F03B92" w:rsidP="00A77B2A">
      <w:pPr>
        <w:spacing w:after="0" w:line="320" w:lineRule="exact"/>
        <w:jc w:val="left"/>
        <w:rPr>
          <w:rFonts w:ascii="Arial" w:eastAsia="Times New Roman" w:hAnsi="Arial"/>
          <w:spacing w:val="0"/>
          <w:kern w:val="0"/>
          <w:sz w:val="20"/>
          <w:szCs w:val="24"/>
          <w:lang w:val="de-AT" w:eastAsia="de-DE"/>
        </w:rPr>
      </w:pPr>
    </w:p>
    <w:p w:rsidR="0088165A" w:rsidRPr="000F718F" w:rsidRDefault="0088165A" w:rsidP="0088165A">
      <w:pPr>
        <w:spacing w:after="0" w:line="320" w:lineRule="exact"/>
        <w:jc w:val="center"/>
        <w:rPr>
          <w:rFonts w:ascii="Arial" w:eastAsia="Times New Roman" w:hAnsi="Arial"/>
          <w:b/>
          <w:color w:val="000000"/>
          <w:spacing w:val="0"/>
          <w:kern w:val="0"/>
          <w:sz w:val="18"/>
          <w:szCs w:val="18"/>
          <w:lang w:val="de-AT" w:eastAsia="de-DE"/>
        </w:rPr>
      </w:pPr>
      <w:r w:rsidRPr="000F718F">
        <w:rPr>
          <w:rFonts w:ascii="Arial" w:eastAsia="Times New Roman" w:hAnsi="Arial"/>
          <w:spacing w:val="0"/>
          <w:kern w:val="0"/>
          <w:sz w:val="20"/>
          <w:szCs w:val="24"/>
          <w:lang w:val="de-AT" w:eastAsia="de-DE"/>
        </w:rPr>
        <w:t>– Ende –</w:t>
      </w:r>
    </w:p>
    <w:p w:rsidR="0088165A" w:rsidRPr="000F718F" w:rsidRDefault="0088165A" w:rsidP="0088165A">
      <w:pPr>
        <w:spacing w:after="0" w:line="240" w:lineRule="exact"/>
        <w:jc w:val="left"/>
        <w:rPr>
          <w:rFonts w:ascii="Arial" w:eastAsia="Times New Roman" w:hAnsi="Arial" w:cs="Arial"/>
          <w:b/>
          <w:spacing w:val="0"/>
          <w:kern w:val="0"/>
          <w:sz w:val="18"/>
          <w:szCs w:val="18"/>
          <w:lang w:eastAsia="de-DE"/>
        </w:rPr>
      </w:pPr>
    </w:p>
    <w:p w:rsidR="0088165A" w:rsidRPr="000F718F" w:rsidRDefault="0088165A" w:rsidP="0088165A">
      <w:pPr>
        <w:spacing w:after="0" w:line="240" w:lineRule="exact"/>
        <w:jc w:val="left"/>
        <w:rPr>
          <w:rFonts w:ascii="Arial" w:eastAsia="Times New Roman" w:hAnsi="Arial" w:cs="Arial"/>
          <w:b/>
          <w:spacing w:val="0"/>
          <w:kern w:val="0"/>
          <w:sz w:val="18"/>
          <w:szCs w:val="18"/>
          <w:lang w:eastAsia="de-DE"/>
        </w:rPr>
      </w:pPr>
    </w:p>
    <w:p w:rsidR="00A55019" w:rsidRDefault="00A55019" w:rsidP="0088165A">
      <w:pPr>
        <w:spacing w:after="0" w:line="240" w:lineRule="exact"/>
        <w:jc w:val="left"/>
        <w:rPr>
          <w:rFonts w:ascii="Arial" w:eastAsia="Times New Roman" w:hAnsi="Arial" w:cs="Arial"/>
          <w:b/>
          <w:spacing w:val="0"/>
          <w:kern w:val="0"/>
          <w:sz w:val="18"/>
          <w:szCs w:val="18"/>
          <w:lang w:eastAsia="de-DE"/>
        </w:rPr>
      </w:pPr>
    </w:p>
    <w:p w:rsidR="00F14AA4" w:rsidRDefault="00F14AA4" w:rsidP="0088165A">
      <w:pPr>
        <w:spacing w:after="0" w:line="240" w:lineRule="exact"/>
        <w:jc w:val="left"/>
        <w:rPr>
          <w:rFonts w:ascii="Arial" w:eastAsia="Times New Roman" w:hAnsi="Arial" w:cs="Arial"/>
          <w:b/>
          <w:spacing w:val="0"/>
          <w:kern w:val="0"/>
          <w:sz w:val="18"/>
          <w:szCs w:val="18"/>
          <w:lang w:eastAsia="de-DE"/>
        </w:rPr>
      </w:pPr>
    </w:p>
    <w:p w:rsidR="0088165A" w:rsidRPr="000F718F" w:rsidRDefault="0088165A" w:rsidP="0088165A">
      <w:pPr>
        <w:spacing w:after="0" w:line="240" w:lineRule="exact"/>
        <w:jc w:val="left"/>
        <w:rPr>
          <w:rFonts w:ascii="Arial" w:eastAsia="Times New Roman" w:hAnsi="Arial" w:cs="Arial"/>
          <w:b/>
          <w:spacing w:val="0"/>
          <w:kern w:val="0"/>
          <w:sz w:val="18"/>
          <w:szCs w:val="18"/>
          <w:lang w:eastAsia="de-DE"/>
        </w:rPr>
      </w:pPr>
      <w:r w:rsidRPr="000F718F">
        <w:rPr>
          <w:rFonts w:ascii="Arial" w:eastAsia="Times New Roman" w:hAnsi="Arial" w:cs="Arial"/>
          <w:b/>
          <w:spacing w:val="0"/>
          <w:kern w:val="0"/>
          <w:sz w:val="18"/>
          <w:szCs w:val="18"/>
          <w:lang w:eastAsia="de-DE"/>
        </w:rPr>
        <w:t>Download Presse-Information</w:t>
      </w:r>
    </w:p>
    <w:p w:rsidR="0088165A" w:rsidRPr="000F718F" w:rsidRDefault="0088165A" w:rsidP="0088165A">
      <w:pPr>
        <w:spacing w:after="0" w:line="240" w:lineRule="exact"/>
        <w:jc w:val="left"/>
        <w:rPr>
          <w:rFonts w:ascii="Arial" w:eastAsia="Times New Roman" w:hAnsi="Arial" w:cs="Arial"/>
          <w:spacing w:val="0"/>
          <w:kern w:val="0"/>
          <w:sz w:val="18"/>
          <w:szCs w:val="18"/>
          <w:lang w:eastAsia="de-DE"/>
        </w:rPr>
      </w:pPr>
      <w:r w:rsidRPr="000F718F">
        <w:rPr>
          <w:rFonts w:ascii="Arial" w:eastAsia="Times New Roman" w:hAnsi="Arial" w:cs="Arial"/>
          <w:spacing w:val="0"/>
          <w:kern w:val="0"/>
          <w:sz w:val="18"/>
          <w:szCs w:val="18"/>
          <w:lang w:eastAsia="de-DE"/>
        </w:rPr>
        <w:t xml:space="preserve">Die Presse-Information können Sie unter </w:t>
      </w:r>
      <w:hyperlink r:id="rId9" w:history="1">
        <w:r w:rsidRPr="000F718F">
          <w:rPr>
            <w:rFonts w:ascii="Arial" w:eastAsia="Times New Roman" w:hAnsi="Arial" w:cs="Arial"/>
            <w:color w:val="0000FF"/>
            <w:spacing w:val="0"/>
            <w:kern w:val="0"/>
            <w:sz w:val="18"/>
            <w:szCs w:val="18"/>
            <w:u w:val="single"/>
            <w:lang w:eastAsia="de-DE"/>
          </w:rPr>
          <w:t>www.andritz.com/news-de</w:t>
        </w:r>
      </w:hyperlink>
      <w:r w:rsidRPr="000F718F">
        <w:rPr>
          <w:rFonts w:ascii="Arial" w:eastAsia="Times New Roman" w:hAnsi="Arial" w:cs="Arial"/>
          <w:spacing w:val="0"/>
          <w:kern w:val="0"/>
          <w:sz w:val="18"/>
          <w:szCs w:val="18"/>
          <w:lang w:eastAsia="de-DE"/>
        </w:rPr>
        <w:t xml:space="preserve"> auf der ANDRITZ-Website herunterladen.</w:t>
      </w:r>
    </w:p>
    <w:p w:rsidR="0088165A" w:rsidRPr="000F718F" w:rsidRDefault="0088165A" w:rsidP="0088165A">
      <w:pPr>
        <w:spacing w:after="0" w:line="240" w:lineRule="exact"/>
        <w:jc w:val="left"/>
        <w:rPr>
          <w:rFonts w:ascii="Arial" w:eastAsia="Times New Roman" w:hAnsi="Arial" w:cs="Arial"/>
          <w:b/>
          <w:bCs/>
          <w:spacing w:val="0"/>
          <w:kern w:val="0"/>
          <w:sz w:val="18"/>
          <w:szCs w:val="18"/>
          <w:lang w:val="de-AT" w:eastAsia="de-DE"/>
        </w:rPr>
      </w:pPr>
    </w:p>
    <w:p w:rsidR="0088165A" w:rsidRPr="000F718F" w:rsidRDefault="0088165A" w:rsidP="0088165A">
      <w:pPr>
        <w:spacing w:after="0" w:line="240" w:lineRule="exact"/>
        <w:jc w:val="left"/>
        <w:rPr>
          <w:rFonts w:ascii="Arial" w:eastAsia="Times New Roman" w:hAnsi="Arial" w:cs="Arial"/>
          <w:b/>
          <w:bCs/>
          <w:spacing w:val="0"/>
          <w:kern w:val="0"/>
          <w:sz w:val="18"/>
          <w:szCs w:val="18"/>
          <w:lang w:val="de-AT" w:eastAsia="de-DE"/>
        </w:rPr>
      </w:pPr>
      <w:r w:rsidRPr="000F718F">
        <w:rPr>
          <w:rFonts w:ascii="Arial" w:eastAsia="Times New Roman" w:hAnsi="Arial" w:cs="Arial"/>
          <w:b/>
          <w:bCs/>
          <w:spacing w:val="0"/>
          <w:kern w:val="0"/>
          <w:sz w:val="18"/>
          <w:szCs w:val="18"/>
          <w:lang w:val="de-AT" w:eastAsia="de-DE"/>
        </w:rPr>
        <w:t>Für weitere Informationen wenden Sie sich bitte an:</w:t>
      </w:r>
    </w:p>
    <w:p w:rsidR="0088165A" w:rsidRPr="000F718F" w:rsidRDefault="0088165A" w:rsidP="0088165A">
      <w:pPr>
        <w:spacing w:after="0" w:line="240" w:lineRule="exact"/>
        <w:jc w:val="left"/>
        <w:rPr>
          <w:rFonts w:ascii="Arial" w:eastAsia="Times New Roman" w:hAnsi="Arial" w:cs="Arial"/>
          <w:bCs/>
          <w:spacing w:val="0"/>
          <w:kern w:val="0"/>
          <w:sz w:val="18"/>
          <w:szCs w:val="18"/>
          <w:lang w:val="en-US" w:eastAsia="de-DE"/>
        </w:rPr>
      </w:pPr>
      <w:r w:rsidRPr="000F718F">
        <w:rPr>
          <w:rFonts w:ascii="Arial" w:eastAsia="Times New Roman" w:hAnsi="Arial" w:cs="Arial"/>
          <w:bCs/>
          <w:spacing w:val="0"/>
          <w:kern w:val="0"/>
          <w:sz w:val="18"/>
          <w:szCs w:val="18"/>
          <w:lang w:val="en-US" w:eastAsia="de-DE"/>
        </w:rPr>
        <w:t>Oliver Pokorny</w:t>
      </w:r>
    </w:p>
    <w:p w:rsidR="0088165A" w:rsidRPr="000F718F" w:rsidRDefault="0088165A" w:rsidP="0088165A">
      <w:pPr>
        <w:spacing w:after="0" w:line="240" w:lineRule="exact"/>
        <w:jc w:val="left"/>
        <w:rPr>
          <w:rFonts w:ascii="Arial" w:eastAsia="Times New Roman" w:hAnsi="Arial" w:cs="Arial"/>
          <w:bCs/>
          <w:spacing w:val="0"/>
          <w:kern w:val="0"/>
          <w:sz w:val="18"/>
          <w:szCs w:val="18"/>
          <w:lang w:val="en-US" w:eastAsia="de-DE"/>
        </w:rPr>
      </w:pPr>
      <w:r w:rsidRPr="000F718F">
        <w:rPr>
          <w:rFonts w:ascii="Arial" w:eastAsia="Times New Roman" w:hAnsi="Arial" w:cs="Arial"/>
          <w:bCs/>
          <w:spacing w:val="0"/>
          <w:kern w:val="0"/>
          <w:sz w:val="18"/>
          <w:szCs w:val="18"/>
          <w:lang w:val="en-US" w:eastAsia="de-DE"/>
        </w:rPr>
        <w:t>Head of Corporate Communications</w:t>
      </w:r>
    </w:p>
    <w:p w:rsidR="0088165A" w:rsidRPr="000F718F" w:rsidRDefault="0088165A" w:rsidP="0088165A">
      <w:pPr>
        <w:spacing w:after="0" w:line="240" w:lineRule="exact"/>
        <w:jc w:val="left"/>
        <w:rPr>
          <w:rFonts w:ascii="Arial" w:eastAsia="Times New Roman" w:hAnsi="Arial" w:cs="Arial"/>
          <w:bCs/>
          <w:spacing w:val="0"/>
          <w:kern w:val="0"/>
          <w:sz w:val="18"/>
          <w:szCs w:val="18"/>
          <w:lang w:val="de-AT" w:eastAsia="de-DE"/>
        </w:rPr>
      </w:pPr>
      <w:r w:rsidRPr="000F718F">
        <w:rPr>
          <w:rFonts w:ascii="Arial" w:eastAsia="Times New Roman" w:hAnsi="Arial" w:cs="Arial"/>
          <w:bCs/>
          <w:spacing w:val="0"/>
          <w:kern w:val="0"/>
          <w:sz w:val="18"/>
          <w:szCs w:val="18"/>
          <w:lang w:val="de-AT" w:eastAsia="de-DE"/>
        </w:rPr>
        <w:t>Tel.: +43 (316) 6902 1332</w:t>
      </w:r>
    </w:p>
    <w:p w:rsidR="0088165A" w:rsidRPr="000F718F" w:rsidRDefault="0088165A" w:rsidP="0088165A">
      <w:pPr>
        <w:spacing w:after="0" w:line="240" w:lineRule="exact"/>
        <w:jc w:val="left"/>
        <w:rPr>
          <w:rFonts w:ascii="Arial" w:eastAsia="Times New Roman" w:hAnsi="Arial" w:cs="Arial"/>
          <w:bCs/>
          <w:spacing w:val="0"/>
          <w:kern w:val="0"/>
          <w:sz w:val="18"/>
          <w:szCs w:val="18"/>
          <w:lang w:val="de-AT" w:eastAsia="de-DE"/>
        </w:rPr>
      </w:pPr>
      <w:r w:rsidRPr="000F718F">
        <w:rPr>
          <w:rFonts w:ascii="Arial" w:eastAsia="Times New Roman" w:hAnsi="Arial" w:cs="Arial"/>
          <w:bCs/>
          <w:spacing w:val="0"/>
          <w:kern w:val="0"/>
          <w:sz w:val="18"/>
          <w:szCs w:val="18"/>
          <w:lang w:val="de-AT" w:eastAsia="de-DE"/>
        </w:rPr>
        <w:t>oliver.pokorny@andritz.com</w:t>
      </w:r>
    </w:p>
    <w:p w:rsidR="0088165A" w:rsidRPr="000F718F" w:rsidRDefault="0088165A" w:rsidP="0088165A">
      <w:pPr>
        <w:spacing w:after="0" w:line="240" w:lineRule="exact"/>
        <w:jc w:val="left"/>
        <w:rPr>
          <w:rFonts w:ascii="Arial" w:eastAsia="Times New Roman" w:hAnsi="Arial" w:cs="Arial"/>
          <w:bCs/>
          <w:spacing w:val="0"/>
          <w:kern w:val="0"/>
          <w:sz w:val="18"/>
          <w:szCs w:val="18"/>
          <w:lang w:val="de-AT" w:eastAsia="de-DE"/>
        </w:rPr>
      </w:pPr>
      <w:r w:rsidRPr="000F718F">
        <w:rPr>
          <w:rFonts w:ascii="Arial" w:eastAsia="Times New Roman" w:hAnsi="Arial" w:cs="Arial"/>
          <w:bCs/>
          <w:spacing w:val="0"/>
          <w:kern w:val="0"/>
          <w:sz w:val="18"/>
          <w:szCs w:val="18"/>
          <w:lang w:val="de-AT" w:eastAsia="de-DE"/>
        </w:rPr>
        <w:t>www.andritz.com</w:t>
      </w:r>
    </w:p>
    <w:p w:rsidR="0088165A" w:rsidRPr="000F718F" w:rsidRDefault="0088165A" w:rsidP="0088165A">
      <w:pPr>
        <w:spacing w:after="0" w:line="240" w:lineRule="exact"/>
        <w:jc w:val="left"/>
        <w:rPr>
          <w:rFonts w:ascii="Arial" w:eastAsia="Times New Roman" w:hAnsi="Arial" w:cs="Arial"/>
          <w:bCs/>
          <w:spacing w:val="0"/>
          <w:kern w:val="0"/>
          <w:sz w:val="18"/>
          <w:szCs w:val="18"/>
          <w:lang w:val="de-AT" w:eastAsia="de-DE"/>
        </w:rPr>
      </w:pPr>
    </w:p>
    <w:p w:rsidR="00D74D00" w:rsidRPr="000F718F" w:rsidRDefault="00D74D00" w:rsidP="00D74D00">
      <w:pPr>
        <w:spacing w:after="0" w:line="240" w:lineRule="exact"/>
        <w:jc w:val="left"/>
        <w:rPr>
          <w:rFonts w:ascii="Arial" w:eastAsia="Times New Roman" w:hAnsi="Arial" w:cs="Arial"/>
          <w:b/>
          <w:bCs/>
          <w:spacing w:val="0"/>
          <w:kern w:val="0"/>
          <w:sz w:val="18"/>
          <w:szCs w:val="18"/>
          <w:lang w:val="de-AT" w:eastAsia="de-DE"/>
        </w:rPr>
      </w:pPr>
      <w:r w:rsidRPr="000F718F">
        <w:rPr>
          <w:rFonts w:ascii="Arial" w:eastAsia="Times New Roman" w:hAnsi="Arial" w:cs="Arial"/>
          <w:b/>
          <w:bCs/>
          <w:spacing w:val="0"/>
          <w:kern w:val="0"/>
          <w:sz w:val="18"/>
          <w:szCs w:val="18"/>
          <w:lang w:val="de-AT" w:eastAsia="de-DE"/>
        </w:rPr>
        <w:t>Die ANDRITZ-GRUPPE</w:t>
      </w:r>
    </w:p>
    <w:p w:rsidR="0088165A" w:rsidRPr="000F718F" w:rsidRDefault="00D74D00" w:rsidP="00D74D00">
      <w:pPr>
        <w:spacing w:after="0" w:line="240" w:lineRule="exact"/>
        <w:jc w:val="left"/>
        <w:rPr>
          <w:rFonts w:ascii="Arial" w:eastAsia="Times New Roman" w:hAnsi="Arial" w:cs="Arial"/>
          <w:bCs/>
          <w:spacing w:val="0"/>
          <w:kern w:val="0"/>
          <w:sz w:val="18"/>
          <w:szCs w:val="18"/>
          <w:lang w:val="de-AT" w:eastAsia="de-DE"/>
        </w:rPr>
      </w:pPr>
      <w:r w:rsidRPr="000F718F">
        <w:rPr>
          <w:rFonts w:ascii="Arial" w:eastAsia="Times New Roman" w:hAnsi="Arial" w:cs="Arial"/>
          <w:bCs/>
          <w:spacing w:val="0"/>
          <w:kern w:val="0"/>
          <w:sz w:val="18"/>
          <w:szCs w:val="18"/>
          <w:lang w:val="de-AT" w:eastAsia="de-DE"/>
        </w:rPr>
        <w:t xml:space="preserve">Die ANDRITZ-GRUPPE ist einer der weltweit führenden Lieferanten von Anlagen, Ausrüstungen und Serviceleistungen für Wasserkraftwerke, die Zellstoff- und Papierindustrie, die Metall verarbeitende Industrie und Stahlindustrie sowie die </w:t>
      </w:r>
      <w:r w:rsidRPr="00AC72F7">
        <w:rPr>
          <w:rFonts w:ascii="Arial" w:eastAsia="Times New Roman" w:hAnsi="Arial" w:cs="Arial"/>
          <w:bCs/>
          <w:spacing w:val="0"/>
          <w:kern w:val="0"/>
          <w:sz w:val="18"/>
          <w:szCs w:val="18"/>
          <w:lang w:val="de-AT" w:eastAsia="de-DE"/>
        </w:rPr>
        <w:t>kommunale und industrielle Fest-Flüssig-Trennung. Der Hauptsitz des börsennotierten internationalen Technologieko</w:t>
      </w:r>
      <w:r w:rsidRPr="00AC72F7">
        <w:rPr>
          <w:rFonts w:ascii="Arial" w:eastAsia="Times New Roman" w:hAnsi="Arial" w:cs="Arial"/>
          <w:bCs/>
          <w:spacing w:val="0"/>
          <w:kern w:val="0"/>
          <w:sz w:val="18"/>
          <w:szCs w:val="18"/>
          <w:lang w:val="de-AT" w:eastAsia="de-DE"/>
        </w:rPr>
        <w:t>n</w:t>
      </w:r>
      <w:r w:rsidRPr="00AC72F7">
        <w:rPr>
          <w:rFonts w:ascii="Arial" w:eastAsia="Times New Roman" w:hAnsi="Arial" w:cs="Arial"/>
          <w:bCs/>
          <w:spacing w:val="0"/>
          <w:kern w:val="0"/>
          <w:sz w:val="18"/>
          <w:szCs w:val="18"/>
          <w:lang w:val="de-AT" w:eastAsia="de-DE"/>
        </w:rPr>
        <w:t xml:space="preserve">zerns, der rund </w:t>
      </w:r>
      <w:r w:rsidR="00AC72F7" w:rsidRPr="00AC72F7">
        <w:rPr>
          <w:rFonts w:ascii="Arial" w:eastAsia="Times New Roman" w:hAnsi="Arial" w:cs="Arial"/>
          <w:bCs/>
          <w:spacing w:val="0"/>
          <w:kern w:val="0"/>
          <w:sz w:val="18"/>
          <w:szCs w:val="18"/>
          <w:lang w:val="de-AT" w:eastAsia="de-DE"/>
        </w:rPr>
        <w:t>24</w:t>
      </w:r>
      <w:r w:rsidRPr="00AC72F7">
        <w:rPr>
          <w:rFonts w:ascii="Arial" w:eastAsia="Times New Roman" w:hAnsi="Arial" w:cs="Arial"/>
          <w:bCs/>
          <w:spacing w:val="0"/>
          <w:kern w:val="0"/>
          <w:sz w:val="18"/>
          <w:szCs w:val="18"/>
          <w:lang w:val="de-AT" w:eastAsia="de-DE"/>
        </w:rPr>
        <w:t>.</w:t>
      </w:r>
      <w:r w:rsidR="00AC72F7">
        <w:rPr>
          <w:rFonts w:ascii="Arial" w:eastAsia="Times New Roman" w:hAnsi="Arial" w:cs="Arial"/>
          <w:bCs/>
          <w:spacing w:val="0"/>
          <w:kern w:val="0"/>
          <w:sz w:val="18"/>
          <w:szCs w:val="18"/>
          <w:lang w:val="de-AT" w:eastAsia="de-DE"/>
        </w:rPr>
        <w:t>1</w:t>
      </w:r>
      <w:r w:rsidRPr="00AC72F7">
        <w:rPr>
          <w:rFonts w:ascii="Arial" w:eastAsia="Times New Roman" w:hAnsi="Arial" w:cs="Arial"/>
          <w:bCs/>
          <w:spacing w:val="0"/>
          <w:kern w:val="0"/>
          <w:sz w:val="18"/>
          <w:szCs w:val="18"/>
          <w:lang w:val="de-AT" w:eastAsia="de-DE"/>
        </w:rPr>
        <w:t>00 Mitarbeiterinnen und Mitarbeiter beschäftigt, befindet sich in Graz, Österreich. ANDRITZ verfügt über mehr als 250 Produktionsstätten sowie Service- und Vertriebsgesellschaften auf der ganzen Welt. Die ANDRITZ-GRUPPE zählt in allen ihren</w:t>
      </w:r>
      <w:r w:rsidRPr="000F718F">
        <w:rPr>
          <w:rFonts w:ascii="Arial" w:eastAsia="Times New Roman" w:hAnsi="Arial" w:cs="Arial"/>
          <w:bCs/>
          <w:spacing w:val="0"/>
          <w:kern w:val="0"/>
          <w:sz w:val="18"/>
          <w:szCs w:val="18"/>
          <w:lang w:val="de-AT" w:eastAsia="de-DE"/>
        </w:rPr>
        <w:t xml:space="preserve"> vier Geschäftsbereichen zu den Weltmarktführern. Diese Position zu festigen und weiter auszubauen gehört zu den übergeordneten strategischen Zielen. Gleichzeitig soll die Fortsetzung des langfristigen, profitablen Wachstums sichergestellt werden.</w:t>
      </w:r>
    </w:p>
    <w:p w:rsidR="00D74D00" w:rsidRPr="000F718F" w:rsidRDefault="00D74D00" w:rsidP="00D74D00">
      <w:pPr>
        <w:spacing w:after="0" w:line="240" w:lineRule="exact"/>
        <w:jc w:val="left"/>
        <w:rPr>
          <w:rFonts w:ascii="Arial" w:eastAsia="Times New Roman" w:hAnsi="Arial" w:cs="Arial"/>
          <w:bCs/>
          <w:spacing w:val="0"/>
          <w:kern w:val="0"/>
          <w:sz w:val="18"/>
          <w:szCs w:val="18"/>
          <w:lang w:eastAsia="de-DE"/>
        </w:rPr>
      </w:pPr>
    </w:p>
    <w:bookmarkEnd w:id="6"/>
    <w:sectPr w:rsidR="00D74D00" w:rsidRPr="000F718F"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3C5" w:rsidRPr="0088201D" w:rsidRDefault="005853C5" w:rsidP="006A7019">
      <w:r>
        <w:separator/>
      </w:r>
    </w:p>
  </w:endnote>
  <w:endnote w:type="continuationSeparator" w:id="0">
    <w:p w:rsidR="005853C5" w:rsidRPr="0088201D" w:rsidRDefault="005853C5"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3C5" w:rsidRPr="0088201D" w:rsidRDefault="005853C5" w:rsidP="006A7019">
      <w:r>
        <w:separator/>
      </w:r>
    </w:p>
  </w:footnote>
  <w:footnote w:type="continuationSeparator" w:id="0">
    <w:p w:rsidR="005853C5" w:rsidRPr="0088201D" w:rsidRDefault="005853C5"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szCs w:val="14"/>
      </w:rPr>
      <w:t>Seite</w:t>
    </w:r>
    <w:r w:rsidRPr="008A6F0F">
      <w:rPr>
        <w:color w:val="000000"/>
        <w:sz w:val="14"/>
        <w:szCs w:val="14"/>
      </w:rPr>
      <w:t xml:space="preserve">: </w:t>
    </w:r>
    <w:r w:rsidRPr="008A6F0F">
      <w:rPr>
        <w:color w:val="000000"/>
      </w:rPr>
      <w:fldChar w:fldCharType="begin"/>
    </w:r>
    <w:r w:rsidRPr="008A6F0F">
      <w:rPr>
        <w:color w:val="000000"/>
      </w:rPr>
      <w:instrText xml:space="preserve"> PAGE </w:instrText>
    </w:r>
    <w:r w:rsidRPr="008A6F0F">
      <w:rPr>
        <w:color w:val="000000"/>
      </w:rPr>
      <w:fldChar w:fldCharType="separate"/>
    </w:r>
    <w:r w:rsidR="003A0CB0">
      <w:rPr>
        <w:noProof/>
        <w:color w:val="000000"/>
      </w:rPr>
      <w:t>2</w:t>
    </w:r>
    <w:r w:rsidRPr="008A6F0F">
      <w:rPr>
        <w:color w:val="000000"/>
      </w:rPr>
      <w:fldChar w:fldCharType="end"/>
    </w:r>
    <w:r w:rsidRPr="008A6F0F">
      <w:rPr>
        <w:color w:val="000000"/>
      </w:rPr>
      <w:t xml:space="preserve"> (</w:t>
    </w:r>
    <w:r>
      <w:rPr>
        <w:color w:val="000000"/>
      </w:rPr>
      <w:t>von</w:t>
    </w:r>
    <w:r w:rsidRPr="008A6F0F">
      <w:rPr>
        <w:color w:val="000000"/>
      </w:rPr>
      <w:t xml:space="preserve"> </w:t>
    </w:r>
    <w:r w:rsidRPr="008A6F0F">
      <w:rPr>
        <w:color w:val="000000"/>
      </w:rPr>
      <w:fldChar w:fldCharType="begin"/>
    </w:r>
    <w:r w:rsidRPr="008A6F0F">
      <w:rPr>
        <w:color w:val="000000"/>
      </w:rPr>
      <w:instrText xml:space="preserve"> NUMPAGES </w:instrText>
    </w:r>
    <w:r w:rsidRPr="008A6F0F">
      <w:rPr>
        <w:color w:val="000000"/>
      </w:rPr>
      <w:fldChar w:fldCharType="separate"/>
    </w:r>
    <w:r w:rsidR="003A0CB0">
      <w:rPr>
        <w:noProof/>
        <w:color w:val="000000"/>
      </w:rPr>
      <w:t>2</w:t>
    </w:r>
    <w:r w:rsidRPr="008A6F0F">
      <w:rPr>
        <w:color w:val="000000"/>
      </w:rPr>
      <w:fldChar w:fldCharType="end"/>
    </w:r>
    <w:r w:rsidRPr="008A6F0F">
      <w:rPr>
        <w:color w:val="000000"/>
      </w:rPr>
      <w:t>)</w:t>
    </w:r>
  </w:p>
  <w:p w:rsidR="00E32781" w:rsidRPr="001F6C7A" w:rsidRDefault="00E32781" w:rsidP="000E35ED">
    <w:r>
      <w:rPr>
        <w:noProof/>
        <w:lang w:val="de-AT" w:eastAsia="de-AT"/>
      </w:rPr>
      <w:drawing>
        <wp:anchor distT="0" distB="0" distL="114300" distR="114300" simplePos="0" relativeHeight="251658240" behindDoc="0" locked="0" layoutInCell="1" allowOverlap="1" wp14:anchorId="6FFBFBB9" wp14:editId="30F4DC46">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rPr>
      <mc:AlternateContent>
        <mc:Choice Requires="wps">
          <w:drawing>
            <wp:anchor distT="0" distB="215900" distL="114300" distR="215900" simplePos="0" relativeHeight="251661312" behindDoc="0" locked="1" layoutInCell="1" allowOverlap="1" wp14:anchorId="3CB32AD8" wp14:editId="407F69E6">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sidR="00E32781">
      <w:rPr>
        <w:noProof/>
        <w:lang w:val="de-AT" w:eastAsia="de-AT"/>
      </w:rPr>
      <w:drawing>
        <wp:anchor distT="0" distB="0" distL="114300" distR="114300" simplePos="0" relativeHeight="251660288" behindDoc="0" locked="0" layoutInCell="1" allowOverlap="1" wp14:anchorId="730E76B1" wp14:editId="0CEC51D9">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278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4432B7B"/>
    <w:multiLevelType w:val="hybridMultilevel"/>
    <w:tmpl w:val="98C07AD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F6235FF"/>
    <w:multiLevelType w:val="multilevel"/>
    <w:tmpl w:val="1CAC77F8"/>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4CF428C"/>
    <w:multiLevelType w:val="hybridMultilevel"/>
    <w:tmpl w:val="8F645252"/>
    <w:lvl w:ilvl="0" w:tplc="0C070005">
      <w:start w:val="1"/>
      <w:numFmt w:val="bullet"/>
      <w:lvlText w:val=""/>
      <w:lvlJc w:val="left"/>
      <w:pPr>
        <w:ind w:left="780" w:hanging="360"/>
      </w:pPr>
      <w:rPr>
        <w:rFonts w:ascii="Wingdings" w:hAnsi="Wingdings" w:hint="default"/>
      </w:rPr>
    </w:lvl>
    <w:lvl w:ilvl="1" w:tplc="0C070003" w:tentative="1">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17">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21">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7CF5EAC"/>
    <w:multiLevelType w:val="singleLevel"/>
    <w:tmpl w:val="3038268A"/>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3">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5">
    <w:nsid w:val="5EC16A70"/>
    <w:multiLevelType w:val="hybridMultilevel"/>
    <w:tmpl w:val="29C84F82"/>
    <w:lvl w:ilvl="0" w:tplc="0C070001">
      <w:start w:val="1"/>
      <w:numFmt w:val="bullet"/>
      <w:lvlText w:val=""/>
      <w:lvlJc w:val="left"/>
      <w:pPr>
        <w:ind w:left="780" w:hanging="360"/>
      </w:pPr>
      <w:rPr>
        <w:rFonts w:ascii="Symbol" w:hAnsi="Symbol" w:hint="default"/>
      </w:rPr>
    </w:lvl>
    <w:lvl w:ilvl="1" w:tplc="0C070003" w:tentative="1">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26">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8">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1">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4">
    <w:nsid w:val="7F0F2ACC"/>
    <w:multiLevelType w:val="singleLevel"/>
    <w:tmpl w:val="282A24A0"/>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14"/>
  </w:num>
  <w:num w:numId="13">
    <w:abstractNumId w:val="28"/>
  </w:num>
  <w:num w:numId="14">
    <w:abstractNumId w:val="28"/>
  </w:num>
  <w:num w:numId="15">
    <w:abstractNumId w:val="12"/>
  </w:num>
  <w:num w:numId="16">
    <w:abstractNumId w:val="17"/>
  </w:num>
  <w:num w:numId="17">
    <w:abstractNumId w:val="13"/>
  </w:num>
  <w:num w:numId="18">
    <w:abstractNumId w:val="28"/>
  </w:num>
  <w:num w:numId="19">
    <w:abstractNumId w:val="12"/>
  </w:num>
  <w:num w:numId="20">
    <w:abstractNumId w:val="17"/>
  </w:num>
  <w:num w:numId="21">
    <w:abstractNumId w:val="13"/>
  </w:num>
  <w:num w:numId="22">
    <w:abstractNumId w:val="28"/>
  </w:num>
  <w:num w:numId="23">
    <w:abstractNumId w:val="12"/>
  </w:num>
  <w:num w:numId="24">
    <w:abstractNumId w:val="17"/>
  </w:num>
  <w:num w:numId="25">
    <w:abstractNumId w:val="13"/>
  </w:num>
  <w:num w:numId="26">
    <w:abstractNumId w:val="33"/>
  </w:num>
  <w:num w:numId="27">
    <w:abstractNumId w:val="33"/>
  </w:num>
  <w:num w:numId="28">
    <w:abstractNumId w:val="12"/>
  </w:num>
  <w:num w:numId="29">
    <w:abstractNumId w:val="17"/>
  </w:num>
  <w:num w:numId="30">
    <w:abstractNumId w:val="13"/>
  </w:num>
  <w:num w:numId="31">
    <w:abstractNumId w:val="22"/>
  </w:num>
  <w:num w:numId="32">
    <w:abstractNumId w:val="33"/>
  </w:num>
  <w:num w:numId="33">
    <w:abstractNumId w:val="12"/>
  </w:num>
  <w:num w:numId="34">
    <w:abstractNumId w:val="17"/>
  </w:num>
  <w:num w:numId="35">
    <w:abstractNumId w:val="13"/>
  </w:num>
  <w:num w:numId="36">
    <w:abstractNumId w:val="20"/>
  </w:num>
  <w:num w:numId="37">
    <w:abstractNumId w:val="32"/>
  </w:num>
  <w:num w:numId="38">
    <w:abstractNumId w:val="31"/>
  </w:num>
  <w:num w:numId="39">
    <w:abstractNumId w:val="29"/>
  </w:num>
  <w:num w:numId="40">
    <w:abstractNumId w:val="34"/>
  </w:num>
  <w:num w:numId="41">
    <w:abstractNumId w:val="15"/>
  </w:num>
  <w:num w:numId="42">
    <w:abstractNumId w:val="30"/>
  </w:num>
  <w:num w:numId="43">
    <w:abstractNumId w:val="19"/>
  </w:num>
  <w:num w:numId="44">
    <w:abstractNumId w:val="11"/>
  </w:num>
  <w:num w:numId="45">
    <w:abstractNumId w:val="21"/>
  </w:num>
  <w:num w:numId="46">
    <w:abstractNumId w:val="23"/>
  </w:num>
  <w:num w:numId="47">
    <w:abstractNumId w:val="10"/>
  </w:num>
  <w:num w:numId="48">
    <w:abstractNumId w:val="25"/>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4h1\Fire.sys\Datenbasis\Andritz Konsolidiert.xlsm&lt;/file&gt;_x000d__x000a_&lt;sheet&gt;Kennzahlen Presseinfo&lt;/sheet&gt;_x000d__x000a_&lt;bereichstyp&gt;2&lt;/bereichstyp&gt;_x000d__x000a_&lt;bereichsname&gt;&lt;/bereichsname&gt;_x000d__x000a_&lt;adresse&gt;$A$1:$I$23&lt;/adresse&gt;_x000d__x000a_&lt;lastupdate&gt;41855_x0009_5470&lt;/lastupdate&gt;_x000d__x000a_&lt;lastuser&gt;Wolf Petra&lt;/lastuser&gt;_x000d__x000a_&lt;autoformat&gt;0&lt;/autoformat&gt;_x000d__x000a_&lt;autoanpassen&gt;0&lt;/autoanpassen&gt;_x000d__x000a_&lt;noakt&gt;0&lt;/noakt&gt;_x000d__x000a_&lt;prob&gt;118&lt;/prob&gt;_x000d__x000a_&lt;create&gt;41845_x0009_3402&lt;/create&gt;_x000d__x000a_&lt;author&gt;Wolf Petra&lt;/author&gt;_x000d__x000a_&lt;page&gt;3&lt;/page&gt;_x000d__x000a_&lt;block&gt;&lt;/block&gt;_x000d__x000a_&lt;status&gt;N.A. Problem&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0&lt;/FCST&gt;_x000d__x000a_&lt;/excelinfo&gt;"/>
    <w:docVar w:name="_FLink_1T_fdll_2" w:val="&lt;excelinfo&gt;_x000d__x000a_&lt;file&gt;J:\report2014h1\Fire.sys\Datenbasis\Andritz Konsolidiert.xlsm&lt;/file&gt;_x000d__x000a_&lt;sheet&gt;Kennzahlen Presseinfo&lt;/sheet&gt;_x000d__x000a_&lt;bereichstyp&gt;2&lt;/bereichstyp&gt;_x000d__x000a_&lt;bereichsname&gt;&lt;/bereichsname&gt;_x000d__x000a_&lt;adresse&gt;$A$1:$I$23&lt;/adresse&gt;_x000d__x000a_&lt;lastupdate&gt;&lt;/lastupdate&gt;_x000d__x000a_&lt;lastuser&gt;&lt;/lastuser&gt;_x000d__x000a_&lt;autoformat&gt;0&lt;/autoformat&gt;_x000d__x000a_&lt;autoanpassen&gt;0&lt;/autoanpassen&gt;_x000d__x000a_&lt;noakt&gt;0&lt;/noakt&gt;_x000d__x000a_&lt;prob&gt;&lt;/prob&gt;_x000d__x000a_&lt;create&gt;41855_x0009_5479&lt;/create&gt;_x000d__x000a_&lt;author&gt;Wolf Petra&lt;/author&gt;_x000d__x000a_&lt;page&gt;3&lt;/page&gt;_x000d__x000a_&lt;block&gt;&lt;/block&gt;_x000d__x000a_&lt;status&gt;&lt;/status&gt;_x000d__x000a_&lt;comment&gt;&lt;/comment&gt;_x000d__x000a_&lt;sharep_1&gt;&lt;/sharep_1&gt;_x000d__x000a_&lt;sharep_2&gt;&lt;/sharep_2&gt;_x000d__x000a_&lt;warnings&gt;0|0|0|0|0|0|0|0|0|0|0|0&lt;/warnings&gt;_x000d__x000a_&lt;FSTCOLU&gt;2014-08-04T11:03:34Z&lt;/FSTCOLU&gt;_x000d__x000a_&lt;FSTLT&gt;&lt;/FSTLT&gt;_x000d__x000a_&lt;TLI&gt;&lt;/TLI&gt;_x000d__x000a_&lt;FCWT&gt;&lt;/FCWT&gt;_x000d__x000a_&lt;FCST&gt;0&lt;/FCST&gt;_x000d__x000a_&lt;/excelinfo&gt;"/>
    <w:docVar w:name="_FLink_2D_fdll_10" w:val="&lt;excelinfo&gt;_x000d__x000a_&lt;file&gt;J:\report2014h1\Fire.sys\Datenbasis\Andritz Konsolidiert.xlsm&lt;/file&gt;_x000d__x000a_&lt;sheet&gt;Kennzahlen ANDRITZ-GRUPPE&lt;/sheet&gt;_x000d__x000a_&lt;bereichstyp&gt;1&lt;/bereichstyp&gt;_x000d__x000a_&lt;bereichsname&gt;OI_Q_VP&lt;/bereichsname&gt;_x000d__x000a_&lt;adresse&gt;$G$2&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81&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7" w:val="&lt;excelinfo&gt;_x000d__x000a_&lt;file&gt;J:\report2014h1\Fire.sys\Datenbasis\Andritz Konsolidiert.xlsm&lt;/file&gt;_x000d__x000a_&lt;sheet&gt;Kennzahlen ANDRITZ-GRUPPE&lt;/sheet&gt;_x000d__x000a_&lt;bereichstyp&gt;1&lt;/bereichstyp&gt;_x000d__x000a_&lt;bereichsname&gt;Backlog_YTD&lt;/bereichsname&gt;_x000d__x000a_&lt;adresse&gt;$C$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3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8" w:val="&lt;excelinfo&gt;_x000d__x000a_&lt;file&gt;J:\report2014h1\Fire.sys\Datenbasis\Andritz Konsolidiert.xlsm&lt;/file&gt;_x000d__x000a_&lt;sheet&gt;Kennzahlen ANDRITZ-GRUPPE&lt;/sheet&gt;_x000d__x000a_&lt;bereichstyp&gt;1&lt;/bereichstyp&gt;_x000d__x000a_&lt;bereichsname&gt;Backlog_VJ&lt;/bereichsname&gt;_x000d__x000a_&lt;adresse&gt;$I$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39&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19" w:val="&lt;excelinfo&gt;_x000d__x000a_&lt;file&gt;J:\report2014h1\Fire.sys\Datenbasis\Andritz Konsolidiert.xlsm&lt;/file&gt;_x000d__x000a_&lt;sheet&gt;Kennzahlen ANDRITZ-GRUPPE&lt;/sheet&gt;_x000d__x000a_&lt;bereichstyp&gt;1&lt;/bereichstyp&gt;_x000d__x000a_&lt;bereichsname&gt;Veraenderung_Backlog&lt;/bereichsname&gt;_x000d__x000a_&lt;adresse&gt;$K$3&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46&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 w:val="&lt;excelinfo&gt;_x000d__x000a_&lt;file&gt;J:\report2014h1\Fire.sys\Datenbasis\Andritz Konsolidiert.xlsm&lt;/file&gt;_x000d__x000a_&lt;sheet&gt;Kennzahlen ANDRITZ-GRUPPE&lt;/sheet&gt;_x000d__x000a_&lt;bereichstyp&gt;1&lt;/bereichstyp&gt;_x000d__x000a_&lt;bereichsname&gt;Umsatz_Q_VP&lt;/bereichsname&gt;_x000d__x000a_&lt;adresse&gt;$G$4&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708&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0" w:val="&lt;excelinfo&gt;_x000d__x000a_&lt;file&gt;J:\report2014h1\Fire.sys\Datenbasis\Andritz Konsolidiert.xlsm&lt;/file&gt;_x000d__x000a_&lt;sheet&gt;Kennzahlen ANDRITZ-GRUPPE&lt;/sheet&gt;_x000d__x000a_&lt;bereichstyp&gt;1&lt;/bereichstyp&gt;_x000d__x000a_&lt;bereichsname&gt;EBITA_Q&lt;/bereichsname&gt;_x000d__x000a_&lt;adresse&gt;$F$7&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950&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4" w:val="&lt;excelinfo&gt;_x000d__x000a_&lt;file&gt;J:\report2014h1\Fire.sys\Datenbasis\Andritz Konsolidiert.xlsm&lt;/file&gt;_x000d__x000a_&lt;sheet&gt;Kennzahlen ANDRITZ-GRUPPE&lt;/sheet&gt;_x000d__x000a_&lt;bereichstyp&gt;1&lt;/bereichstyp&gt;_x000d__x000a_&lt;bereichsname&gt;EBITA_Q_VP&lt;/bereichsname&gt;_x000d__x000a_&lt;adresse&gt;$G$7&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0&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5" w:val="&lt;excelinfo&gt;_x000d__x000a_&lt;file&gt;J:\report2014h1\Fire.sys\Datenbasis\Andritz Konsolidiert.xlsm&lt;/file&gt;_x000d__x000a_&lt;sheet&gt;Kennzahlen ANDRITZ-GRUPPE&lt;/sheet&gt;_x000d__x000a_&lt;bereichstyp&gt;1&lt;/bereichstyp&gt;_x000d__x000a_&lt;bereichsname&gt;EBITA_Marge_Q&lt;/bereichsname&gt;_x000d__x000a_&lt;adresse&gt;$F$3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26" w:val="&lt;excelinfo&gt;_x000d__x000a_&lt;file&gt;J:\report2014h1\Fire.sys\Datenbasis\Andritz Konsolidiert.xlsm&lt;/file&gt;_x000d__x000a_&lt;sheet&gt;Kennzahlen ANDRITZ-GRUPPE&lt;/sheet&gt;_x000d__x000a_&lt;bereichstyp&gt;1&lt;/bereichstyp&gt;_x000d__x000a_&lt;bereichsname&gt;EBITA_Marge_Q_VP&lt;/bereichsname&gt;_x000d__x000a_&lt;adresse&gt;$G$3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276&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 w:val="&lt;excelinfo&gt;_x000d__x000a_&lt;file&gt;J:\report2014h1\Fire.sys\Datenbasis\Andritz Konsolidiert.xlsm&lt;/file&gt;_x000d__x000a_&lt;sheet&gt;Kennzahlen ANDRITZ-GRUPPE&lt;/sheet&gt;_x000d__x000a_&lt;bereichstyp&gt;1&lt;/bereichstyp&gt;_x000d__x000a_&lt;bereichsname&gt;Veraenderung_Umsatz_Q_Prozent&lt;/bereichsname&gt;_x000d__x000a_&lt;adresse&gt;$H$4&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49&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2" w:val="&lt;excelinfo&gt;_x000d__x000a_&lt;file&gt;J:\report2014h1\Fire.sys\Datenbasis\Andritz Konsolidiert.xlsm&lt;/file&gt;_x000d__x000a_&lt;sheet&gt;Kennzahlen ANDRITZ-GRUPPE&lt;/sheet&gt;_x000d__x000a_&lt;bereichstyp&gt;1&lt;/bereichstyp&gt;_x000d__x000a_&lt;bereichsname&gt;Konzernergebnis_nachNCI_YTD&lt;/bereichsname&gt;_x000d__x000a_&lt;adresse&gt;$C$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08&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3" w:val="&lt;excelinfo&gt;_x000d__x000a_&lt;file&gt;J:\report2014h1\Fire.sys\Datenbasis\Andritz Konsolidiert.xlsm&lt;/file&gt;_x000d__x000a_&lt;sheet&gt;Kennzahlen ANDRITZ-GRUPPE&lt;/sheet&gt;_x000d__x000a_&lt;bereichstyp&gt;1&lt;/bereichstyp&gt;_x000d__x000a_&lt;bereichsname&gt;Konzernergebnis_nachNCI_YTD_VP&lt;/bereichsname&gt;_x000d__x000a_&lt;adresse&gt;$D$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11&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34" w:val="&lt;excelinfo&gt;_x000d__x000a_&lt;file&gt;J:\report2014h1\Fire.sys\Datenbasis\Andritz Konsolidiert.xlsm&lt;/file&gt;_x000d__x000a_&lt;sheet&gt;Kennzahlen ANDRITZ-GRUPPE&lt;/sheet&gt;_x000d__x000a_&lt;bereichstyp&gt;1&lt;/bereichstyp&gt;_x000d__x000a_&lt;bereichsname&gt;Veränd_Konzernergebnis_nachNCI_YTD_Prozent&lt;/bereichsname&gt;_x000d__x000a_&lt;adresse&gt;$E$11&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5313&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FLink_2D_fdll_9" w:val="&lt;excelinfo&gt;_x000d__x000a_&lt;file&gt;J:\report2014h1\Fire.sys\Datenbasis\Andritz Konsolidiert.xlsm&lt;/file&gt;_x000d__x000a_&lt;sheet&gt;Kennzahlen ANDRITZ-GRUPPE&lt;/sheet&gt;_x000d__x000a_&lt;bereichstyp&gt;1&lt;/bereichstyp&gt;_x000d__x000a_&lt;bereichsname&gt;OI_Q&lt;/bereichsname&gt;_x000d__x000a_&lt;adresse&gt;$F$2&lt;/adresse&gt;_x000d__x000a_&lt;lastupdate&gt;41851_x0009_4794&lt;/lastupdate&gt;_x000d__x000a_&lt;lastuser&gt;Wolf Petra&lt;/lastuser&gt;_x000d__x000a_&lt;autoformat&gt;0&lt;/autoformat&gt;_x000d__x000a_&lt;autoanpassen&gt;0&lt;/autoanpassen&gt;_x000d__x000a_&lt;noakt&gt;0&lt;/noakt&gt;_x000d__x000a_&lt;prob&gt;&lt;/prob&gt;_x000d__x000a_&lt;create&gt;41849_x0009_4877&lt;/create&gt;_x000d__x000a_&lt;author&gt;Wolf Petra&lt;/author&gt;_x000d__x000a_&lt;page&gt;1&lt;/page&gt;_x000d__x000a_&lt;block&gt;&lt;/block&gt;_x000d__x000a_&lt;status&gt;41851_x0009_4794&lt;/status&gt;_x000d__x000a_&lt;comment&gt;&lt;/comment&gt;_x000d__x000a_&lt;sharep_1&gt;&lt;/sharep_1&gt;_x000d__x000a_&lt;sharep_2&gt;&lt;/sharep_2&gt;_x000d__x000a_&lt;warnings&gt;0|0|0|0|0|0|0|0|0|0|0|0&lt;/warnings&gt;_x000d__x000a_&lt;FSTCOLU&gt;2014-07-30T11:57:31Z&lt;/FSTCOLU&gt;_x000d__x000a_&lt;FSTLT&gt;&lt;/FSTLT&gt;_x000d__x000a_&lt;TLI&gt;&lt;/TLI&gt;_x000d__x000a_&lt;FCWT&gt;&lt;/FCWT&gt;_x000d__x000a_&lt;FCST&gt;2&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35196274_68516"/>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D5B"/>
    <w:rsid w:val="00012669"/>
    <w:rsid w:val="00014164"/>
    <w:rsid w:val="00014C23"/>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305D"/>
    <w:rsid w:val="000330A4"/>
    <w:rsid w:val="000331D3"/>
    <w:rsid w:val="00034AD1"/>
    <w:rsid w:val="00035783"/>
    <w:rsid w:val="00036221"/>
    <w:rsid w:val="0003637D"/>
    <w:rsid w:val="000363BF"/>
    <w:rsid w:val="0003696D"/>
    <w:rsid w:val="000406F9"/>
    <w:rsid w:val="00042A3B"/>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463F"/>
    <w:rsid w:val="000C4A94"/>
    <w:rsid w:val="000C5324"/>
    <w:rsid w:val="000C5B42"/>
    <w:rsid w:val="000C5DC7"/>
    <w:rsid w:val="000C6E09"/>
    <w:rsid w:val="000C6FD5"/>
    <w:rsid w:val="000D100A"/>
    <w:rsid w:val="000D1163"/>
    <w:rsid w:val="000D1177"/>
    <w:rsid w:val="000D20B5"/>
    <w:rsid w:val="000D2F11"/>
    <w:rsid w:val="000D2FA8"/>
    <w:rsid w:val="000D3056"/>
    <w:rsid w:val="000D3E6F"/>
    <w:rsid w:val="000D4266"/>
    <w:rsid w:val="000D5256"/>
    <w:rsid w:val="000D5D25"/>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6052"/>
    <w:rsid w:val="000E6210"/>
    <w:rsid w:val="000E62F1"/>
    <w:rsid w:val="000E6611"/>
    <w:rsid w:val="000E6C08"/>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4ECA"/>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0C99"/>
    <w:rsid w:val="001A1815"/>
    <w:rsid w:val="001A371D"/>
    <w:rsid w:val="001A3BF2"/>
    <w:rsid w:val="001A4E87"/>
    <w:rsid w:val="001A4EA9"/>
    <w:rsid w:val="001A54FC"/>
    <w:rsid w:val="001A6AF9"/>
    <w:rsid w:val="001A7504"/>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75C"/>
    <w:rsid w:val="001C4A7B"/>
    <w:rsid w:val="001C4D01"/>
    <w:rsid w:val="001C68F1"/>
    <w:rsid w:val="001C6ADB"/>
    <w:rsid w:val="001C7BF0"/>
    <w:rsid w:val="001D0456"/>
    <w:rsid w:val="001D04ED"/>
    <w:rsid w:val="001D0C68"/>
    <w:rsid w:val="001D2254"/>
    <w:rsid w:val="001D241B"/>
    <w:rsid w:val="001D36FB"/>
    <w:rsid w:val="001D4AF3"/>
    <w:rsid w:val="001D5540"/>
    <w:rsid w:val="001D5CB4"/>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131AE"/>
    <w:rsid w:val="00214295"/>
    <w:rsid w:val="00215E44"/>
    <w:rsid w:val="002162CE"/>
    <w:rsid w:val="00220548"/>
    <w:rsid w:val="00221463"/>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087"/>
    <w:rsid w:val="00237555"/>
    <w:rsid w:val="00240DC8"/>
    <w:rsid w:val="00242535"/>
    <w:rsid w:val="00242F25"/>
    <w:rsid w:val="0024340B"/>
    <w:rsid w:val="00243FB7"/>
    <w:rsid w:val="00244722"/>
    <w:rsid w:val="00244EFF"/>
    <w:rsid w:val="00244F1C"/>
    <w:rsid w:val="0024521D"/>
    <w:rsid w:val="0024693B"/>
    <w:rsid w:val="00246DC2"/>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7A0"/>
    <w:rsid w:val="0026321A"/>
    <w:rsid w:val="00264C9F"/>
    <w:rsid w:val="00264FBD"/>
    <w:rsid w:val="00265825"/>
    <w:rsid w:val="00267299"/>
    <w:rsid w:val="00270A8E"/>
    <w:rsid w:val="002718FE"/>
    <w:rsid w:val="00271A01"/>
    <w:rsid w:val="00272D94"/>
    <w:rsid w:val="00273998"/>
    <w:rsid w:val="00273C92"/>
    <w:rsid w:val="00273F09"/>
    <w:rsid w:val="002747C7"/>
    <w:rsid w:val="00275037"/>
    <w:rsid w:val="002756B8"/>
    <w:rsid w:val="002760E4"/>
    <w:rsid w:val="002772C7"/>
    <w:rsid w:val="00277A7D"/>
    <w:rsid w:val="0028082F"/>
    <w:rsid w:val="00280B23"/>
    <w:rsid w:val="002811FA"/>
    <w:rsid w:val="00281A33"/>
    <w:rsid w:val="00283BFC"/>
    <w:rsid w:val="00285060"/>
    <w:rsid w:val="0028609F"/>
    <w:rsid w:val="002905C1"/>
    <w:rsid w:val="00290660"/>
    <w:rsid w:val="0029159F"/>
    <w:rsid w:val="002941F7"/>
    <w:rsid w:val="002955DB"/>
    <w:rsid w:val="00296021"/>
    <w:rsid w:val="00297B26"/>
    <w:rsid w:val="00297DBD"/>
    <w:rsid w:val="002A0653"/>
    <w:rsid w:val="002A0724"/>
    <w:rsid w:val="002A0C81"/>
    <w:rsid w:val="002A2E3D"/>
    <w:rsid w:val="002A2E6F"/>
    <w:rsid w:val="002A450D"/>
    <w:rsid w:val="002A4F93"/>
    <w:rsid w:val="002A5770"/>
    <w:rsid w:val="002A6065"/>
    <w:rsid w:val="002A6840"/>
    <w:rsid w:val="002A6988"/>
    <w:rsid w:val="002A77F9"/>
    <w:rsid w:val="002A7E45"/>
    <w:rsid w:val="002B0F31"/>
    <w:rsid w:val="002B413B"/>
    <w:rsid w:val="002B4D66"/>
    <w:rsid w:val="002B5734"/>
    <w:rsid w:val="002B669E"/>
    <w:rsid w:val="002B68D2"/>
    <w:rsid w:val="002B6F28"/>
    <w:rsid w:val="002B7E46"/>
    <w:rsid w:val="002C02CF"/>
    <w:rsid w:val="002C03D3"/>
    <w:rsid w:val="002C095B"/>
    <w:rsid w:val="002C1095"/>
    <w:rsid w:val="002C2833"/>
    <w:rsid w:val="002C42CB"/>
    <w:rsid w:val="002C5DC5"/>
    <w:rsid w:val="002C6A5C"/>
    <w:rsid w:val="002C7C2F"/>
    <w:rsid w:val="002D02F3"/>
    <w:rsid w:val="002D166F"/>
    <w:rsid w:val="002D1B15"/>
    <w:rsid w:val="002D1DBA"/>
    <w:rsid w:val="002D4184"/>
    <w:rsid w:val="002D43FA"/>
    <w:rsid w:val="002D4F47"/>
    <w:rsid w:val="002D54B9"/>
    <w:rsid w:val="002D55BC"/>
    <w:rsid w:val="002D5F6C"/>
    <w:rsid w:val="002D6380"/>
    <w:rsid w:val="002D7203"/>
    <w:rsid w:val="002E0CB3"/>
    <w:rsid w:val="002E12D0"/>
    <w:rsid w:val="002E12FC"/>
    <w:rsid w:val="002E39DD"/>
    <w:rsid w:val="002E5A08"/>
    <w:rsid w:val="002E5AE9"/>
    <w:rsid w:val="002E6657"/>
    <w:rsid w:val="002E7342"/>
    <w:rsid w:val="002E76EE"/>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4AF7"/>
    <w:rsid w:val="00315CC6"/>
    <w:rsid w:val="00316AD2"/>
    <w:rsid w:val="00320E88"/>
    <w:rsid w:val="003214D0"/>
    <w:rsid w:val="003224F2"/>
    <w:rsid w:val="00322D1D"/>
    <w:rsid w:val="00323696"/>
    <w:rsid w:val="00324968"/>
    <w:rsid w:val="00324D62"/>
    <w:rsid w:val="00325225"/>
    <w:rsid w:val="00325B59"/>
    <w:rsid w:val="00327279"/>
    <w:rsid w:val="00327EC3"/>
    <w:rsid w:val="003303C5"/>
    <w:rsid w:val="0033087A"/>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4E5"/>
    <w:rsid w:val="003425F7"/>
    <w:rsid w:val="00343B35"/>
    <w:rsid w:val="0034449B"/>
    <w:rsid w:val="003450E6"/>
    <w:rsid w:val="003468AC"/>
    <w:rsid w:val="00347256"/>
    <w:rsid w:val="00347BE8"/>
    <w:rsid w:val="003501E6"/>
    <w:rsid w:val="00350EC2"/>
    <w:rsid w:val="00351ECE"/>
    <w:rsid w:val="003520EE"/>
    <w:rsid w:val="00352414"/>
    <w:rsid w:val="00353D0D"/>
    <w:rsid w:val="0035407B"/>
    <w:rsid w:val="00354E6C"/>
    <w:rsid w:val="003566BC"/>
    <w:rsid w:val="003573F1"/>
    <w:rsid w:val="003601FE"/>
    <w:rsid w:val="0036575A"/>
    <w:rsid w:val="0036583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0CB0"/>
    <w:rsid w:val="003A740E"/>
    <w:rsid w:val="003A76E2"/>
    <w:rsid w:val="003B2A77"/>
    <w:rsid w:val="003B3E32"/>
    <w:rsid w:val="003B4169"/>
    <w:rsid w:val="003B49A0"/>
    <w:rsid w:val="003B4A75"/>
    <w:rsid w:val="003B6234"/>
    <w:rsid w:val="003B73D7"/>
    <w:rsid w:val="003B7877"/>
    <w:rsid w:val="003B7DF7"/>
    <w:rsid w:val="003C191F"/>
    <w:rsid w:val="003C266C"/>
    <w:rsid w:val="003C339F"/>
    <w:rsid w:val="003C5FC3"/>
    <w:rsid w:val="003C6A0B"/>
    <w:rsid w:val="003D1296"/>
    <w:rsid w:val="003D17A1"/>
    <w:rsid w:val="003D1D1C"/>
    <w:rsid w:val="003D49F2"/>
    <w:rsid w:val="003D517E"/>
    <w:rsid w:val="003D53FB"/>
    <w:rsid w:val="003D6132"/>
    <w:rsid w:val="003D6F69"/>
    <w:rsid w:val="003E12E1"/>
    <w:rsid w:val="003E151C"/>
    <w:rsid w:val="003E170D"/>
    <w:rsid w:val="003E551F"/>
    <w:rsid w:val="003E7FCC"/>
    <w:rsid w:val="003F1080"/>
    <w:rsid w:val="003F1C3E"/>
    <w:rsid w:val="003F1DCD"/>
    <w:rsid w:val="003F2FF5"/>
    <w:rsid w:val="003F4AAA"/>
    <w:rsid w:val="003F5A37"/>
    <w:rsid w:val="003F640F"/>
    <w:rsid w:val="00400CC5"/>
    <w:rsid w:val="004013D8"/>
    <w:rsid w:val="00401B7A"/>
    <w:rsid w:val="004023F9"/>
    <w:rsid w:val="00403F96"/>
    <w:rsid w:val="004041BF"/>
    <w:rsid w:val="00404623"/>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914"/>
    <w:rsid w:val="00437A01"/>
    <w:rsid w:val="0044007C"/>
    <w:rsid w:val="0044079D"/>
    <w:rsid w:val="0044244B"/>
    <w:rsid w:val="00442B3C"/>
    <w:rsid w:val="00442EBE"/>
    <w:rsid w:val="00442FA5"/>
    <w:rsid w:val="0044360D"/>
    <w:rsid w:val="00444959"/>
    <w:rsid w:val="00446005"/>
    <w:rsid w:val="00446BF2"/>
    <w:rsid w:val="00446F68"/>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5E8"/>
    <w:rsid w:val="00477803"/>
    <w:rsid w:val="00477815"/>
    <w:rsid w:val="00482BF8"/>
    <w:rsid w:val="00482C36"/>
    <w:rsid w:val="00482E04"/>
    <w:rsid w:val="004841CB"/>
    <w:rsid w:val="004852A8"/>
    <w:rsid w:val="004865ED"/>
    <w:rsid w:val="00490D0A"/>
    <w:rsid w:val="00491762"/>
    <w:rsid w:val="00491B36"/>
    <w:rsid w:val="00492346"/>
    <w:rsid w:val="0049251E"/>
    <w:rsid w:val="004926D4"/>
    <w:rsid w:val="00493FF4"/>
    <w:rsid w:val="00494660"/>
    <w:rsid w:val="00495592"/>
    <w:rsid w:val="00495F83"/>
    <w:rsid w:val="00496FA6"/>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549"/>
    <w:rsid w:val="004D18F5"/>
    <w:rsid w:val="004D3991"/>
    <w:rsid w:val="004D62BF"/>
    <w:rsid w:val="004D6EE0"/>
    <w:rsid w:val="004D7E1A"/>
    <w:rsid w:val="004E0002"/>
    <w:rsid w:val="004E167F"/>
    <w:rsid w:val="004E17C0"/>
    <w:rsid w:val="004E1DB4"/>
    <w:rsid w:val="004E31FE"/>
    <w:rsid w:val="004E3BFC"/>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3F6"/>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A5"/>
    <w:rsid w:val="00504AC6"/>
    <w:rsid w:val="005057D6"/>
    <w:rsid w:val="00505805"/>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E13"/>
    <w:rsid w:val="00532D63"/>
    <w:rsid w:val="0053329F"/>
    <w:rsid w:val="005332F8"/>
    <w:rsid w:val="00533572"/>
    <w:rsid w:val="00533828"/>
    <w:rsid w:val="0053507D"/>
    <w:rsid w:val="0053648E"/>
    <w:rsid w:val="00536757"/>
    <w:rsid w:val="00540796"/>
    <w:rsid w:val="005409AC"/>
    <w:rsid w:val="005411B7"/>
    <w:rsid w:val="00541EC7"/>
    <w:rsid w:val="00542498"/>
    <w:rsid w:val="00544663"/>
    <w:rsid w:val="00544A67"/>
    <w:rsid w:val="00544EAA"/>
    <w:rsid w:val="0054665E"/>
    <w:rsid w:val="005474C0"/>
    <w:rsid w:val="00547989"/>
    <w:rsid w:val="00547CF3"/>
    <w:rsid w:val="00550694"/>
    <w:rsid w:val="00550A77"/>
    <w:rsid w:val="00550B9B"/>
    <w:rsid w:val="00551016"/>
    <w:rsid w:val="00551572"/>
    <w:rsid w:val="005516DD"/>
    <w:rsid w:val="005522CF"/>
    <w:rsid w:val="0055388A"/>
    <w:rsid w:val="005545D3"/>
    <w:rsid w:val="005565B0"/>
    <w:rsid w:val="005602E4"/>
    <w:rsid w:val="0056050C"/>
    <w:rsid w:val="005636E1"/>
    <w:rsid w:val="0056413D"/>
    <w:rsid w:val="0056554E"/>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53C5"/>
    <w:rsid w:val="005865A0"/>
    <w:rsid w:val="00587DF1"/>
    <w:rsid w:val="00590B4A"/>
    <w:rsid w:val="005935CB"/>
    <w:rsid w:val="005936C7"/>
    <w:rsid w:val="005937C7"/>
    <w:rsid w:val="0059578C"/>
    <w:rsid w:val="0059595F"/>
    <w:rsid w:val="0059682F"/>
    <w:rsid w:val="005A0891"/>
    <w:rsid w:val="005A0F3E"/>
    <w:rsid w:val="005A1B3A"/>
    <w:rsid w:val="005A1BD6"/>
    <w:rsid w:val="005A1EF1"/>
    <w:rsid w:val="005A2232"/>
    <w:rsid w:val="005A46CA"/>
    <w:rsid w:val="005A4795"/>
    <w:rsid w:val="005A500B"/>
    <w:rsid w:val="005A7887"/>
    <w:rsid w:val="005A7CED"/>
    <w:rsid w:val="005B0AAB"/>
    <w:rsid w:val="005B0B21"/>
    <w:rsid w:val="005B0E66"/>
    <w:rsid w:val="005B1E52"/>
    <w:rsid w:val="005B294F"/>
    <w:rsid w:val="005B3504"/>
    <w:rsid w:val="005B5014"/>
    <w:rsid w:val="005B5089"/>
    <w:rsid w:val="005B6224"/>
    <w:rsid w:val="005B7523"/>
    <w:rsid w:val="005C2C2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D53"/>
    <w:rsid w:val="005F0700"/>
    <w:rsid w:val="005F0778"/>
    <w:rsid w:val="005F08E7"/>
    <w:rsid w:val="005F0CA6"/>
    <w:rsid w:val="005F144A"/>
    <w:rsid w:val="005F168B"/>
    <w:rsid w:val="005F21FA"/>
    <w:rsid w:val="005F286C"/>
    <w:rsid w:val="005F2CAE"/>
    <w:rsid w:val="005F3201"/>
    <w:rsid w:val="005F36FB"/>
    <w:rsid w:val="005F75D0"/>
    <w:rsid w:val="005F7D82"/>
    <w:rsid w:val="005F7FC2"/>
    <w:rsid w:val="00600F09"/>
    <w:rsid w:val="00601695"/>
    <w:rsid w:val="00601748"/>
    <w:rsid w:val="00601F55"/>
    <w:rsid w:val="00603DE1"/>
    <w:rsid w:val="00603E92"/>
    <w:rsid w:val="00604615"/>
    <w:rsid w:val="00604DB5"/>
    <w:rsid w:val="006057CC"/>
    <w:rsid w:val="00605AB1"/>
    <w:rsid w:val="00605FA7"/>
    <w:rsid w:val="00606BE3"/>
    <w:rsid w:val="00606E89"/>
    <w:rsid w:val="0060709D"/>
    <w:rsid w:val="00607B47"/>
    <w:rsid w:val="006105B3"/>
    <w:rsid w:val="00610D55"/>
    <w:rsid w:val="0061165A"/>
    <w:rsid w:val="00611732"/>
    <w:rsid w:val="00611F3C"/>
    <w:rsid w:val="006128B4"/>
    <w:rsid w:val="0061438A"/>
    <w:rsid w:val="00614A4A"/>
    <w:rsid w:val="00614E37"/>
    <w:rsid w:val="00615606"/>
    <w:rsid w:val="006156E1"/>
    <w:rsid w:val="0061791F"/>
    <w:rsid w:val="00617A31"/>
    <w:rsid w:val="006202B4"/>
    <w:rsid w:val="00624B8E"/>
    <w:rsid w:val="006255FF"/>
    <w:rsid w:val="0062588E"/>
    <w:rsid w:val="00626584"/>
    <w:rsid w:val="00627449"/>
    <w:rsid w:val="00630567"/>
    <w:rsid w:val="006318D8"/>
    <w:rsid w:val="00631E40"/>
    <w:rsid w:val="00633992"/>
    <w:rsid w:val="0063492E"/>
    <w:rsid w:val="0063594F"/>
    <w:rsid w:val="006362E9"/>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AA3"/>
    <w:rsid w:val="00674097"/>
    <w:rsid w:val="006746BE"/>
    <w:rsid w:val="006751FA"/>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5047"/>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609A"/>
    <w:rsid w:val="006C68D3"/>
    <w:rsid w:val="006C6E8C"/>
    <w:rsid w:val="006D0E95"/>
    <w:rsid w:val="006D135A"/>
    <w:rsid w:val="006D202C"/>
    <w:rsid w:val="006D2B61"/>
    <w:rsid w:val="006D3C7D"/>
    <w:rsid w:val="006D448C"/>
    <w:rsid w:val="006D4B83"/>
    <w:rsid w:val="006D7F1F"/>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9B5"/>
    <w:rsid w:val="006F6B59"/>
    <w:rsid w:val="006F76BA"/>
    <w:rsid w:val="006F7DDC"/>
    <w:rsid w:val="0070055A"/>
    <w:rsid w:val="00700A3D"/>
    <w:rsid w:val="00702BE1"/>
    <w:rsid w:val="00704034"/>
    <w:rsid w:val="00704894"/>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5FB7"/>
    <w:rsid w:val="007160EC"/>
    <w:rsid w:val="007176D8"/>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3D4C"/>
    <w:rsid w:val="00734F40"/>
    <w:rsid w:val="00735063"/>
    <w:rsid w:val="00736490"/>
    <w:rsid w:val="007370BA"/>
    <w:rsid w:val="0073767E"/>
    <w:rsid w:val="00737793"/>
    <w:rsid w:val="007411CA"/>
    <w:rsid w:val="0074158E"/>
    <w:rsid w:val="0074219C"/>
    <w:rsid w:val="0074326D"/>
    <w:rsid w:val="007449F0"/>
    <w:rsid w:val="00744FAF"/>
    <w:rsid w:val="00746313"/>
    <w:rsid w:val="007473BD"/>
    <w:rsid w:val="007477C1"/>
    <w:rsid w:val="007502BC"/>
    <w:rsid w:val="0075097D"/>
    <w:rsid w:val="00751651"/>
    <w:rsid w:val="007516DE"/>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B7C"/>
    <w:rsid w:val="00787C0D"/>
    <w:rsid w:val="007921BE"/>
    <w:rsid w:val="007937FB"/>
    <w:rsid w:val="007942E2"/>
    <w:rsid w:val="00795D52"/>
    <w:rsid w:val="00796FBF"/>
    <w:rsid w:val="0079752B"/>
    <w:rsid w:val="00797CBC"/>
    <w:rsid w:val="007A01C2"/>
    <w:rsid w:val="007A064A"/>
    <w:rsid w:val="007A09B1"/>
    <w:rsid w:val="007A0F98"/>
    <w:rsid w:val="007A2245"/>
    <w:rsid w:val="007A2E7F"/>
    <w:rsid w:val="007A3D2A"/>
    <w:rsid w:val="007A4000"/>
    <w:rsid w:val="007A5028"/>
    <w:rsid w:val="007A5C99"/>
    <w:rsid w:val="007A5D6E"/>
    <w:rsid w:val="007A5D7A"/>
    <w:rsid w:val="007A7873"/>
    <w:rsid w:val="007B05AA"/>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17DBB"/>
    <w:rsid w:val="00820EB2"/>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2DF"/>
    <w:rsid w:val="0084354A"/>
    <w:rsid w:val="008436F0"/>
    <w:rsid w:val="008437B2"/>
    <w:rsid w:val="008450D2"/>
    <w:rsid w:val="008468AB"/>
    <w:rsid w:val="00846930"/>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4949"/>
    <w:rsid w:val="008764FD"/>
    <w:rsid w:val="00876FB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675"/>
    <w:rsid w:val="008A794E"/>
    <w:rsid w:val="008A7AC4"/>
    <w:rsid w:val="008B024F"/>
    <w:rsid w:val="008B09AD"/>
    <w:rsid w:val="008B1F36"/>
    <w:rsid w:val="008B2AA7"/>
    <w:rsid w:val="008B3628"/>
    <w:rsid w:val="008B3A2A"/>
    <w:rsid w:val="008B40B7"/>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D5F"/>
    <w:rsid w:val="008F0E0B"/>
    <w:rsid w:val="008F3039"/>
    <w:rsid w:val="008F306D"/>
    <w:rsid w:val="008F385F"/>
    <w:rsid w:val="008F4093"/>
    <w:rsid w:val="008F437A"/>
    <w:rsid w:val="008F64BB"/>
    <w:rsid w:val="008F7717"/>
    <w:rsid w:val="0090157D"/>
    <w:rsid w:val="009022FD"/>
    <w:rsid w:val="00903465"/>
    <w:rsid w:val="00903E10"/>
    <w:rsid w:val="00904160"/>
    <w:rsid w:val="00904722"/>
    <w:rsid w:val="00904CB8"/>
    <w:rsid w:val="00904F1D"/>
    <w:rsid w:val="009059CD"/>
    <w:rsid w:val="0090798C"/>
    <w:rsid w:val="00907C74"/>
    <w:rsid w:val="00910CDC"/>
    <w:rsid w:val="009110C5"/>
    <w:rsid w:val="00911EEE"/>
    <w:rsid w:val="0091231E"/>
    <w:rsid w:val="00912AF1"/>
    <w:rsid w:val="00914059"/>
    <w:rsid w:val="009145E1"/>
    <w:rsid w:val="00915A7E"/>
    <w:rsid w:val="00915C05"/>
    <w:rsid w:val="00916140"/>
    <w:rsid w:val="0091621F"/>
    <w:rsid w:val="009168AC"/>
    <w:rsid w:val="00916F6A"/>
    <w:rsid w:val="009170C8"/>
    <w:rsid w:val="00917D45"/>
    <w:rsid w:val="00920919"/>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B1C"/>
    <w:rsid w:val="00957EB4"/>
    <w:rsid w:val="00962C6E"/>
    <w:rsid w:val="00963122"/>
    <w:rsid w:val="00963837"/>
    <w:rsid w:val="00965AEB"/>
    <w:rsid w:val="00965C4B"/>
    <w:rsid w:val="009660F0"/>
    <w:rsid w:val="00966966"/>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91651"/>
    <w:rsid w:val="00991DD9"/>
    <w:rsid w:val="00991F3F"/>
    <w:rsid w:val="00992269"/>
    <w:rsid w:val="00992362"/>
    <w:rsid w:val="00992771"/>
    <w:rsid w:val="009927A2"/>
    <w:rsid w:val="00993F51"/>
    <w:rsid w:val="00996353"/>
    <w:rsid w:val="009968BC"/>
    <w:rsid w:val="0099772C"/>
    <w:rsid w:val="009978F8"/>
    <w:rsid w:val="00997ADC"/>
    <w:rsid w:val="009A16F7"/>
    <w:rsid w:val="009A1FA4"/>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E00BE"/>
    <w:rsid w:val="009E0280"/>
    <w:rsid w:val="009E04E5"/>
    <w:rsid w:val="009E0B04"/>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140E"/>
    <w:rsid w:val="00A418BF"/>
    <w:rsid w:val="00A42FC3"/>
    <w:rsid w:val="00A43281"/>
    <w:rsid w:val="00A440BA"/>
    <w:rsid w:val="00A4519A"/>
    <w:rsid w:val="00A456EC"/>
    <w:rsid w:val="00A4583B"/>
    <w:rsid w:val="00A45ECF"/>
    <w:rsid w:val="00A475E3"/>
    <w:rsid w:val="00A47748"/>
    <w:rsid w:val="00A50007"/>
    <w:rsid w:val="00A50351"/>
    <w:rsid w:val="00A50B09"/>
    <w:rsid w:val="00A51FAE"/>
    <w:rsid w:val="00A5358F"/>
    <w:rsid w:val="00A542B9"/>
    <w:rsid w:val="00A54A4B"/>
    <w:rsid w:val="00A55019"/>
    <w:rsid w:val="00A560C0"/>
    <w:rsid w:val="00A5618B"/>
    <w:rsid w:val="00A564CD"/>
    <w:rsid w:val="00A6475C"/>
    <w:rsid w:val="00A66014"/>
    <w:rsid w:val="00A6637D"/>
    <w:rsid w:val="00A663E3"/>
    <w:rsid w:val="00A703C7"/>
    <w:rsid w:val="00A7157F"/>
    <w:rsid w:val="00A72837"/>
    <w:rsid w:val="00A73891"/>
    <w:rsid w:val="00A747F8"/>
    <w:rsid w:val="00A7632D"/>
    <w:rsid w:val="00A76360"/>
    <w:rsid w:val="00A7641D"/>
    <w:rsid w:val="00A771B3"/>
    <w:rsid w:val="00A77B2A"/>
    <w:rsid w:val="00A77D9A"/>
    <w:rsid w:val="00A77F75"/>
    <w:rsid w:val="00A8098B"/>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AB3"/>
    <w:rsid w:val="00AB2CB8"/>
    <w:rsid w:val="00AB35B3"/>
    <w:rsid w:val="00AB3A2E"/>
    <w:rsid w:val="00AB412A"/>
    <w:rsid w:val="00AB56F4"/>
    <w:rsid w:val="00AB571B"/>
    <w:rsid w:val="00AB5BF1"/>
    <w:rsid w:val="00AB5E90"/>
    <w:rsid w:val="00AB6E80"/>
    <w:rsid w:val="00AB6FCF"/>
    <w:rsid w:val="00AC05B3"/>
    <w:rsid w:val="00AC0BC7"/>
    <w:rsid w:val="00AC0C00"/>
    <w:rsid w:val="00AC20CE"/>
    <w:rsid w:val="00AC5D28"/>
    <w:rsid w:val="00AC6CD2"/>
    <w:rsid w:val="00AC6E00"/>
    <w:rsid w:val="00AC72F7"/>
    <w:rsid w:val="00AC77B4"/>
    <w:rsid w:val="00AC77FB"/>
    <w:rsid w:val="00AC7D07"/>
    <w:rsid w:val="00AD0E64"/>
    <w:rsid w:val="00AD185A"/>
    <w:rsid w:val="00AD1B08"/>
    <w:rsid w:val="00AD1D97"/>
    <w:rsid w:val="00AD1F9F"/>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69B4"/>
    <w:rsid w:val="00AE7100"/>
    <w:rsid w:val="00AE7BE5"/>
    <w:rsid w:val="00AF06CA"/>
    <w:rsid w:val="00AF0BD6"/>
    <w:rsid w:val="00AF1838"/>
    <w:rsid w:val="00AF1D65"/>
    <w:rsid w:val="00AF3BF2"/>
    <w:rsid w:val="00AF4CAF"/>
    <w:rsid w:val="00AF566A"/>
    <w:rsid w:val="00AF5BBF"/>
    <w:rsid w:val="00AF6068"/>
    <w:rsid w:val="00AF6916"/>
    <w:rsid w:val="00B00F96"/>
    <w:rsid w:val="00B019DC"/>
    <w:rsid w:val="00B0292F"/>
    <w:rsid w:val="00B0396B"/>
    <w:rsid w:val="00B041AB"/>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2642"/>
    <w:rsid w:val="00B22F13"/>
    <w:rsid w:val="00B233BA"/>
    <w:rsid w:val="00B23E4F"/>
    <w:rsid w:val="00B24D47"/>
    <w:rsid w:val="00B252A6"/>
    <w:rsid w:val="00B2662C"/>
    <w:rsid w:val="00B30385"/>
    <w:rsid w:val="00B30848"/>
    <w:rsid w:val="00B30B96"/>
    <w:rsid w:val="00B31EA0"/>
    <w:rsid w:val="00B33CD3"/>
    <w:rsid w:val="00B34836"/>
    <w:rsid w:val="00B35EDD"/>
    <w:rsid w:val="00B36265"/>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19F"/>
    <w:rsid w:val="00B6768B"/>
    <w:rsid w:val="00B70E19"/>
    <w:rsid w:val="00B71B0D"/>
    <w:rsid w:val="00B71B2F"/>
    <w:rsid w:val="00B750EE"/>
    <w:rsid w:val="00B75633"/>
    <w:rsid w:val="00B75819"/>
    <w:rsid w:val="00B7596C"/>
    <w:rsid w:val="00B76366"/>
    <w:rsid w:val="00B77996"/>
    <w:rsid w:val="00B77ED2"/>
    <w:rsid w:val="00B8000C"/>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730F"/>
    <w:rsid w:val="00B97A04"/>
    <w:rsid w:val="00BA1BB5"/>
    <w:rsid w:val="00BA2374"/>
    <w:rsid w:val="00BA2985"/>
    <w:rsid w:val="00BA42DD"/>
    <w:rsid w:val="00BA4338"/>
    <w:rsid w:val="00BA4C05"/>
    <w:rsid w:val="00BA5F0F"/>
    <w:rsid w:val="00BA625C"/>
    <w:rsid w:val="00BA71F9"/>
    <w:rsid w:val="00BA7514"/>
    <w:rsid w:val="00BA79B3"/>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819"/>
    <w:rsid w:val="00C05D6E"/>
    <w:rsid w:val="00C060AC"/>
    <w:rsid w:val="00C06710"/>
    <w:rsid w:val="00C10424"/>
    <w:rsid w:val="00C10A61"/>
    <w:rsid w:val="00C10B86"/>
    <w:rsid w:val="00C10E1C"/>
    <w:rsid w:val="00C123C5"/>
    <w:rsid w:val="00C125E0"/>
    <w:rsid w:val="00C12F39"/>
    <w:rsid w:val="00C140FF"/>
    <w:rsid w:val="00C159CD"/>
    <w:rsid w:val="00C1686B"/>
    <w:rsid w:val="00C16D9B"/>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9E8"/>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45B"/>
    <w:rsid w:val="00C53D12"/>
    <w:rsid w:val="00C549A0"/>
    <w:rsid w:val="00C54B09"/>
    <w:rsid w:val="00C54BC5"/>
    <w:rsid w:val="00C5567A"/>
    <w:rsid w:val="00C560E3"/>
    <w:rsid w:val="00C6073F"/>
    <w:rsid w:val="00C6221A"/>
    <w:rsid w:val="00C62892"/>
    <w:rsid w:val="00C635AE"/>
    <w:rsid w:val="00C63B64"/>
    <w:rsid w:val="00C63EBA"/>
    <w:rsid w:val="00C649C1"/>
    <w:rsid w:val="00C64F0F"/>
    <w:rsid w:val="00C65A98"/>
    <w:rsid w:val="00C65BDD"/>
    <w:rsid w:val="00C65CF3"/>
    <w:rsid w:val="00C66DC8"/>
    <w:rsid w:val="00C67359"/>
    <w:rsid w:val="00C731D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0C6"/>
    <w:rsid w:val="00C93E36"/>
    <w:rsid w:val="00C949F9"/>
    <w:rsid w:val="00C94DC4"/>
    <w:rsid w:val="00C96800"/>
    <w:rsid w:val="00C970B0"/>
    <w:rsid w:val="00CA1406"/>
    <w:rsid w:val="00CA1888"/>
    <w:rsid w:val="00CA1DC2"/>
    <w:rsid w:val="00CA21DD"/>
    <w:rsid w:val="00CA2407"/>
    <w:rsid w:val="00CA2E0B"/>
    <w:rsid w:val="00CA391C"/>
    <w:rsid w:val="00CA3E70"/>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3981"/>
    <w:rsid w:val="00CD5092"/>
    <w:rsid w:val="00CD67DB"/>
    <w:rsid w:val="00CD6C29"/>
    <w:rsid w:val="00CD6EC1"/>
    <w:rsid w:val="00CE09D0"/>
    <w:rsid w:val="00CE0AF8"/>
    <w:rsid w:val="00CE0DF9"/>
    <w:rsid w:val="00CE1601"/>
    <w:rsid w:val="00CE190B"/>
    <w:rsid w:val="00CE27C4"/>
    <w:rsid w:val="00CE2BB0"/>
    <w:rsid w:val="00CE352F"/>
    <w:rsid w:val="00CE4120"/>
    <w:rsid w:val="00CE4411"/>
    <w:rsid w:val="00CE51C4"/>
    <w:rsid w:val="00CE525D"/>
    <w:rsid w:val="00CE68CD"/>
    <w:rsid w:val="00CE6981"/>
    <w:rsid w:val="00CE70F6"/>
    <w:rsid w:val="00CF05B4"/>
    <w:rsid w:val="00CF14AA"/>
    <w:rsid w:val="00CF1DD2"/>
    <w:rsid w:val="00CF2B15"/>
    <w:rsid w:val="00CF49C2"/>
    <w:rsid w:val="00CF5992"/>
    <w:rsid w:val="00CF7377"/>
    <w:rsid w:val="00CF7CFF"/>
    <w:rsid w:val="00D01769"/>
    <w:rsid w:val="00D02047"/>
    <w:rsid w:val="00D028AE"/>
    <w:rsid w:val="00D04152"/>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B1E"/>
    <w:rsid w:val="00D51609"/>
    <w:rsid w:val="00D52147"/>
    <w:rsid w:val="00D53171"/>
    <w:rsid w:val="00D540A4"/>
    <w:rsid w:val="00D55BED"/>
    <w:rsid w:val="00D55DA2"/>
    <w:rsid w:val="00D56CDB"/>
    <w:rsid w:val="00D57AC7"/>
    <w:rsid w:val="00D57AE0"/>
    <w:rsid w:val="00D606A5"/>
    <w:rsid w:val="00D60FFF"/>
    <w:rsid w:val="00D61ABD"/>
    <w:rsid w:val="00D624E3"/>
    <w:rsid w:val="00D63BE6"/>
    <w:rsid w:val="00D63C0B"/>
    <w:rsid w:val="00D6467E"/>
    <w:rsid w:val="00D64E15"/>
    <w:rsid w:val="00D64EED"/>
    <w:rsid w:val="00D6529C"/>
    <w:rsid w:val="00D6591E"/>
    <w:rsid w:val="00D65BE8"/>
    <w:rsid w:val="00D6621F"/>
    <w:rsid w:val="00D701DE"/>
    <w:rsid w:val="00D70A26"/>
    <w:rsid w:val="00D71237"/>
    <w:rsid w:val="00D71F59"/>
    <w:rsid w:val="00D723AB"/>
    <w:rsid w:val="00D730F0"/>
    <w:rsid w:val="00D74D00"/>
    <w:rsid w:val="00D74DE2"/>
    <w:rsid w:val="00D77832"/>
    <w:rsid w:val="00D80D05"/>
    <w:rsid w:val="00D81809"/>
    <w:rsid w:val="00D819D8"/>
    <w:rsid w:val="00D82D01"/>
    <w:rsid w:val="00D82E66"/>
    <w:rsid w:val="00D83483"/>
    <w:rsid w:val="00D838BF"/>
    <w:rsid w:val="00D83969"/>
    <w:rsid w:val="00D84564"/>
    <w:rsid w:val="00D847A9"/>
    <w:rsid w:val="00D84852"/>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5BE8"/>
    <w:rsid w:val="00DB628A"/>
    <w:rsid w:val="00DB636C"/>
    <w:rsid w:val="00DB637A"/>
    <w:rsid w:val="00DB6A90"/>
    <w:rsid w:val="00DB6E3B"/>
    <w:rsid w:val="00DC1986"/>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4587"/>
    <w:rsid w:val="00DE52B9"/>
    <w:rsid w:val="00DE70A8"/>
    <w:rsid w:val="00DE765A"/>
    <w:rsid w:val="00DF0FA3"/>
    <w:rsid w:val="00DF132A"/>
    <w:rsid w:val="00DF16BE"/>
    <w:rsid w:val="00DF174F"/>
    <w:rsid w:val="00DF1FA6"/>
    <w:rsid w:val="00DF3215"/>
    <w:rsid w:val="00DF395D"/>
    <w:rsid w:val="00DF4290"/>
    <w:rsid w:val="00DF43CD"/>
    <w:rsid w:val="00DF481D"/>
    <w:rsid w:val="00DF4BF3"/>
    <w:rsid w:val="00DF5299"/>
    <w:rsid w:val="00DF5AD9"/>
    <w:rsid w:val="00DF7238"/>
    <w:rsid w:val="00DF759F"/>
    <w:rsid w:val="00E02472"/>
    <w:rsid w:val="00E04FC0"/>
    <w:rsid w:val="00E07491"/>
    <w:rsid w:val="00E079BB"/>
    <w:rsid w:val="00E10BE9"/>
    <w:rsid w:val="00E113D0"/>
    <w:rsid w:val="00E11502"/>
    <w:rsid w:val="00E11F75"/>
    <w:rsid w:val="00E13715"/>
    <w:rsid w:val="00E13B8E"/>
    <w:rsid w:val="00E14017"/>
    <w:rsid w:val="00E14CBD"/>
    <w:rsid w:val="00E15854"/>
    <w:rsid w:val="00E15B9A"/>
    <w:rsid w:val="00E208FE"/>
    <w:rsid w:val="00E20D6E"/>
    <w:rsid w:val="00E21449"/>
    <w:rsid w:val="00E21D54"/>
    <w:rsid w:val="00E235ED"/>
    <w:rsid w:val="00E23D69"/>
    <w:rsid w:val="00E2403F"/>
    <w:rsid w:val="00E263FD"/>
    <w:rsid w:val="00E265CF"/>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7F0"/>
    <w:rsid w:val="00E56053"/>
    <w:rsid w:val="00E56260"/>
    <w:rsid w:val="00E56B2C"/>
    <w:rsid w:val="00E603F7"/>
    <w:rsid w:val="00E607C1"/>
    <w:rsid w:val="00E60B7A"/>
    <w:rsid w:val="00E63806"/>
    <w:rsid w:val="00E6434A"/>
    <w:rsid w:val="00E65283"/>
    <w:rsid w:val="00E66568"/>
    <w:rsid w:val="00E667BB"/>
    <w:rsid w:val="00E66937"/>
    <w:rsid w:val="00E66C3A"/>
    <w:rsid w:val="00E67257"/>
    <w:rsid w:val="00E709CD"/>
    <w:rsid w:val="00E70E20"/>
    <w:rsid w:val="00E722AB"/>
    <w:rsid w:val="00E72E50"/>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2E50"/>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0738"/>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E7633"/>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3B92"/>
    <w:rsid w:val="00F06266"/>
    <w:rsid w:val="00F064B6"/>
    <w:rsid w:val="00F068BD"/>
    <w:rsid w:val="00F105DA"/>
    <w:rsid w:val="00F12E84"/>
    <w:rsid w:val="00F14AA4"/>
    <w:rsid w:val="00F14CCE"/>
    <w:rsid w:val="00F161DB"/>
    <w:rsid w:val="00F16A3F"/>
    <w:rsid w:val="00F17C7C"/>
    <w:rsid w:val="00F217EE"/>
    <w:rsid w:val="00F21D9C"/>
    <w:rsid w:val="00F21ECC"/>
    <w:rsid w:val="00F22E99"/>
    <w:rsid w:val="00F24694"/>
    <w:rsid w:val="00F27029"/>
    <w:rsid w:val="00F276CF"/>
    <w:rsid w:val="00F27827"/>
    <w:rsid w:val="00F30691"/>
    <w:rsid w:val="00F30D36"/>
    <w:rsid w:val="00F30F3E"/>
    <w:rsid w:val="00F31456"/>
    <w:rsid w:val="00F324EE"/>
    <w:rsid w:val="00F345D6"/>
    <w:rsid w:val="00F346DE"/>
    <w:rsid w:val="00F34F41"/>
    <w:rsid w:val="00F34FE9"/>
    <w:rsid w:val="00F352BB"/>
    <w:rsid w:val="00F358CD"/>
    <w:rsid w:val="00F363DF"/>
    <w:rsid w:val="00F366CB"/>
    <w:rsid w:val="00F36EC3"/>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0C2B"/>
    <w:rsid w:val="00F71B71"/>
    <w:rsid w:val="00F71F4E"/>
    <w:rsid w:val="00F72378"/>
    <w:rsid w:val="00F734CD"/>
    <w:rsid w:val="00F74EE9"/>
    <w:rsid w:val="00F76C0C"/>
    <w:rsid w:val="00F77385"/>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5878"/>
    <w:rsid w:val="00FE5C5B"/>
    <w:rsid w:val="00FE6902"/>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lang w:eastAsia="zh-CN"/>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lang w:val="de-AT"/>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zh-CN"/>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zh-CN"/>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zh-CN"/>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zh-CN"/>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zh-CN"/>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de-AT" w:eastAsia="zh-CN"/>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de-AT" w:eastAsia="zh-CN"/>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de-AT" w:eastAsia="zh-CN"/>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de-AT" w:eastAsia="zh-CN"/>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de-AT" w:eastAsia="zh-CN"/>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de-AT" w:eastAsia="zh-CN"/>
    </w:rPr>
  </w:style>
  <w:style w:type="paragraph" w:styleId="KeinLeerraum">
    <w:name w:val="No Spacing"/>
    <w:uiPriority w:val="1"/>
    <w:rsid w:val="00E079BB"/>
    <w:pPr>
      <w:spacing w:after="0" w:line="240" w:lineRule="auto"/>
    </w:pPr>
    <w:rPr>
      <w:rFonts w:ascii="Arial" w:eastAsia="SimSun" w:hAnsi="Arial" w:cs="Times New Roman"/>
      <w:kern w:val="2"/>
      <w:sz w:val="20"/>
      <w:szCs w:val="20"/>
      <w:lang w:eastAsia="zh-CN"/>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zh-CN"/>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zh-CN"/>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zh-CN"/>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zh-CN"/>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zh-CN"/>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lang w:val="de-AT"/>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zh-CN"/>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zh-CN"/>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lang w:val="de-AT"/>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rPr>
      <w:lang w:val="de-AT"/>
    </w:rPr>
  </w:style>
  <w:style w:type="paragraph" w:customStyle="1" w:styleId="TBodylineText">
    <w:name w:val="T_Body_line_Text"/>
    <w:basedOn w:val="TBodynormalText"/>
    <w:qFormat/>
    <w:rsid w:val="00115C32"/>
    <w:rPr>
      <w:lang w:val="de-AT"/>
    </w:rPr>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zh-CN"/>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zh-CN"/>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lang w:eastAsia="zh-CN"/>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lang w:val="en-US" w:eastAsia="de-DE"/>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lang w:eastAsia="de-DE"/>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lang w:eastAsia="ja-JP"/>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EC4ED-0AAC-452C-843C-C9161E7EA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552</Words>
  <Characters>3479</Characters>
  <Application>Microsoft Office Word</Application>
  <DocSecurity>4</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2</cp:revision>
  <cp:lastPrinted>2014-08-04T14:55:00Z</cp:lastPrinted>
  <dcterms:created xsi:type="dcterms:W3CDTF">2014-08-28T13:02:00Z</dcterms:created>
  <dcterms:modified xsi:type="dcterms:W3CDTF">2014-08-28T13:02:00Z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18305</vt:lpwstr>
  </property>
  <property fmtid="{D5CDD505-2E9C-101B-9397-08002B2CF9AE}" pid="9" name="FIRE.name">
    <vt:lpwstr>FIRE.sys 2012</vt:lpwstr>
  </property>
</Properties>
</file>