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C0" w:rsidRPr="00B90257" w:rsidRDefault="00704EC0" w:rsidP="00704EC0">
      <w:pPr>
        <w:pStyle w:val="Documenttitle"/>
        <w:spacing w:line="360" w:lineRule="auto"/>
        <w:outlineLvl w:val="0"/>
        <w:rPr>
          <w:szCs w:val="40"/>
          <w:lang w:val="de-AT"/>
        </w:rPr>
      </w:pPr>
      <w:r w:rsidRPr="00B90257">
        <w:rPr>
          <w:lang w:val="de-AT"/>
        </w:rPr>
        <w:t>Presseinformation</w:t>
      </w:r>
    </w:p>
    <w:p w:rsidR="00CE16D9" w:rsidRPr="00704EC0" w:rsidRDefault="00CE16D9" w:rsidP="00CE16D9">
      <w:pPr>
        <w:rPr>
          <w:b/>
          <w:bCs/>
          <w:lang w:val="de-AT"/>
        </w:rPr>
      </w:pPr>
    </w:p>
    <w:p w:rsidR="00704EC0" w:rsidRPr="00704EC0" w:rsidRDefault="00627148" w:rsidP="003A63E7">
      <w:pPr>
        <w:rPr>
          <w:rFonts w:cs="Arial"/>
          <w:b/>
          <w:bCs/>
          <w:sz w:val="24"/>
          <w:lang w:val="de-AT"/>
        </w:rPr>
      </w:pPr>
      <w:r w:rsidRPr="00704EC0">
        <w:rPr>
          <w:rFonts w:cs="Arial"/>
          <w:b/>
          <w:bCs/>
          <w:caps/>
          <w:sz w:val="24"/>
          <w:lang w:val="de-AT"/>
        </w:rPr>
        <w:t>Andritz</w:t>
      </w:r>
      <w:r w:rsidR="00FF2237" w:rsidRPr="00704EC0">
        <w:rPr>
          <w:rFonts w:cs="Arial"/>
          <w:b/>
          <w:bCs/>
          <w:sz w:val="24"/>
          <w:lang w:val="de-AT"/>
        </w:rPr>
        <w:t xml:space="preserve"> </w:t>
      </w:r>
      <w:r w:rsidR="00704EC0" w:rsidRPr="00704EC0">
        <w:rPr>
          <w:rFonts w:cs="Arial"/>
          <w:b/>
          <w:bCs/>
          <w:sz w:val="24"/>
          <w:lang w:val="de-AT"/>
        </w:rPr>
        <w:t xml:space="preserve">liefert </w:t>
      </w:r>
      <w:proofErr w:type="spellStart"/>
      <w:r w:rsidR="00704EC0" w:rsidRPr="00704EC0">
        <w:rPr>
          <w:rFonts w:cs="Arial"/>
          <w:b/>
          <w:bCs/>
          <w:sz w:val="24"/>
          <w:lang w:val="de-AT"/>
        </w:rPr>
        <w:t>Druckzerfaserungsanlage</w:t>
      </w:r>
      <w:proofErr w:type="spellEnd"/>
      <w:r w:rsidR="00704EC0" w:rsidRPr="00704EC0">
        <w:rPr>
          <w:rFonts w:cs="Arial"/>
          <w:b/>
          <w:bCs/>
          <w:sz w:val="24"/>
          <w:lang w:val="de-AT"/>
        </w:rPr>
        <w:t xml:space="preserve"> und </w:t>
      </w:r>
      <w:r w:rsidR="001C57F2">
        <w:rPr>
          <w:rFonts w:cs="Arial"/>
          <w:b/>
          <w:bCs/>
          <w:sz w:val="24"/>
          <w:lang w:val="de-AT"/>
        </w:rPr>
        <w:t>Hackschnitzel</w:t>
      </w:r>
      <w:r w:rsidR="001C57F2" w:rsidRPr="00704EC0">
        <w:rPr>
          <w:rFonts w:cs="Arial"/>
          <w:b/>
          <w:bCs/>
          <w:sz w:val="24"/>
          <w:lang w:val="de-AT"/>
        </w:rPr>
        <w:t xml:space="preserve">wäsche </w:t>
      </w:r>
      <w:r w:rsidR="00704EC0" w:rsidRPr="00704EC0">
        <w:rPr>
          <w:rFonts w:cs="Arial"/>
          <w:b/>
          <w:bCs/>
          <w:sz w:val="24"/>
          <w:lang w:val="de-AT"/>
        </w:rPr>
        <w:t>nach Thailand</w:t>
      </w:r>
    </w:p>
    <w:p w:rsidR="00CE16D9" w:rsidRPr="002723BC" w:rsidRDefault="00CE16D9" w:rsidP="007D627C">
      <w:pPr>
        <w:rPr>
          <w:b/>
          <w:bCs/>
          <w:sz w:val="22"/>
          <w:lang w:val="de-AT"/>
        </w:rPr>
      </w:pPr>
    </w:p>
    <w:p w:rsidR="00704EC0" w:rsidRPr="00704EC0" w:rsidRDefault="00704EC0" w:rsidP="00627148">
      <w:pPr>
        <w:rPr>
          <w:lang w:val="de-AT"/>
        </w:rPr>
      </w:pPr>
      <w:r w:rsidRPr="00704EC0">
        <w:rPr>
          <w:b/>
          <w:lang w:val="de-AT"/>
        </w:rPr>
        <w:t xml:space="preserve">Graz </w:t>
      </w:r>
      <w:r w:rsidR="003E3238">
        <w:rPr>
          <w:b/>
          <w:lang w:val="de-AT"/>
        </w:rPr>
        <w:t>9</w:t>
      </w:r>
      <w:r w:rsidRPr="00704EC0">
        <w:rPr>
          <w:b/>
          <w:lang w:val="de-AT"/>
        </w:rPr>
        <w:t xml:space="preserve">. </w:t>
      </w:r>
      <w:r w:rsidR="00852225">
        <w:rPr>
          <w:b/>
          <w:lang w:val="de-AT"/>
        </w:rPr>
        <w:t>August</w:t>
      </w:r>
      <w:r w:rsidRPr="00704EC0">
        <w:rPr>
          <w:b/>
          <w:lang w:val="de-AT"/>
        </w:rPr>
        <w:t xml:space="preserve"> 2016.  </w:t>
      </w:r>
      <w:r w:rsidRPr="00704EC0">
        <w:rPr>
          <w:lang w:val="de-AT"/>
        </w:rPr>
        <w:t>Der internationale Technologiekonzern ANDRITZ</w:t>
      </w:r>
      <w:r w:rsidR="00627148" w:rsidRPr="00704EC0">
        <w:rPr>
          <w:lang w:val="de-AT"/>
        </w:rPr>
        <w:t xml:space="preserve"> </w:t>
      </w:r>
      <w:r w:rsidRPr="00704EC0">
        <w:rPr>
          <w:lang w:val="de-AT"/>
        </w:rPr>
        <w:t>hat von Panel Plus MDF Co. Ltd.</w:t>
      </w:r>
      <w:r>
        <w:rPr>
          <w:lang w:val="de-AT"/>
        </w:rPr>
        <w:t xml:space="preserve"> den Auftrag zur Lieferung von Systemen zur </w:t>
      </w:r>
      <w:proofErr w:type="spellStart"/>
      <w:r>
        <w:rPr>
          <w:lang w:val="de-AT"/>
        </w:rPr>
        <w:t>Druckzerfaserung</w:t>
      </w:r>
      <w:proofErr w:type="spellEnd"/>
      <w:r>
        <w:rPr>
          <w:lang w:val="de-AT"/>
        </w:rPr>
        <w:t xml:space="preserve"> und Hackschnitzelwäsche für die MDF-Linien I und II am Standort Hat </w:t>
      </w:r>
      <w:proofErr w:type="spellStart"/>
      <w:r>
        <w:rPr>
          <w:lang w:val="de-AT"/>
        </w:rPr>
        <w:t>Yai</w:t>
      </w:r>
      <w:proofErr w:type="spellEnd"/>
      <w:r>
        <w:rPr>
          <w:lang w:val="de-AT"/>
        </w:rPr>
        <w:t>, Thailand</w:t>
      </w:r>
      <w:r w:rsidR="004F1595">
        <w:rPr>
          <w:lang w:val="de-AT"/>
        </w:rPr>
        <w:t xml:space="preserve"> erhalten</w:t>
      </w:r>
      <w:r>
        <w:rPr>
          <w:lang w:val="de-AT"/>
        </w:rPr>
        <w:t>. Die Inbetriebnahme ist für September 2017 geplant.</w:t>
      </w:r>
    </w:p>
    <w:p w:rsidR="002447EA" w:rsidRPr="004F1595" w:rsidRDefault="002447EA" w:rsidP="00627148">
      <w:pPr>
        <w:rPr>
          <w:lang w:val="de-AT"/>
        </w:rPr>
      </w:pPr>
    </w:p>
    <w:p w:rsidR="00704EC0" w:rsidRDefault="00704EC0" w:rsidP="00627148">
      <w:pPr>
        <w:rPr>
          <w:lang w:val="de-AT"/>
        </w:rPr>
      </w:pPr>
      <w:r w:rsidRPr="00704EC0">
        <w:rPr>
          <w:lang w:val="de-AT"/>
        </w:rPr>
        <w:t xml:space="preserve">ANDRITZ liefert </w:t>
      </w:r>
      <w:r w:rsidR="00C8548B">
        <w:rPr>
          <w:lang w:val="de-AT"/>
        </w:rPr>
        <w:t>ein</w:t>
      </w:r>
      <w:r w:rsidR="00E65DB4">
        <w:rPr>
          <w:lang w:val="de-AT"/>
        </w:rPr>
        <w:t>e</w:t>
      </w:r>
      <w:r w:rsidRPr="00704EC0">
        <w:rPr>
          <w:lang w:val="de-AT"/>
        </w:rPr>
        <w:t xml:space="preserve"> Hackschnitzel</w:t>
      </w:r>
      <w:r w:rsidR="00C8548B">
        <w:rPr>
          <w:lang w:val="de-AT"/>
        </w:rPr>
        <w:t>wäsche</w:t>
      </w:r>
      <w:r w:rsidRPr="00704EC0">
        <w:rPr>
          <w:lang w:val="de-AT"/>
        </w:rPr>
        <w:t xml:space="preserve"> mit Vordampfbehälter für Linie 1, die </w:t>
      </w:r>
      <w:r w:rsidR="001C57F2">
        <w:rPr>
          <w:lang w:val="de-AT"/>
        </w:rPr>
        <w:t>ausschließlich</w:t>
      </w:r>
      <w:r>
        <w:rPr>
          <w:lang w:val="de-AT"/>
        </w:rPr>
        <w:t xml:space="preserve"> </w:t>
      </w:r>
      <w:r w:rsidRPr="00E65DB4">
        <w:rPr>
          <w:lang w:val="de-AT"/>
        </w:rPr>
        <w:t>Gummibaumholz</w:t>
      </w:r>
      <w:r>
        <w:rPr>
          <w:lang w:val="de-AT"/>
        </w:rPr>
        <w:t xml:space="preserve"> verarbeite</w:t>
      </w:r>
      <w:r w:rsidR="001C57F2">
        <w:rPr>
          <w:lang w:val="de-AT"/>
        </w:rPr>
        <w:t>n wird</w:t>
      </w:r>
      <w:r>
        <w:rPr>
          <w:lang w:val="de-AT"/>
        </w:rPr>
        <w:t xml:space="preserve">. Für Linie 2, die mit einem variablen Mix aus 80-100% Gummibaumholz und 0-20% gemischtem Nadelholz beschickt wird, </w:t>
      </w:r>
      <w:r w:rsidR="004F1595">
        <w:rPr>
          <w:lang w:val="de-AT"/>
        </w:rPr>
        <w:t>liefert</w:t>
      </w:r>
      <w:r>
        <w:rPr>
          <w:lang w:val="de-AT"/>
        </w:rPr>
        <w:t xml:space="preserve"> ANDRITZ die </w:t>
      </w:r>
      <w:r w:rsidR="001C57F2">
        <w:rPr>
          <w:lang w:val="de-AT"/>
        </w:rPr>
        <w:t xml:space="preserve">Hackschnitzelwäsche </w:t>
      </w:r>
      <w:r w:rsidR="00C8548B">
        <w:rPr>
          <w:lang w:val="de-AT"/>
        </w:rPr>
        <w:t xml:space="preserve">sowie eine </w:t>
      </w:r>
      <w:proofErr w:type="spellStart"/>
      <w:r w:rsidR="00C8548B">
        <w:rPr>
          <w:lang w:val="de-AT"/>
        </w:rPr>
        <w:t>Druck</w:t>
      </w:r>
      <w:r w:rsidR="00E65DB4">
        <w:rPr>
          <w:lang w:val="de-AT"/>
        </w:rPr>
        <w:t>refiner</w:t>
      </w:r>
      <w:r w:rsidR="00C8548B">
        <w:rPr>
          <w:lang w:val="de-AT"/>
        </w:rPr>
        <w:t>anlage</w:t>
      </w:r>
      <w:proofErr w:type="spellEnd"/>
      <w:r w:rsidR="00C8548B">
        <w:rPr>
          <w:lang w:val="de-AT"/>
        </w:rPr>
        <w:t xml:space="preserve"> mit einer Kapazität von 30 </w:t>
      </w:r>
      <w:proofErr w:type="spellStart"/>
      <w:r w:rsidR="00C8548B">
        <w:rPr>
          <w:lang w:val="de-AT"/>
        </w:rPr>
        <w:t>bdmt</w:t>
      </w:r>
      <w:proofErr w:type="spellEnd"/>
      <w:r w:rsidR="00C8548B">
        <w:rPr>
          <w:lang w:val="de-AT"/>
        </w:rPr>
        <w:t xml:space="preserve">/h. Die </w:t>
      </w:r>
      <w:proofErr w:type="spellStart"/>
      <w:r w:rsidR="00C8548B">
        <w:rPr>
          <w:lang w:val="de-AT"/>
        </w:rPr>
        <w:t>Druckzerfaserungs</w:t>
      </w:r>
      <w:r w:rsidR="00E65DB4">
        <w:rPr>
          <w:lang w:val="de-AT"/>
        </w:rPr>
        <w:t>anlagen</w:t>
      </w:r>
      <w:proofErr w:type="spellEnd"/>
      <w:r w:rsidR="00C8548B">
        <w:rPr>
          <w:lang w:val="de-AT"/>
        </w:rPr>
        <w:t xml:space="preserve"> von ANDRITZ zeichnen sich durch hocheffiz</w:t>
      </w:r>
      <w:r w:rsidR="00E65DB4">
        <w:rPr>
          <w:lang w:val="de-AT"/>
        </w:rPr>
        <w:t>i</w:t>
      </w:r>
      <w:r w:rsidR="00C8548B">
        <w:rPr>
          <w:lang w:val="de-AT"/>
        </w:rPr>
        <w:t xml:space="preserve">ente </w:t>
      </w:r>
      <w:proofErr w:type="spellStart"/>
      <w:r w:rsidR="00C8548B">
        <w:rPr>
          <w:lang w:val="de-AT"/>
        </w:rPr>
        <w:t>Vorbedampfung</w:t>
      </w:r>
      <w:proofErr w:type="spellEnd"/>
      <w:r w:rsidR="00C8548B">
        <w:rPr>
          <w:lang w:val="de-AT"/>
        </w:rPr>
        <w:t>, ausgezeichnete Entwässerungsleistung in der Stopfschnecke sowie niedrigen spezifischen Energieverbrauch des gesamten Systems aus.</w:t>
      </w:r>
    </w:p>
    <w:p w:rsidR="00C8548B" w:rsidRDefault="00C8548B" w:rsidP="00627148">
      <w:pPr>
        <w:rPr>
          <w:lang w:val="de-AT"/>
        </w:rPr>
      </w:pPr>
    </w:p>
    <w:p w:rsidR="00C8548B" w:rsidRDefault="00C8548B" w:rsidP="00627148">
      <w:pPr>
        <w:rPr>
          <w:lang w:val="de-AT"/>
        </w:rPr>
      </w:pPr>
      <w:r>
        <w:rPr>
          <w:lang w:val="de-AT"/>
        </w:rPr>
        <w:t>Der hohe technologische Standard der ANDRITZ-</w:t>
      </w:r>
      <w:r w:rsidR="00E65DB4">
        <w:rPr>
          <w:lang w:val="de-AT"/>
        </w:rPr>
        <w:t>P</w:t>
      </w:r>
      <w:r>
        <w:rPr>
          <w:lang w:val="de-AT"/>
        </w:rPr>
        <w:t xml:space="preserve">rozesse für die Plattenindustrie, die große Anzahl an erfolgreichen Referenzen bei </w:t>
      </w:r>
      <w:proofErr w:type="spellStart"/>
      <w:r>
        <w:rPr>
          <w:lang w:val="de-AT"/>
        </w:rPr>
        <w:t>Druckzerfaserungssystemen</w:t>
      </w:r>
      <w:proofErr w:type="spellEnd"/>
      <w:r>
        <w:rPr>
          <w:lang w:val="de-AT"/>
        </w:rPr>
        <w:t xml:space="preserve"> </w:t>
      </w:r>
      <w:r w:rsidR="001C57F2">
        <w:rPr>
          <w:lang w:val="de-AT"/>
        </w:rPr>
        <w:t xml:space="preserve">auf </w:t>
      </w:r>
      <w:r>
        <w:rPr>
          <w:lang w:val="de-AT"/>
        </w:rPr>
        <w:t xml:space="preserve">der ganzen Welt </w:t>
      </w:r>
      <w:r w:rsidR="002C578C">
        <w:rPr>
          <w:lang w:val="de-AT"/>
        </w:rPr>
        <w:t>–</w:t>
      </w:r>
      <w:r w:rsidR="001C57F2">
        <w:rPr>
          <w:lang w:val="de-AT"/>
        </w:rPr>
        <w:t xml:space="preserve"> </w:t>
      </w:r>
      <w:r>
        <w:rPr>
          <w:lang w:val="de-AT"/>
        </w:rPr>
        <w:t xml:space="preserve">mit </w:t>
      </w:r>
      <w:r w:rsidR="001C57F2">
        <w:rPr>
          <w:lang w:val="de-AT"/>
        </w:rPr>
        <w:t>über</w:t>
      </w:r>
      <w:r>
        <w:rPr>
          <w:lang w:val="de-AT"/>
        </w:rPr>
        <w:t xml:space="preserve"> zehn Anlagen in Thailand </w:t>
      </w:r>
      <w:r w:rsidR="002C578C">
        <w:rPr>
          <w:lang w:val="de-AT"/>
        </w:rPr>
        <w:t>–</w:t>
      </w:r>
      <w:bookmarkStart w:id="0" w:name="_GoBack"/>
      <w:bookmarkEnd w:id="0"/>
      <w:r w:rsidR="001C57F2">
        <w:rPr>
          <w:lang w:val="de-AT"/>
        </w:rPr>
        <w:t xml:space="preserve"> </w:t>
      </w:r>
      <w:r>
        <w:rPr>
          <w:lang w:val="de-AT"/>
        </w:rPr>
        <w:t xml:space="preserve">sowie die Wartungsfreundlichkeit und hohe </w:t>
      </w:r>
      <w:r w:rsidR="00E65DB4">
        <w:rPr>
          <w:lang w:val="de-AT"/>
        </w:rPr>
        <w:t>Zuverlässigkeit</w:t>
      </w:r>
      <w:r>
        <w:rPr>
          <w:lang w:val="de-AT"/>
        </w:rPr>
        <w:t xml:space="preserve"> der Komponenten waren für Panel Plus entscheidend für die Auftragsvergabe an ANDRITZ. </w:t>
      </w:r>
    </w:p>
    <w:p w:rsidR="00C8548B" w:rsidRDefault="00C8548B" w:rsidP="00627148">
      <w:pPr>
        <w:rPr>
          <w:lang w:val="de-AT"/>
        </w:rPr>
      </w:pPr>
    </w:p>
    <w:p w:rsidR="00C8548B" w:rsidRDefault="00C8548B" w:rsidP="00627148">
      <w:pPr>
        <w:rPr>
          <w:lang w:val="de-AT"/>
        </w:rPr>
      </w:pPr>
      <w:r>
        <w:rPr>
          <w:lang w:val="de-AT"/>
        </w:rPr>
        <w:t>Panel Plus ist ein führende</w:t>
      </w:r>
      <w:r w:rsidR="00E65DB4">
        <w:rPr>
          <w:lang w:val="de-AT"/>
        </w:rPr>
        <w:t>r internationaler Hersteller von Spanplatten, MDF-Platten und Melamin-imprägnierten Papieren, die als Holzersatzmaterialien in verschiedenen Anwendungen eingesetzt werden</w:t>
      </w:r>
      <w:r w:rsidR="001C57F2">
        <w:rPr>
          <w:lang w:val="de-AT"/>
        </w:rPr>
        <w:t xml:space="preserve">. Das Unternehmen </w:t>
      </w:r>
      <w:r w:rsidR="00480BC5">
        <w:rPr>
          <w:lang w:val="de-AT"/>
        </w:rPr>
        <w:t>ist ein sehr anerkannter Lieferant</w:t>
      </w:r>
      <w:r w:rsidR="00E65DB4">
        <w:rPr>
          <w:lang w:val="de-AT"/>
        </w:rPr>
        <w:t xml:space="preserve"> im asiatischen Raum</w:t>
      </w:r>
      <w:r w:rsidR="00480BC5">
        <w:rPr>
          <w:lang w:val="de-AT"/>
        </w:rPr>
        <w:t xml:space="preserve">, dessen </w:t>
      </w:r>
      <w:r w:rsidR="00E65DB4">
        <w:rPr>
          <w:lang w:val="de-AT"/>
        </w:rPr>
        <w:t xml:space="preserve">Produkte </w:t>
      </w:r>
      <w:r w:rsidR="00480BC5">
        <w:rPr>
          <w:lang w:val="de-AT"/>
        </w:rPr>
        <w:t>im</w:t>
      </w:r>
      <w:r w:rsidR="00E65DB4">
        <w:rPr>
          <w:lang w:val="de-AT"/>
        </w:rPr>
        <w:t xml:space="preserve"> In- und Ausland </w:t>
      </w:r>
      <w:r w:rsidR="00480BC5">
        <w:rPr>
          <w:lang w:val="de-AT"/>
        </w:rPr>
        <w:t>nachgefragt werden.</w:t>
      </w:r>
    </w:p>
    <w:p w:rsidR="002B326D" w:rsidRPr="00E65DB4" w:rsidRDefault="002B326D" w:rsidP="00C96A27">
      <w:pPr>
        <w:rPr>
          <w:lang w:val="de-AT"/>
        </w:rPr>
      </w:pPr>
    </w:p>
    <w:p w:rsidR="00CE16D9" w:rsidRPr="002723BC" w:rsidRDefault="00CE16D9" w:rsidP="00C96A27">
      <w:pPr>
        <w:jc w:val="center"/>
        <w:rPr>
          <w:lang w:val="de-AT"/>
        </w:rPr>
      </w:pPr>
      <w:r w:rsidRPr="002723BC">
        <w:rPr>
          <w:lang w:val="de-AT"/>
        </w:rPr>
        <w:t>– End</w:t>
      </w:r>
      <w:r w:rsidR="00E65DB4" w:rsidRPr="002723BC">
        <w:rPr>
          <w:lang w:val="de-AT"/>
        </w:rPr>
        <w:t>e</w:t>
      </w:r>
      <w:r w:rsidRPr="002723BC">
        <w:rPr>
          <w:lang w:val="de-AT"/>
        </w:rPr>
        <w:t xml:space="preserve"> –</w:t>
      </w:r>
    </w:p>
    <w:p w:rsidR="00461E94" w:rsidRDefault="00461E94" w:rsidP="00C96A27">
      <w:pPr>
        <w:jc w:val="center"/>
        <w:rPr>
          <w:lang w:val="de-AT"/>
        </w:rPr>
      </w:pPr>
    </w:p>
    <w:p w:rsidR="00183D5C" w:rsidRPr="002723BC" w:rsidRDefault="00183D5C" w:rsidP="00C96A27">
      <w:pPr>
        <w:jc w:val="center"/>
        <w:rPr>
          <w:lang w:val="de-AT"/>
        </w:rPr>
      </w:pPr>
    </w:p>
    <w:p w:rsidR="00587D38" w:rsidRPr="002723BC" w:rsidRDefault="00455B33" w:rsidP="00CE16D9">
      <w:pPr>
        <w:pStyle w:val="HTMLPreformatted"/>
        <w:shd w:val="clear" w:color="auto" w:fill="FFFFFF"/>
        <w:spacing w:line="320" w:lineRule="exact"/>
        <w:ind w:right="74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0288" behindDoc="0" locked="0" layoutInCell="1" allowOverlap="1" wp14:anchorId="64F10F32" wp14:editId="0EE0E95A">
            <wp:simplePos x="0" y="0"/>
            <wp:positionH relativeFrom="column">
              <wp:posOffset>-69215</wp:posOffset>
            </wp:positionH>
            <wp:positionV relativeFrom="paragraph">
              <wp:posOffset>125095</wp:posOffset>
            </wp:positionV>
            <wp:extent cx="2803525" cy="1835150"/>
            <wp:effectExtent l="19050" t="19050" r="15875" b="127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0151" b="-7246"/>
                    <a:stretch/>
                  </pic:blipFill>
                  <pic:spPr bwMode="auto">
                    <a:xfrm>
                      <a:off x="0" y="0"/>
                      <a:ext cx="2803525" cy="18351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50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A4B" w:rsidRPr="002723BC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BD5A4B" w:rsidRPr="002723BC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BD5A4B" w:rsidRPr="002723BC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BD5A4B" w:rsidRPr="002723BC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BD5A4B" w:rsidRPr="002723BC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BD5A4B" w:rsidRPr="002723BC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BD5A4B" w:rsidRPr="002723BC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BD5A4B" w:rsidRPr="002723BC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CA5525" w:rsidRPr="002723BC" w:rsidRDefault="00CA5525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455B33" w:rsidRPr="002723BC" w:rsidRDefault="00455B33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841970" w:rsidRPr="00E65DB4" w:rsidRDefault="00A11AFE" w:rsidP="00841970">
      <w:pPr>
        <w:spacing w:line="240" w:lineRule="exact"/>
        <w:rPr>
          <w:color w:val="000000"/>
          <w:sz w:val="18"/>
          <w:szCs w:val="18"/>
          <w:lang w:val="de-AT" w:eastAsia="zh-CN"/>
        </w:rPr>
      </w:pPr>
      <w:r w:rsidRPr="00E65DB4">
        <w:rPr>
          <w:rFonts w:cs="Arial"/>
          <w:color w:val="006EB4"/>
          <w:sz w:val="18"/>
          <w:szCs w:val="18"/>
          <w:lang w:val="de-AT"/>
        </w:rPr>
        <w:t>◄</w:t>
      </w:r>
      <w:r w:rsidR="00841970" w:rsidRPr="00E65DB4">
        <w:rPr>
          <w:color w:val="000000"/>
          <w:sz w:val="18"/>
          <w:szCs w:val="18"/>
          <w:lang w:val="de-AT"/>
        </w:rPr>
        <w:t xml:space="preserve"> </w:t>
      </w:r>
      <w:r w:rsidR="00455B33" w:rsidRPr="00E65DB4">
        <w:rPr>
          <w:color w:val="000000"/>
          <w:sz w:val="18"/>
          <w:szCs w:val="18"/>
          <w:lang w:val="de-AT"/>
        </w:rPr>
        <w:t xml:space="preserve">ANDRITZ </w:t>
      </w:r>
      <w:r w:rsidR="00E65DB4" w:rsidRPr="00E65DB4">
        <w:rPr>
          <w:color w:val="000000"/>
          <w:sz w:val="18"/>
          <w:szCs w:val="18"/>
          <w:lang w:val="de-AT"/>
        </w:rPr>
        <w:t>liefert ein S1056-Druckrefinersystem</w:t>
      </w:r>
    </w:p>
    <w:p w:rsidR="00BD5A4B" w:rsidRPr="00E65DB4" w:rsidRDefault="00BD5A4B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F15CD0" w:rsidRPr="00E65DB4" w:rsidRDefault="00F15CD0" w:rsidP="00547C6B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Times New Roman"/>
          <w:b/>
          <w:color w:val="000000"/>
          <w:sz w:val="18"/>
          <w:szCs w:val="18"/>
          <w:lang w:val="de-AT"/>
        </w:rPr>
      </w:pPr>
    </w:p>
    <w:p w:rsidR="000122BC" w:rsidRPr="00E65DB4" w:rsidRDefault="000122BC" w:rsidP="000122BC">
      <w:pPr>
        <w:spacing w:line="240" w:lineRule="exact"/>
        <w:rPr>
          <w:color w:val="000000"/>
          <w:sz w:val="18"/>
          <w:szCs w:val="18"/>
          <w:lang w:val="de-AT"/>
        </w:rPr>
      </w:pPr>
    </w:p>
    <w:p w:rsidR="000122BC" w:rsidRPr="00E65DB4" w:rsidRDefault="000122BC" w:rsidP="000122BC">
      <w:pPr>
        <w:spacing w:line="240" w:lineRule="exact"/>
        <w:rPr>
          <w:color w:val="000000"/>
          <w:sz w:val="18"/>
          <w:szCs w:val="18"/>
          <w:lang w:val="de-AT"/>
        </w:rPr>
      </w:pPr>
    </w:p>
    <w:p w:rsidR="000122BC" w:rsidRPr="00E65DB4" w:rsidRDefault="000122BC" w:rsidP="000122BC">
      <w:pPr>
        <w:spacing w:line="240" w:lineRule="exact"/>
        <w:rPr>
          <w:color w:val="000000"/>
          <w:sz w:val="18"/>
          <w:szCs w:val="18"/>
          <w:lang w:val="de-AT"/>
        </w:rPr>
      </w:pPr>
    </w:p>
    <w:p w:rsidR="00CD4D0A" w:rsidRPr="00E65DB4" w:rsidRDefault="00CD4D0A" w:rsidP="00CD4D0A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lang w:val="de-AT"/>
        </w:rPr>
      </w:pPr>
    </w:p>
    <w:p w:rsidR="00587D38" w:rsidRPr="00E65DB4" w:rsidRDefault="00587D38" w:rsidP="00CD4D0A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lang w:val="de-AT"/>
        </w:rPr>
      </w:pPr>
    </w:p>
    <w:p w:rsidR="003E1F65" w:rsidRPr="00E65DB4" w:rsidRDefault="003E1F65" w:rsidP="00CD4D0A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lang w:val="de-AT"/>
        </w:rPr>
      </w:pPr>
    </w:p>
    <w:p w:rsidR="003E1F65" w:rsidRPr="00E65DB4" w:rsidRDefault="003E1F65" w:rsidP="00CD4D0A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lang w:val="de-AT"/>
        </w:rPr>
      </w:pPr>
    </w:p>
    <w:p w:rsidR="003E1F65" w:rsidRPr="00E65DB4" w:rsidRDefault="003E1F65" w:rsidP="00CD4D0A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lang w:val="de-AT"/>
        </w:rPr>
      </w:pPr>
    </w:p>
    <w:p w:rsidR="003E1F65" w:rsidRPr="00E65DB4" w:rsidRDefault="003E1F65" w:rsidP="00CD4D0A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lang w:val="de-AT"/>
        </w:rPr>
      </w:pPr>
    </w:p>
    <w:p w:rsidR="00852225" w:rsidRPr="00FF324A" w:rsidRDefault="00852225" w:rsidP="00852225">
      <w:pPr>
        <w:spacing w:line="240" w:lineRule="exact"/>
        <w:outlineLvl w:val="0"/>
        <w:rPr>
          <w:b/>
          <w:bCs/>
          <w:sz w:val="18"/>
          <w:szCs w:val="18"/>
        </w:rPr>
      </w:pPr>
      <w:r w:rsidRPr="00FF324A">
        <w:rPr>
          <w:b/>
          <w:bCs/>
          <w:sz w:val="18"/>
          <w:szCs w:val="18"/>
        </w:rPr>
        <w:t>Download Presse-Information und Foto</w:t>
      </w:r>
    </w:p>
    <w:p w:rsidR="00852225" w:rsidRPr="00420659" w:rsidRDefault="00852225" w:rsidP="00852225">
      <w:pPr>
        <w:spacing w:line="240" w:lineRule="exact"/>
        <w:outlineLvl w:val="0"/>
        <w:rPr>
          <w:bCs/>
          <w:sz w:val="18"/>
          <w:szCs w:val="18"/>
        </w:rPr>
      </w:pPr>
      <w:r w:rsidRPr="00FF324A">
        <w:rPr>
          <w:bCs/>
          <w:sz w:val="18"/>
          <w:szCs w:val="18"/>
        </w:rPr>
        <w:t xml:space="preserve">Presse-Information und Foto </w:t>
      </w:r>
      <w:r>
        <w:rPr>
          <w:bCs/>
          <w:sz w:val="18"/>
          <w:szCs w:val="18"/>
        </w:rPr>
        <w:t xml:space="preserve">stehen unter </w:t>
      </w:r>
      <w:hyperlink r:id="rId9" w:history="1">
        <w:r w:rsidRPr="00FF324A">
          <w:rPr>
            <w:rStyle w:val="Hyperlink"/>
            <w:bCs/>
            <w:sz w:val="18"/>
            <w:szCs w:val="18"/>
          </w:rPr>
          <w:t>www.andritz.com/news-de</w:t>
        </w:r>
      </w:hyperlink>
      <w:r>
        <w:rPr>
          <w:bCs/>
          <w:sz w:val="18"/>
          <w:szCs w:val="18"/>
        </w:rPr>
        <w:t xml:space="preserve"> zum Download zur Verfügung</w:t>
      </w:r>
      <w:r w:rsidRPr="00FF324A">
        <w:rPr>
          <w:bCs/>
          <w:sz w:val="18"/>
          <w:szCs w:val="18"/>
        </w:rPr>
        <w:t>. Honorarfreie Veröffentlichung des Fotos unter der Quellenangabe „Foto: ANDRITZ“.</w:t>
      </w:r>
    </w:p>
    <w:p w:rsidR="00852225" w:rsidRDefault="00852225" w:rsidP="00852225">
      <w:pPr>
        <w:spacing w:line="240" w:lineRule="exact"/>
        <w:outlineLvl w:val="0"/>
        <w:rPr>
          <w:bCs/>
          <w:sz w:val="18"/>
          <w:szCs w:val="18"/>
        </w:rPr>
      </w:pPr>
    </w:p>
    <w:p w:rsidR="00852225" w:rsidRPr="00852225" w:rsidRDefault="00852225" w:rsidP="00852225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</w:rPr>
      </w:pPr>
      <w:r w:rsidRPr="00852225">
        <w:rPr>
          <w:rStyle w:val="FollowedHyperlink"/>
          <w:rFonts w:ascii="Arial" w:hAnsi="Arial"/>
          <w:b/>
          <w:snapToGrid/>
          <w:color w:val="000000"/>
          <w:sz w:val="18"/>
          <w:u w:val="none"/>
          <w:lang w:val="de-AT"/>
        </w:rPr>
        <w:t>Bei Rückfragen kontaktieren Sie bitte:</w:t>
      </w:r>
    </w:p>
    <w:p w:rsidR="00852225" w:rsidRPr="00852225" w:rsidRDefault="00852225" w:rsidP="00852225">
      <w:pPr>
        <w:spacing w:line="240" w:lineRule="exact"/>
        <w:outlineLvl w:val="0"/>
        <w:rPr>
          <w:sz w:val="18"/>
          <w:szCs w:val="18"/>
          <w:lang w:val="en-US"/>
        </w:rPr>
      </w:pPr>
      <w:r w:rsidRPr="00852225">
        <w:rPr>
          <w:sz w:val="18"/>
          <w:lang w:val="en-US"/>
        </w:rPr>
        <w:t>Dr. Michael Buchbauer</w:t>
      </w:r>
    </w:p>
    <w:p w:rsidR="00852225" w:rsidRPr="00852225" w:rsidRDefault="00852225" w:rsidP="00852225">
      <w:pPr>
        <w:spacing w:line="240" w:lineRule="exact"/>
        <w:rPr>
          <w:sz w:val="18"/>
          <w:szCs w:val="18"/>
          <w:lang w:val="en-US"/>
        </w:rPr>
      </w:pPr>
      <w:r w:rsidRPr="00852225">
        <w:rPr>
          <w:sz w:val="18"/>
          <w:lang w:val="en-US"/>
        </w:rPr>
        <w:t>Head of Corporate Communications</w:t>
      </w:r>
    </w:p>
    <w:p w:rsidR="00852225" w:rsidRPr="00852225" w:rsidRDefault="00852225" w:rsidP="00852225">
      <w:pPr>
        <w:spacing w:line="240" w:lineRule="exact"/>
        <w:rPr>
          <w:sz w:val="18"/>
          <w:szCs w:val="18"/>
          <w:lang w:val="en-US"/>
        </w:rPr>
      </w:pPr>
      <w:r w:rsidRPr="00852225">
        <w:rPr>
          <w:sz w:val="18"/>
          <w:lang w:val="en-US"/>
        </w:rPr>
        <w:t>michael.buchbauer@andritz.com</w:t>
      </w:r>
    </w:p>
    <w:p w:rsidR="00852225" w:rsidRPr="00852225" w:rsidRDefault="00852225" w:rsidP="00852225">
      <w:pPr>
        <w:spacing w:line="240" w:lineRule="exact"/>
        <w:rPr>
          <w:sz w:val="18"/>
          <w:szCs w:val="18"/>
          <w:lang w:val="en-US"/>
        </w:rPr>
      </w:pPr>
      <w:r w:rsidRPr="00852225">
        <w:rPr>
          <w:sz w:val="18"/>
          <w:lang w:val="en-US"/>
        </w:rPr>
        <w:t>www.andritz.com</w:t>
      </w:r>
    </w:p>
    <w:p w:rsidR="00852225" w:rsidRPr="00852225" w:rsidRDefault="00852225" w:rsidP="00852225">
      <w:pPr>
        <w:spacing w:line="240" w:lineRule="exact"/>
        <w:outlineLvl w:val="0"/>
        <w:rPr>
          <w:bCs/>
          <w:sz w:val="18"/>
          <w:szCs w:val="18"/>
          <w:lang w:val="en-US"/>
        </w:rPr>
      </w:pPr>
    </w:p>
    <w:p w:rsidR="00852225" w:rsidRPr="00D80687" w:rsidRDefault="00852225" w:rsidP="00852225">
      <w:pPr>
        <w:spacing w:line="240" w:lineRule="exact"/>
        <w:outlineLvl w:val="0"/>
        <w:rPr>
          <w:b/>
          <w:bCs/>
          <w:sz w:val="18"/>
          <w:szCs w:val="18"/>
        </w:rPr>
      </w:pPr>
      <w:r w:rsidRPr="00D80687">
        <w:rPr>
          <w:b/>
          <w:bCs/>
          <w:sz w:val="18"/>
          <w:szCs w:val="18"/>
        </w:rPr>
        <w:t>Die ANDRITZ-GRUPPE</w:t>
      </w:r>
    </w:p>
    <w:p w:rsidR="00852225" w:rsidRDefault="00852225" w:rsidP="00852225">
      <w:pPr>
        <w:spacing w:line="240" w:lineRule="exact"/>
        <w:rPr>
          <w:sz w:val="18"/>
        </w:rPr>
      </w:pPr>
      <w:r w:rsidRPr="00485590">
        <w:rPr>
          <w:sz w:val="18"/>
        </w:rPr>
        <w:t xml:space="preserve">ANDRITZ ist einer der weltweit führenden Lieferanten von Anlagen, Ausrüstungen und Serviceleistungen für Wasser-kraftwerke, die Zellstoff- und Papierindustrie, die metallverarbeitende Industrie und Stahlindustrie sowie die kommunale und industrielle Fest-Flüssig-Trennung. Der Hauptsitz des börsennotierten Technologiekonzerns, der weltweit </w:t>
      </w:r>
      <w:r>
        <w:rPr>
          <w:sz w:val="18"/>
        </w:rPr>
        <w:t>rund</w:t>
      </w:r>
      <w:r w:rsidRPr="00485590">
        <w:rPr>
          <w:sz w:val="18"/>
        </w:rPr>
        <w:t xml:space="preserve"> </w:t>
      </w:r>
      <w:r w:rsidRPr="002D3C59">
        <w:rPr>
          <w:sz w:val="18"/>
        </w:rPr>
        <w:t>2</w:t>
      </w:r>
      <w:r>
        <w:rPr>
          <w:sz w:val="18"/>
        </w:rPr>
        <w:t>5</w:t>
      </w:r>
      <w:r w:rsidRPr="002D3C59">
        <w:rPr>
          <w:sz w:val="18"/>
        </w:rPr>
        <w:t>.</w:t>
      </w:r>
      <w:r>
        <w:rPr>
          <w:sz w:val="18"/>
        </w:rPr>
        <w:t>7</w:t>
      </w:r>
      <w:r w:rsidRPr="002D3C59">
        <w:rPr>
          <w:sz w:val="18"/>
        </w:rPr>
        <w:t>00 Mitarbeiter beschäftigt, befindet sich in Graz, Österreich. ANDRITZ betreibt mehr als 250 Standorte weltweit.</w:t>
      </w:r>
    </w:p>
    <w:p w:rsidR="003E1F65" w:rsidRDefault="003E1F65" w:rsidP="00CD4D0A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lang w:val="de-AT"/>
        </w:rPr>
      </w:pPr>
    </w:p>
    <w:p w:rsidR="00852225" w:rsidRPr="00D80687" w:rsidRDefault="00852225" w:rsidP="00852225">
      <w:pPr>
        <w:spacing w:line="240" w:lineRule="exact"/>
        <w:rPr>
          <w:b/>
          <w:sz w:val="18"/>
          <w:szCs w:val="18"/>
        </w:rPr>
      </w:pPr>
      <w:r w:rsidRPr="00D80687">
        <w:rPr>
          <w:b/>
          <w:sz w:val="18"/>
          <w:szCs w:val="18"/>
        </w:rPr>
        <w:t>ANDRITZ PULP &amp; PAPER</w:t>
      </w:r>
    </w:p>
    <w:p w:rsidR="00852225" w:rsidRDefault="00852225" w:rsidP="00852225">
      <w:pPr>
        <w:spacing w:line="240" w:lineRule="exact"/>
        <w:rPr>
          <w:sz w:val="18"/>
          <w:szCs w:val="18"/>
          <w:lang w:eastAsia="de-AT"/>
        </w:rPr>
      </w:pPr>
      <w:r w:rsidRPr="008B44C4">
        <w:rPr>
          <w:sz w:val="18"/>
          <w:szCs w:val="18"/>
          <w:lang w:eastAsia="de-AT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8B44C4">
        <w:rPr>
          <w:sz w:val="18"/>
          <w:szCs w:val="18"/>
          <w:lang w:eastAsia="de-AT"/>
        </w:rPr>
        <w:t>Tissuepapier</w:t>
      </w:r>
      <w:proofErr w:type="spellEnd"/>
      <w:r w:rsidRPr="008B44C4">
        <w:rPr>
          <w:sz w:val="18"/>
          <w:szCs w:val="18"/>
          <w:lang w:eastAsia="de-AT"/>
        </w:rPr>
        <w:t xml:space="preserve"> und Karton. Die Technologien umfassen die Verarbeitung von Holz, </w:t>
      </w:r>
      <w:proofErr w:type="spellStart"/>
      <w:r w:rsidRPr="008B44C4">
        <w:rPr>
          <w:sz w:val="18"/>
          <w:szCs w:val="18"/>
          <w:lang w:eastAsia="de-AT"/>
        </w:rPr>
        <w:t>Einjahrespflanzen</w:t>
      </w:r>
      <w:proofErr w:type="spellEnd"/>
      <w:r w:rsidRPr="008B44C4">
        <w:rPr>
          <w:sz w:val="18"/>
          <w:szCs w:val="18"/>
          <w:lang w:eastAsia="de-AT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 w:rsidRPr="008B44C4">
        <w:rPr>
          <w:sz w:val="18"/>
          <w:szCs w:val="18"/>
          <w:lang w:eastAsia="de-AT"/>
        </w:rPr>
        <w:t>Tissuepapier</w:t>
      </w:r>
      <w:proofErr w:type="spellEnd"/>
      <w:r w:rsidRPr="008B44C4">
        <w:rPr>
          <w:sz w:val="18"/>
          <w:szCs w:val="18"/>
          <w:lang w:eastAsia="de-AT"/>
        </w:rPr>
        <w:t xml:space="preserve"> und Karton, die Veredelung und Beschichtung von Papier sowie die </w:t>
      </w:r>
      <w:proofErr w:type="spellStart"/>
      <w:r w:rsidRPr="008B44C4">
        <w:rPr>
          <w:sz w:val="18"/>
          <w:szCs w:val="18"/>
          <w:lang w:eastAsia="de-AT"/>
        </w:rPr>
        <w:t>Rejekt</w:t>
      </w:r>
      <w:proofErr w:type="spellEnd"/>
      <w:r w:rsidRPr="008B44C4">
        <w:rPr>
          <w:sz w:val="18"/>
          <w:szCs w:val="18"/>
          <w:lang w:eastAsia="de-AT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8B44C4">
        <w:rPr>
          <w:sz w:val="18"/>
          <w:szCs w:val="18"/>
          <w:lang w:eastAsia="de-AT"/>
        </w:rPr>
        <w:t>Gasifizierungsanlagen</w:t>
      </w:r>
      <w:proofErr w:type="spellEnd"/>
      <w:r w:rsidRPr="008B44C4">
        <w:rPr>
          <w:sz w:val="18"/>
          <w:szCs w:val="18"/>
          <w:lang w:eastAsia="de-AT"/>
        </w:rPr>
        <w:t xml:space="preserve"> für die Energieerzeugung, Rauchgasreinigungsanlagen, Anlagen zur Produktion von Vliesstoffen, Viskosezellstoff und Faserplatten (MDF) sowie Recyclinganlagen.</w:t>
      </w:r>
    </w:p>
    <w:p w:rsidR="00852225" w:rsidRPr="00852225" w:rsidRDefault="00852225" w:rsidP="00CD4D0A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117D3E" w:rsidRPr="00E65DB4" w:rsidRDefault="00117D3E" w:rsidP="00E65DB4">
      <w:pPr>
        <w:pStyle w:val="HTMLPreformatted"/>
        <w:shd w:val="clear" w:color="auto" w:fill="FFFFFF"/>
        <w:spacing w:line="240" w:lineRule="exact"/>
        <w:ind w:right="74"/>
        <w:outlineLvl w:val="0"/>
        <w:rPr>
          <w:sz w:val="18"/>
          <w:szCs w:val="18"/>
          <w:lang w:val="de-AT"/>
        </w:rPr>
      </w:pPr>
    </w:p>
    <w:sectPr w:rsidR="00117D3E" w:rsidRPr="00E65DB4" w:rsidSect="00174EF9">
      <w:headerReference w:type="default" r:id="rId10"/>
      <w:headerReference w:type="first" r:id="rId11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8CA" w:rsidRDefault="006758CA">
      <w:r>
        <w:separator/>
      </w:r>
    </w:p>
  </w:endnote>
  <w:endnote w:type="continuationSeparator" w:id="0">
    <w:p w:rsidR="006758CA" w:rsidRDefault="0067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8CA" w:rsidRDefault="006758CA">
      <w:r>
        <w:separator/>
      </w:r>
    </w:p>
  </w:footnote>
  <w:footnote w:type="continuationSeparator" w:id="0">
    <w:p w:rsidR="006758CA" w:rsidRDefault="00675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673" w:rsidRDefault="00C52EE6" w:rsidP="00A16754">
    <w:pPr>
      <w:pStyle w:val="Header"/>
      <w:jc w:val="right"/>
    </w:pPr>
    <w:r>
      <w:rPr>
        <w:noProof/>
        <w:lang w:val="de-AT" w:eastAsia="de-AT"/>
      </w:rPr>
      <w:drawing>
        <wp:anchor distT="0" distB="0" distL="114300" distR="114300" simplePos="0" relativeHeight="251656704" behindDoc="0" locked="1" layoutInCell="1" allowOverlap="1" wp14:anchorId="51CFDAA5" wp14:editId="2E03CDF3">
          <wp:simplePos x="0" y="0"/>
          <wp:positionH relativeFrom="column">
            <wp:posOffset>4616450</wp:posOffset>
          </wp:positionH>
          <wp:positionV relativeFrom="paragraph">
            <wp:posOffset>40640</wp:posOffset>
          </wp:positionV>
          <wp:extent cx="1528445" cy="506095"/>
          <wp:effectExtent l="0" t="0" r="0" b="8255"/>
          <wp:wrapNone/>
          <wp:docPr id="4" name="Picture 4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23673" w:rsidRDefault="00C23673" w:rsidP="00A16754">
    <w:pPr>
      <w:pStyle w:val="Header"/>
      <w:jc w:val="right"/>
    </w:pPr>
  </w:p>
  <w:p w:rsidR="00C23673" w:rsidRDefault="00C23673" w:rsidP="00A16754">
    <w:pPr>
      <w:pStyle w:val="Header"/>
      <w:jc w:val="right"/>
    </w:pPr>
  </w:p>
  <w:p w:rsidR="00C23673" w:rsidRPr="008A6F0F" w:rsidRDefault="00C23673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  <w:szCs w:val="14"/>
      </w:rPr>
      <w:t>Page</w:t>
    </w:r>
    <w:r w:rsidRPr="008A6F0F">
      <w:rPr>
        <w:color w:val="000000"/>
        <w:sz w:val="14"/>
        <w:szCs w:val="14"/>
      </w:rPr>
      <w:t xml:space="preserve">: </w:t>
    </w:r>
    <w:r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Pr="008A6F0F">
      <w:rPr>
        <w:color w:val="000000"/>
        <w:szCs w:val="20"/>
      </w:rPr>
      <w:fldChar w:fldCharType="separate"/>
    </w:r>
    <w:r w:rsidR="002C578C">
      <w:rPr>
        <w:noProof/>
        <w:color w:val="000000"/>
        <w:szCs w:val="20"/>
      </w:rPr>
      <w:t>2</w:t>
    </w:r>
    <w:r w:rsidRPr="008A6F0F">
      <w:rPr>
        <w:color w:val="000000"/>
        <w:szCs w:val="20"/>
      </w:rPr>
      <w:fldChar w:fldCharType="end"/>
    </w:r>
    <w:r w:rsidRPr="008A6F0F">
      <w:rPr>
        <w:color w:val="000000"/>
        <w:szCs w:val="20"/>
      </w:rPr>
      <w:t xml:space="preserve"> (</w:t>
    </w:r>
    <w:r>
      <w:rPr>
        <w:color w:val="000000"/>
        <w:szCs w:val="20"/>
      </w:rPr>
      <w:t>total</w:t>
    </w:r>
    <w:r w:rsidRPr="008A6F0F">
      <w:rPr>
        <w:color w:val="000000"/>
        <w:szCs w:val="20"/>
      </w:rPr>
      <w:t xml:space="preserve"> </w:t>
    </w:r>
    <w:r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Pr="008A6F0F">
      <w:rPr>
        <w:color w:val="000000"/>
        <w:szCs w:val="20"/>
      </w:rPr>
      <w:fldChar w:fldCharType="separate"/>
    </w:r>
    <w:r w:rsidR="002C578C">
      <w:rPr>
        <w:noProof/>
        <w:color w:val="000000"/>
        <w:szCs w:val="20"/>
      </w:rPr>
      <w:t>2</w:t>
    </w:r>
    <w:r w:rsidRPr="008A6F0F">
      <w:rPr>
        <w:color w:val="000000"/>
        <w:szCs w:val="20"/>
      </w:rPr>
      <w:fldChar w:fldCharType="end"/>
    </w:r>
    <w:r w:rsidRPr="008A6F0F">
      <w:rPr>
        <w:color w:val="000000"/>
        <w:szCs w:val="20"/>
      </w:rPr>
      <w:t>)</w:t>
    </w:r>
  </w:p>
  <w:p w:rsidR="00C23673" w:rsidRDefault="00C23673" w:rsidP="00A1675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673" w:rsidRDefault="00C23673" w:rsidP="00B17E06">
    <w:pPr>
      <w:pStyle w:val="Header"/>
      <w:jc w:val="right"/>
    </w:pPr>
  </w:p>
  <w:p w:rsidR="00C23673" w:rsidRDefault="00B82DE1" w:rsidP="00B17E06">
    <w:pPr>
      <w:pStyle w:val="Header"/>
      <w:jc w:val="right"/>
    </w:pPr>
    <w:r>
      <w:rPr>
        <w:noProof/>
        <w:lang w:val="de-AT" w:eastAsia="de-A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4592955</wp:posOffset>
          </wp:positionH>
          <wp:positionV relativeFrom="paragraph">
            <wp:posOffset>-124460</wp:posOffset>
          </wp:positionV>
          <wp:extent cx="1525270" cy="28702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DRITZ-color-office-36m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270" cy="28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2EE6"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57728" behindDoc="0" locked="1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1966595</wp:posOffset>
              </wp:positionV>
              <wp:extent cx="215900" cy="125984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5.35pt;margin-top:154.85pt;width:17pt;height:99.2pt;z-index:251657728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" fillcolor="#006eb4" stroked="f">
              <w10:wrap anchorx="page" anchory="page"/>
              <w10:anchorlock/>
            </v:rect>
          </w:pict>
        </mc:Fallback>
      </mc:AlternateContent>
    </w:r>
  </w:p>
  <w:p w:rsidR="00C23673" w:rsidRDefault="00C23673" w:rsidP="00174E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61FE1"/>
    <w:multiLevelType w:val="multilevel"/>
    <w:tmpl w:val="C1626BE8"/>
    <w:numStyleLink w:val="List1"/>
  </w:abstractNum>
  <w:abstractNum w:abstractNumId="5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D19F9"/>
    <w:multiLevelType w:val="multilevel"/>
    <w:tmpl w:val="C1626BE8"/>
    <w:numStyleLink w:val="List1"/>
  </w:abstractNum>
  <w:abstractNum w:abstractNumId="7">
    <w:nsid w:val="23192848"/>
    <w:multiLevelType w:val="multilevel"/>
    <w:tmpl w:val="C1626BE8"/>
    <w:numStyleLink w:val="List1"/>
  </w:abstractNum>
  <w:abstractNum w:abstractNumId="8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4205A51"/>
    <w:multiLevelType w:val="multilevel"/>
    <w:tmpl w:val="C1626BE8"/>
    <w:numStyleLink w:val="List1"/>
  </w:abstractNum>
  <w:abstractNum w:abstractNumId="13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DCD156D"/>
    <w:multiLevelType w:val="multilevel"/>
    <w:tmpl w:val="C1626BE8"/>
    <w:numStyleLink w:val="List1"/>
  </w:abstractNum>
  <w:abstractNum w:abstractNumId="16">
    <w:nsid w:val="3E4E0363"/>
    <w:multiLevelType w:val="multilevel"/>
    <w:tmpl w:val="C1626BE8"/>
    <w:numStyleLink w:val="List1"/>
  </w:abstractNum>
  <w:abstractNum w:abstractNumId="17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D65E1"/>
    <w:multiLevelType w:val="multilevel"/>
    <w:tmpl w:val="C1626BE8"/>
    <w:numStyleLink w:val="List1"/>
  </w:abstractNum>
  <w:abstractNum w:abstractNumId="20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numStyleLink w:val="NumberedList"/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C1626BE8"/>
    <w:numStyleLink w:val="List1"/>
  </w:abstractNum>
  <w:abstractNum w:abstractNumId="25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3"/>
  </w:num>
  <w:num w:numId="5">
    <w:abstractNumId w:val="27"/>
  </w:num>
  <w:num w:numId="6">
    <w:abstractNumId w:val="11"/>
  </w:num>
  <w:num w:numId="7">
    <w:abstractNumId w:val="25"/>
  </w:num>
  <w:num w:numId="8">
    <w:abstractNumId w:val="19"/>
  </w:num>
  <w:num w:numId="9">
    <w:abstractNumId w:val="15"/>
  </w:num>
  <w:num w:numId="10">
    <w:abstractNumId w:val="23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17"/>
  </w:num>
  <w:num w:numId="16">
    <w:abstractNumId w:val="14"/>
  </w:num>
  <w:num w:numId="17">
    <w:abstractNumId w:val="10"/>
  </w:num>
  <w:num w:numId="18">
    <w:abstractNumId w:val="1"/>
  </w:num>
  <w:num w:numId="19">
    <w:abstractNumId w:val="26"/>
  </w:num>
  <w:num w:numId="20">
    <w:abstractNumId w:val="2"/>
  </w:num>
  <w:num w:numId="21">
    <w:abstractNumId w:val="24"/>
  </w:num>
  <w:num w:numId="22">
    <w:abstractNumId w:val="8"/>
  </w:num>
  <w:num w:numId="23">
    <w:abstractNumId w:val="16"/>
  </w:num>
  <w:num w:numId="24">
    <w:abstractNumId w:val="22"/>
  </w:num>
  <w:num w:numId="25">
    <w:abstractNumId w:val="18"/>
  </w:num>
  <w:num w:numId="26">
    <w:abstractNumId w:val="9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de-AT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577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15C8"/>
    <w:rsid w:val="00001A98"/>
    <w:rsid w:val="00002677"/>
    <w:rsid w:val="00004F6B"/>
    <w:rsid w:val="000122BC"/>
    <w:rsid w:val="00024A54"/>
    <w:rsid w:val="000315B1"/>
    <w:rsid w:val="000336F8"/>
    <w:rsid w:val="00040CFE"/>
    <w:rsid w:val="00041546"/>
    <w:rsid w:val="000569CE"/>
    <w:rsid w:val="0005770D"/>
    <w:rsid w:val="000619D8"/>
    <w:rsid w:val="0006704D"/>
    <w:rsid w:val="00067A01"/>
    <w:rsid w:val="00072533"/>
    <w:rsid w:val="000774E2"/>
    <w:rsid w:val="000824FA"/>
    <w:rsid w:val="000839AB"/>
    <w:rsid w:val="000843B2"/>
    <w:rsid w:val="00084998"/>
    <w:rsid w:val="00093CB8"/>
    <w:rsid w:val="000A05B8"/>
    <w:rsid w:val="000A4517"/>
    <w:rsid w:val="000B057A"/>
    <w:rsid w:val="000B1AC8"/>
    <w:rsid w:val="000B5B98"/>
    <w:rsid w:val="000C2342"/>
    <w:rsid w:val="000C388F"/>
    <w:rsid w:val="000D1FDF"/>
    <w:rsid w:val="000D5C4D"/>
    <w:rsid w:val="000E42BF"/>
    <w:rsid w:val="000E49BA"/>
    <w:rsid w:val="000F35DC"/>
    <w:rsid w:val="000F74E3"/>
    <w:rsid w:val="000F7863"/>
    <w:rsid w:val="0010525A"/>
    <w:rsid w:val="00113F24"/>
    <w:rsid w:val="00117353"/>
    <w:rsid w:val="00117D3E"/>
    <w:rsid w:val="001229C1"/>
    <w:rsid w:val="00122DD2"/>
    <w:rsid w:val="00124B13"/>
    <w:rsid w:val="001342F0"/>
    <w:rsid w:val="001366A1"/>
    <w:rsid w:val="001455F6"/>
    <w:rsid w:val="0017148F"/>
    <w:rsid w:val="00173EFD"/>
    <w:rsid w:val="00174EF9"/>
    <w:rsid w:val="00177817"/>
    <w:rsid w:val="00183D5B"/>
    <w:rsid w:val="00183D5C"/>
    <w:rsid w:val="00184AD2"/>
    <w:rsid w:val="001857CE"/>
    <w:rsid w:val="00186743"/>
    <w:rsid w:val="001867BC"/>
    <w:rsid w:val="001905C3"/>
    <w:rsid w:val="00193039"/>
    <w:rsid w:val="0019798F"/>
    <w:rsid w:val="001A1632"/>
    <w:rsid w:val="001A41AC"/>
    <w:rsid w:val="001A5877"/>
    <w:rsid w:val="001A6627"/>
    <w:rsid w:val="001B5BB1"/>
    <w:rsid w:val="001B5F45"/>
    <w:rsid w:val="001B61A1"/>
    <w:rsid w:val="001C11CA"/>
    <w:rsid w:val="001C3B00"/>
    <w:rsid w:val="001C57F2"/>
    <w:rsid w:val="001D03DD"/>
    <w:rsid w:val="001D2D37"/>
    <w:rsid w:val="001D44F6"/>
    <w:rsid w:val="001E0050"/>
    <w:rsid w:val="001E2086"/>
    <w:rsid w:val="001E2172"/>
    <w:rsid w:val="001E6C51"/>
    <w:rsid w:val="001F346A"/>
    <w:rsid w:val="001F3DC0"/>
    <w:rsid w:val="001F46A4"/>
    <w:rsid w:val="00200B7B"/>
    <w:rsid w:val="002075AA"/>
    <w:rsid w:val="00212132"/>
    <w:rsid w:val="002175B1"/>
    <w:rsid w:val="002213D1"/>
    <w:rsid w:val="002226EE"/>
    <w:rsid w:val="0023600D"/>
    <w:rsid w:val="002447EA"/>
    <w:rsid w:val="002452DE"/>
    <w:rsid w:val="0026545B"/>
    <w:rsid w:val="002723BC"/>
    <w:rsid w:val="00286C45"/>
    <w:rsid w:val="00291943"/>
    <w:rsid w:val="00291C51"/>
    <w:rsid w:val="002A5103"/>
    <w:rsid w:val="002B326D"/>
    <w:rsid w:val="002B63BF"/>
    <w:rsid w:val="002C54C0"/>
    <w:rsid w:val="002C578C"/>
    <w:rsid w:val="002C58BD"/>
    <w:rsid w:val="002D035E"/>
    <w:rsid w:val="002D47A0"/>
    <w:rsid w:val="002D689A"/>
    <w:rsid w:val="002E0D0B"/>
    <w:rsid w:val="002E2D4E"/>
    <w:rsid w:val="002E36D3"/>
    <w:rsid w:val="002E4B15"/>
    <w:rsid w:val="002F084B"/>
    <w:rsid w:val="002F0D73"/>
    <w:rsid w:val="002F3169"/>
    <w:rsid w:val="00302B82"/>
    <w:rsid w:val="003067CB"/>
    <w:rsid w:val="00335082"/>
    <w:rsid w:val="00337580"/>
    <w:rsid w:val="0034692D"/>
    <w:rsid w:val="00352463"/>
    <w:rsid w:val="003645D1"/>
    <w:rsid w:val="00365463"/>
    <w:rsid w:val="00366484"/>
    <w:rsid w:val="0037043A"/>
    <w:rsid w:val="003763EB"/>
    <w:rsid w:val="00397018"/>
    <w:rsid w:val="003A53A9"/>
    <w:rsid w:val="003A63E7"/>
    <w:rsid w:val="003B049B"/>
    <w:rsid w:val="003B26B3"/>
    <w:rsid w:val="003C679D"/>
    <w:rsid w:val="003D66DA"/>
    <w:rsid w:val="003E1F65"/>
    <w:rsid w:val="003E3238"/>
    <w:rsid w:val="003E5D28"/>
    <w:rsid w:val="003F1905"/>
    <w:rsid w:val="004123FA"/>
    <w:rsid w:val="00415C0D"/>
    <w:rsid w:val="00435E22"/>
    <w:rsid w:val="00436EB6"/>
    <w:rsid w:val="00437CD5"/>
    <w:rsid w:val="00450EA0"/>
    <w:rsid w:val="00451269"/>
    <w:rsid w:val="00455B33"/>
    <w:rsid w:val="00460343"/>
    <w:rsid w:val="00460C2D"/>
    <w:rsid w:val="00460CC6"/>
    <w:rsid w:val="00461E94"/>
    <w:rsid w:val="00463A31"/>
    <w:rsid w:val="004656FC"/>
    <w:rsid w:val="00470DD9"/>
    <w:rsid w:val="004755DD"/>
    <w:rsid w:val="004756A2"/>
    <w:rsid w:val="00480BC5"/>
    <w:rsid w:val="004A5EA4"/>
    <w:rsid w:val="004B05A5"/>
    <w:rsid w:val="004B4D06"/>
    <w:rsid w:val="004D4F29"/>
    <w:rsid w:val="004D7AA0"/>
    <w:rsid w:val="004D7B5D"/>
    <w:rsid w:val="004E4546"/>
    <w:rsid w:val="004F0F30"/>
    <w:rsid w:val="004F1595"/>
    <w:rsid w:val="0052051C"/>
    <w:rsid w:val="0052131A"/>
    <w:rsid w:val="0053661D"/>
    <w:rsid w:val="00541995"/>
    <w:rsid w:val="00547C6B"/>
    <w:rsid w:val="00581793"/>
    <w:rsid w:val="00586305"/>
    <w:rsid w:val="00587D38"/>
    <w:rsid w:val="00590EF9"/>
    <w:rsid w:val="005A2096"/>
    <w:rsid w:val="005A25C5"/>
    <w:rsid w:val="005A3B8B"/>
    <w:rsid w:val="005A5AC9"/>
    <w:rsid w:val="005C062C"/>
    <w:rsid w:val="005C2F72"/>
    <w:rsid w:val="005C3D8D"/>
    <w:rsid w:val="005C42E7"/>
    <w:rsid w:val="005D175C"/>
    <w:rsid w:val="005D2048"/>
    <w:rsid w:val="005D2670"/>
    <w:rsid w:val="005D4DE9"/>
    <w:rsid w:val="005D5D8B"/>
    <w:rsid w:val="005D70C9"/>
    <w:rsid w:val="005E0516"/>
    <w:rsid w:val="005E179B"/>
    <w:rsid w:val="005E1AD2"/>
    <w:rsid w:val="005F6E30"/>
    <w:rsid w:val="006030DC"/>
    <w:rsid w:val="00607438"/>
    <w:rsid w:val="00607A28"/>
    <w:rsid w:val="0061315E"/>
    <w:rsid w:val="0062450E"/>
    <w:rsid w:val="006250D1"/>
    <w:rsid w:val="00627148"/>
    <w:rsid w:val="006327CC"/>
    <w:rsid w:val="0063729F"/>
    <w:rsid w:val="0064731F"/>
    <w:rsid w:val="00656294"/>
    <w:rsid w:val="00657B17"/>
    <w:rsid w:val="00660063"/>
    <w:rsid w:val="006638CB"/>
    <w:rsid w:val="00663A69"/>
    <w:rsid w:val="00665B76"/>
    <w:rsid w:val="006758CA"/>
    <w:rsid w:val="00677845"/>
    <w:rsid w:val="00694C82"/>
    <w:rsid w:val="006A208B"/>
    <w:rsid w:val="006A4540"/>
    <w:rsid w:val="006A6B2A"/>
    <w:rsid w:val="006B0A76"/>
    <w:rsid w:val="006B32BF"/>
    <w:rsid w:val="006B6A28"/>
    <w:rsid w:val="006B7910"/>
    <w:rsid w:val="006C03BB"/>
    <w:rsid w:val="006C37A2"/>
    <w:rsid w:val="006D0C80"/>
    <w:rsid w:val="006D4893"/>
    <w:rsid w:val="006E3977"/>
    <w:rsid w:val="006E6872"/>
    <w:rsid w:val="006F1034"/>
    <w:rsid w:val="00702758"/>
    <w:rsid w:val="00704EC0"/>
    <w:rsid w:val="0070660B"/>
    <w:rsid w:val="00724D10"/>
    <w:rsid w:val="00726DB3"/>
    <w:rsid w:val="007271B6"/>
    <w:rsid w:val="0073089B"/>
    <w:rsid w:val="00733828"/>
    <w:rsid w:val="00733A49"/>
    <w:rsid w:val="00734002"/>
    <w:rsid w:val="007356F4"/>
    <w:rsid w:val="00735BCD"/>
    <w:rsid w:val="00740C3B"/>
    <w:rsid w:val="0074648A"/>
    <w:rsid w:val="00750A40"/>
    <w:rsid w:val="00755E7E"/>
    <w:rsid w:val="0076253A"/>
    <w:rsid w:val="00764709"/>
    <w:rsid w:val="0077113B"/>
    <w:rsid w:val="00772286"/>
    <w:rsid w:val="007779DB"/>
    <w:rsid w:val="007C46A0"/>
    <w:rsid w:val="007C653B"/>
    <w:rsid w:val="007D43D4"/>
    <w:rsid w:val="007D627C"/>
    <w:rsid w:val="007D77BE"/>
    <w:rsid w:val="007F1494"/>
    <w:rsid w:val="007F1862"/>
    <w:rsid w:val="007F29CF"/>
    <w:rsid w:val="007F53A5"/>
    <w:rsid w:val="007F60D4"/>
    <w:rsid w:val="00800574"/>
    <w:rsid w:val="00810CE3"/>
    <w:rsid w:val="00812E17"/>
    <w:rsid w:val="00815255"/>
    <w:rsid w:val="0081564F"/>
    <w:rsid w:val="008206E5"/>
    <w:rsid w:val="008223D8"/>
    <w:rsid w:val="008308F3"/>
    <w:rsid w:val="008376FB"/>
    <w:rsid w:val="00837DEA"/>
    <w:rsid w:val="00841970"/>
    <w:rsid w:val="0084414E"/>
    <w:rsid w:val="008456A0"/>
    <w:rsid w:val="00846F6F"/>
    <w:rsid w:val="008501AE"/>
    <w:rsid w:val="00852225"/>
    <w:rsid w:val="00863A6E"/>
    <w:rsid w:val="00866CA1"/>
    <w:rsid w:val="008741AE"/>
    <w:rsid w:val="00875CC9"/>
    <w:rsid w:val="008870B3"/>
    <w:rsid w:val="00897A67"/>
    <w:rsid w:val="008A3A19"/>
    <w:rsid w:val="008A44D5"/>
    <w:rsid w:val="008A65E8"/>
    <w:rsid w:val="008A6F0F"/>
    <w:rsid w:val="008A7A42"/>
    <w:rsid w:val="008B211B"/>
    <w:rsid w:val="008B791D"/>
    <w:rsid w:val="008C3018"/>
    <w:rsid w:val="008C62E7"/>
    <w:rsid w:val="008D093A"/>
    <w:rsid w:val="008D3900"/>
    <w:rsid w:val="008D5905"/>
    <w:rsid w:val="008D61F7"/>
    <w:rsid w:val="008E1814"/>
    <w:rsid w:val="008E1E2C"/>
    <w:rsid w:val="008E537D"/>
    <w:rsid w:val="008F25AD"/>
    <w:rsid w:val="008F5036"/>
    <w:rsid w:val="00903FA3"/>
    <w:rsid w:val="00914321"/>
    <w:rsid w:val="00921130"/>
    <w:rsid w:val="00922D73"/>
    <w:rsid w:val="00937808"/>
    <w:rsid w:val="009428A0"/>
    <w:rsid w:val="0094488E"/>
    <w:rsid w:val="00951D98"/>
    <w:rsid w:val="00954F97"/>
    <w:rsid w:val="00962D6A"/>
    <w:rsid w:val="0097220F"/>
    <w:rsid w:val="00974DF6"/>
    <w:rsid w:val="00995AA9"/>
    <w:rsid w:val="009A42E8"/>
    <w:rsid w:val="009B1EA7"/>
    <w:rsid w:val="009C06CC"/>
    <w:rsid w:val="009C18F4"/>
    <w:rsid w:val="009C4BD7"/>
    <w:rsid w:val="009D74B9"/>
    <w:rsid w:val="009F6851"/>
    <w:rsid w:val="009F68DF"/>
    <w:rsid w:val="00A07323"/>
    <w:rsid w:val="00A11AFE"/>
    <w:rsid w:val="00A1355C"/>
    <w:rsid w:val="00A16754"/>
    <w:rsid w:val="00A23313"/>
    <w:rsid w:val="00A23AB3"/>
    <w:rsid w:val="00A23F90"/>
    <w:rsid w:val="00A27759"/>
    <w:rsid w:val="00A4793D"/>
    <w:rsid w:val="00A47A4F"/>
    <w:rsid w:val="00A5071A"/>
    <w:rsid w:val="00A53B93"/>
    <w:rsid w:val="00A5587C"/>
    <w:rsid w:val="00A55E0D"/>
    <w:rsid w:val="00A56E07"/>
    <w:rsid w:val="00A7258E"/>
    <w:rsid w:val="00A72997"/>
    <w:rsid w:val="00A77999"/>
    <w:rsid w:val="00A8187D"/>
    <w:rsid w:val="00A9166C"/>
    <w:rsid w:val="00A91BBE"/>
    <w:rsid w:val="00AA0326"/>
    <w:rsid w:val="00AA650D"/>
    <w:rsid w:val="00AB4E69"/>
    <w:rsid w:val="00AC4369"/>
    <w:rsid w:val="00AC56CF"/>
    <w:rsid w:val="00AD3B87"/>
    <w:rsid w:val="00AD42F4"/>
    <w:rsid w:val="00AD4A5C"/>
    <w:rsid w:val="00AE0F70"/>
    <w:rsid w:val="00AE2A96"/>
    <w:rsid w:val="00AE4817"/>
    <w:rsid w:val="00AE4C09"/>
    <w:rsid w:val="00AE526D"/>
    <w:rsid w:val="00B0185B"/>
    <w:rsid w:val="00B02B05"/>
    <w:rsid w:val="00B05104"/>
    <w:rsid w:val="00B17E06"/>
    <w:rsid w:val="00B2503B"/>
    <w:rsid w:val="00B33C63"/>
    <w:rsid w:val="00B368BA"/>
    <w:rsid w:val="00B43E20"/>
    <w:rsid w:val="00B43F88"/>
    <w:rsid w:val="00B56DF4"/>
    <w:rsid w:val="00B638BB"/>
    <w:rsid w:val="00B82DE1"/>
    <w:rsid w:val="00B906D7"/>
    <w:rsid w:val="00B90C9A"/>
    <w:rsid w:val="00B9133B"/>
    <w:rsid w:val="00B9723B"/>
    <w:rsid w:val="00B97B02"/>
    <w:rsid w:val="00BA5B1D"/>
    <w:rsid w:val="00BA6AE9"/>
    <w:rsid w:val="00BC4FB7"/>
    <w:rsid w:val="00BD3069"/>
    <w:rsid w:val="00BD5A4B"/>
    <w:rsid w:val="00BF2047"/>
    <w:rsid w:val="00C06044"/>
    <w:rsid w:val="00C20EAD"/>
    <w:rsid w:val="00C23673"/>
    <w:rsid w:val="00C43D2E"/>
    <w:rsid w:val="00C44879"/>
    <w:rsid w:val="00C44A34"/>
    <w:rsid w:val="00C52EE6"/>
    <w:rsid w:val="00C542BD"/>
    <w:rsid w:val="00C60A38"/>
    <w:rsid w:val="00C81758"/>
    <w:rsid w:val="00C8548B"/>
    <w:rsid w:val="00C90937"/>
    <w:rsid w:val="00C94FE6"/>
    <w:rsid w:val="00C9688C"/>
    <w:rsid w:val="00C96A27"/>
    <w:rsid w:val="00CA0FB1"/>
    <w:rsid w:val="00CA5525"/>
    <w:rsid w:val="00CB12D5"/>
    <w:rsid w:val="00CB775F"/>
    <w:rsid w:val="00CC4869"/>
    <w:rsid w:val="00CD1930"/>
    <w:rsid w:val="00CD4D0A"/>
    <w:rsid w:val="00CD6814"/>
    <w:rsid w:val="00CE16D9"/>
    <w:rsid w:val="00CE2722"/>
    <w:rsid w:val="00CF49FB"/>
    <w:rsid w:val="00CF7615"/>
    <w:rsid w:val="00D10BDB"/>
    <w:rsid w:val="00D17361"/>
    <w:rsid w:val="00D3012F"/>
    <w:rsid w:val="00D31E22"/>
    <w:rsid w:val="00D4031A"/>
    <w:rsid w:val="00D50C61"/>
    <w:rsid w:val="00D525C8"/>
    <w:rsid w:val="00D53ABC"/>
    <w:rsid w:val="00D604A7"/>
    <w:rsid w:val="00D6333E"/>
    <w:rsid w:val="00D66513"/>
    <w:rsid w:val="00D66578"/>
    <w:rsid w:val="00D731A7"/>
    <w:rsid w:val="00D7566C"/>
    <w:rsid w:val="00D81273"/>
    <w:rsid w:val="00D84412"/>
    <w:rsid w:val="00D849C0"/>
    <w:rsid w:val="00D86229"/>
    <w:rsid w:val="00D86922"/>
    <w:rsid w:val="00D9166F"/>
    <w:rsid w:val="00DA042C"/>
    <w:rsid w:val="00DA16F0"/>
    <w:rsid w:val="00DA69DA"/>
    <w:rsid w:val="00DA782F"/>
    <w:rsid w:val="00DD020D"/>
    <w:rsid w:val="00DD086B"/>
    <w:rsid w:val="00DD16E7"/>
    <w:rsid w:val="00DE0F1F"/>
    <w:rsid w:val="00DE7FA7"/>
    <w:rsid w:val="00DF320D"/>
    <w:rsid w:val="00E01BDF"/>
    <w:rsid w:val="00E164AC"/>
    <w:rsid w:val="00E175CF"/>
    <w:rsid w:val="00E21AA0"/>
    <w:rsid w:val="00E43D2B"/>
    <w:rsid w:val="00E517A8"/>
    <w:rsid w:val="00E51BCA"/>
    <w:rsid w:val="00E51FFC"/>
    <w:rsid w:val="00E52F2D"/>
    <w:rsid w:val="00E56DED"/>
    <w:rsid w:val="00E65DB4"/>
    <w:rsid w:val="00E721CC"/>
    <w:rsid w:val="00E82609"/>
    <w:rsid w:val="00E94C88"/>
    <w:rsid w:val="00EA567C"/>
    <w:rsid w:val="00EC0B21"/>
    <w:rsid w:val="00EC0D17"/>
    <w:rsid w:val="00EC0D33"/>
    <w:rsid w:val="00EC2156"/>
    <w:rsid w:val="00EC57CC"/>
    <w:rsid w:val="00EC7006"/>
    <w:rsid w:val="00ED7A6C"/>
    <w:rsid w:val="00EE2D91"/>
    <w:rsid w:val="00EE606E"/>
    <w:rsid w:val="00EE6905"/>
    <w:rsid w:val="00EF0B06"/>
    <w:rsid w:val="00EF1C87"/>
    <w:rsid w:val="00F05678"/>
    <w:rsid w:val="00F1306F"/>
    <w:rsid w:val="00F14803"/>
    <w:rsid w:val="00F15CD0"/>
    <w:rsid w:val="00F307A4"/>
    <w:rsid w:val="00F3167E"/>
    <w:rsid w:val="00F31D37"/>
    <w:rsid w:val="00F31E7B"/>
    <w:rsid w:val="00F329A4"/>
    <w:rsid w:val="00F54F69"/>
    <w:rsid w:val="00F577E2"/>
    <w:rsid w:val="00F67BFA"/>
    <w:rsid w:val="00F74DA3"/>
    <w:rsid w:val="00F831A9"/>
    <w:rsid w:val="00F83D8F"/>
    <w:rsid w:val="00F841BE"/>
    <w:rsid w:val="00F86D66"/>
    <w:rsid w:val="00F9243C"/>
    <w:rsid w:val="00F953BD"/>
    <w:rsid w:val="00F96B3C"/>
    <w:rsid w:val="00FA1598"/>
    <w:rsid w:val="00FA7807"/>
    <w:rsid w:val="00FB0D1C"/>
    <w:rsid w:val="00FC5009"/>
    <w:rsid w:val="00FE0559"/>
    <w:rsid w:val="00FE1DEA"/>
    <w:rsid w:val="00FF2237"/>
    <w:rsid w:val="00FF225A"/>
    <w:rsid w:val="00FF2682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006eb4,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225A"/>
    <w:pPr>
      <w:spacing w:line="320" w:lineRule="exact"/>
    </w:pPr>
    <w:rPr>
      <w:rFonts w:ascii="Arial" w:hAnsi="Arial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675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leGrid">
    <w:name w:val="Table Grid"/>
    <w:basedOn w:val="TableNormal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Normal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DocumentMap">
    <w:name w:val="Document Map"/>
    <w:basedOn w:val="Normal"/>
    <w:semiHidden/>
    <w:rsid w:val="001C3B00"/>
    <w:pPr>
      <w:shd w:val="clear" w:color="auto" w:fill="000080"/>
    </w:pPr>
    <w:rPr>
      <w:rFonts w:ascii="Tahoma" w:hAnsi="Tahoma" w:cs="Tahoma"/>
      <w:szCs w:val="20"/>
    </w:rPr>
  </w:style>
  <w:style w:type="paragraph" w:styleId="HTMLPreformatted">
    <w:name w:val="HTML Preformatted"/>
    <w:basedOn w:val="Normal"/>
    <w:link w:val="HTMLPreformattedChar"/>
    <w:rsid w:val="00CE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  <w:lang w:eastAsia="ja-JP"/>
    </w:rPr>
  </w:style>
  <w:style w:type="paragraph" w:styleId="BalloonText">
    <w:name w:val="Balloon Text"/>
    <w:basedOn w:val="Normal"/>
    <w:semiHidden/>
    <w:rsid w:val="005E0516"/>
    <w:rPr>
      <w:rFonts w:ascii="Tahoma" w:hAnsi="Tahoma" w:cs="Tahoma"/>
      <w:sz w:val="16"/>
      <w:szCs w:val="16"/>
    </w:rPr>
  </w:style>
  <w:style w:type="paragraph" w:customStyle="1" w:styleId="FormatvorlagefooterFett">
    <w:name w:val="Formatvorlage footer + Fett"/>
    <w:basedOn w:val="Normal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DE" w:eastAsia="de-DE" w:bidi="ar-SA"/>
    </w:rPr>
  </w:style>
  <w:style w:type="numbering" w:customStyle="1" w:styleId="NumberedList">
    <w:name w:val="Numbered List"/>
    <w:basedOn w:val="NoList"/>
    <w:rsid w:val="00A23AB3"/>
    <w:pPr>
      <w:numPr>
        <w:numId w:val="26"/>
      </w:numPr>
    </w:pPr>
  </w:style>
  <w:style w:type="numbering" w:customStyle="1" w:styleId="List1">
    <w:name w:val="List1"/>
    <w:basedOn w:val="NoList"/>
    <w:rsid w:val="00837DEA"/>
    <w:pPr>
      <w:numPr>
        <w:numId w:val="7"/>
      </w:numPr>
    </w:pPr>
  </w:style>
  <w:style w:type="paragraph" w:styleId="NormalWeb">
    <w:name w:val="Normal (Web)"/>
    <w:basedOn w:val="Normal"/>
    <w:unhideWhenUsed/>
    <w:rsid w:val="000122BC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de-AT" w:eastAsia="de-AT" w:bidi="de-AT"/>
    </w:rPr>
  </w:style>
  <w:style w:type="paragraph" w:styleId="CommentText">
    <w:name w:val="annotation text"/>
    <w:basedOn w:val="Normal"/>
    <w:link w:val="CommentTextChar"/>
    <w:unhideWhenUsed/>
    <w:rsid w:val="000122BC"/>
    <w:pPr>
      <w:spacing w:line="240" w:lineRule="auto"/>
    </w:pPr>
    <w:rPr>
      <w:szCs w:val="20"/>
      <w:lang w:val="de-AT" w:eastAsia="de-AT"/>
    </w:rPr>
  </w:style>
  <w:style w:type="character" w:customStyle="1" w:styleId="CommentTextChar">
    <w:name w:val="Comment Text Char"/>
    <w:basedOn w:val="DefaultParagraphFont"/>
    <w:link w:val="CommentText"/>
    <w:rsid w:val="000122BC"/>
    <w:rPr>
      <w:rFonts w:ascii="Arial" w:hAnsi="Arial"/>
    </w:rPr>
  </w:style>
  <w:style w:type="character" w:styleId="CommentReference">
    <w:name w:val="annotation reference"/>
    <w:basedOn w:val="DefaultParagraphFont"/>
    <w:unhideWhenUsed/>
    <w:rsid w:val="000122BC"/>
    <w:rPr>
      <w:sz w:val="16"/>
      <w:szCs w:val="16"/>
    </w:rPr>
  </w:style>
  <w:style w:type="character" w:customStyle="1" w:styleId="HTMLPreformattedChar">
    <w:name w:val="HTML Preformatted Char"/>
    <w:link w:val="HTMLPreformatted"/>
    <w:rsid w:val="00CD4D0A"/>
    <w:rPr>
      <w:rFonts w:ascii="Courier New" w:eastAsia="SimSun" w:hAnsi="Courier New" w:cs="Courier New"/>
      <w:snapToGrid w:val="0"/>
      <w:lang w:val="de-DE" w:eastAsia="ja-JP"/>
    </w:rPr>
  </w:style>
  <w:style w:type="paragraph" w:customStyle="1" w:styleId="GB5">
    <w:name w:val="GB 5"/>
    <w:basedOn w:val="Normal"/>
    <w:link w:val="GB5Char"/>
    <w:rsid w:val="003E1F6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3E1F65"/>
    <w:rPr>
      <w:rFonts w:ascii="Arial" w:hAnsi="Arial" w:cs="Arial"/>
      <w:sz w:val="24"/>
      <w:szCs w:val="24"/>
      <w:lang w:val="de-DE" w:eastAsia="de-DE"/>
    </w:rPr>
  </w:style>
  <w:style w:type="character" w:styleId="FollowedHyperlink">
    <w:name w:val="FollowedHyperlink"/>
    <w:uiPriority w:val="99"/>
    <w:unhideWhenUsed/>
    <w:rsid w:val="00E65DB4"/>
    <w:rPr>
      <w:color w:val="800080"/>
      <w:u w:val="single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225A"/>
    <w:pPr>
      <w:spacing w:line="320" w:lineRule="exact"/>
    </w:pPr>
    <w:rPr>
      <w:rFonts w:ascii="Arial" w:hAnsi="Arial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675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leGrid">
    <w:name w:val="Table Grid"/>
    <w:basedOn w:val="TableNormal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Normal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DocumentMap">
    <w:name w:val="Document Map"/>
    <w:basedOn w:val="Normal"/>
    <w:semiHidden/>
    <w:rsid w:val="001C3B00"/>
    <w:pPr>
      <w:shd w:val="clear" w:color="auto" w:fill="000080"/>
    </w:pPr>
    <w:rPr>
      <w:rFonts w:ascii="Tahoma" w:hAnsi="Tahoma" w:cs="Tahoma"/>
      <w:szCs w:val="20"/>
    </w:rPr>
  </w:style>
  <w:style w:type="paragraph" w:styleId="HTMLPreformatted">
    <w:name w:val="HTML Preformatted"/>
    <w:basedOn w:val="Normal"/>
    <w:link w:val="HTMLPreformattedChar"/>
    <w:rsid w:val="00CE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  <w:lang w:eastAsia="ja-JP"/>
    </w:rPr>
  </w:style>
  <w:style w:type="paragraph" w:styleId="BalloonText">
    <w:name w:val="Balloon Text"/>
    <w:basedOn w:val="Normal"/>
    <w:semiHidden/>
    <w:rsid w:val="005E0516"/>
    <w:rPr>
      <w:rFonts w:ascii="Tahoma" w:hAnsi="Tahoma" w:cs="Tahoma"/>
      <w:sz w:val="16"/>
      <w:szCs w:val="16"/>
    </w:rPr>
  </w:style>
  <w:style w:type="paragraph" w:customStyle="1" w:styleId="FormatvorlagefooterFett">
    <w:name w:val="Formatvorlage footer + Fett"/>
    <w:basedOn w:val="Normal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DE" w:eastAsia="de-DE" w:bidi="ar-SA"/>
    </w:rPr>
  </w:style>
  <w:style w:type="numbering" w:customStyle="1" w:styleId="NumberedList">
    <w:name w:val="Numbered List"/>
    <w:basedOn w:val="NoList"/>
    <w:rsid w:val="00A23AB3"/>
    <w:pPr>
      <w:numPr>
        <w:numId w:val="26"/>
      </w:numPr>
    </w:pPr>
  </w:style>
  <w:style w:type="numbering" w:customStyle="1" w:styleId="List1">
    <w:name w:val="List1"/>
    <w:basedOn w:val="NoList"/>
    <w:rsid w:val="00837DEA"/>
    <w:pPr>
      <w:numPr>
        <w:numId w:val="7"/>
      </w:numPr>
    </w:pPr>
  </w:style>
  <w:style w:type="paragraph" w:styleId="NormalWeb">
    <w:name w:val="Normal (Web)"/>
    <w:basedOn w:val="Normal"/>
    <w:unhideWhenUsed/>
    <w:rsid w:val="000122BC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de-AT" w:eastAsia="de-AT" w:bidi="de-AT"/>
    </w:rPr>
  </w:style>
  <w:style w:type="paragraph" w:styleId="CommentText">
    <w:name w:val="annotation text"/>
    <w:basedOn w:val="Normal"/>
    <w:link w:val="CommentTextChar"/>
    <w:unhideWhenUsed/>
    <w:rsid w:val="000122BC"/>
    <w:pPr>
      <w:spacing w:line="240" w:lineRule="auto"/>
    </w:pPr>
    <w:rPr>
      <w:szCs w:val="20"/>
      <w:lang w:val="de-AT" w:eastAsia="de-AT"/>
    </w:rPr>
  </w:style>
  <w:style w:type="character" w:customStyle="1" w:styleId="CommentTextChar">
    <w:name w:val="Comment Text Char"/>
    <w:basedOn w:val="DefaultParagraphFont"/>
    <w:link w:val="CommentText"/>
    <w:rsid w:val="000122BC"/>
    <w:rPr>
      <w:rFonts w:ascii="Arial" w:hAnsi="Arial"/>
    </w:rPr>
  </w:style>
  <w:style w:type="character" w:styleId="CommentReference">
    <w:name w:val="annotation reference"/>
    <w:basedOn w:val="DefaultParagraphFont"/>
    <w:unhideWhenUsed/>
    <w:rsid w:val="000122BC"/>
    <w:rPr>
      <w:sz w:val="16"/>
      <w:szCs w:val="16"/>
    </w:rPr>
  </w:style>
  <w:style w:type="character" w:customStyle="1" w:styleId="HTMLPreformattedChar">
    <w:name w:val="HTML Preformatted Char"/>
    <w:link w:val="HTMLPreformatted"/>
    <w:rsid w:val="00CD4D0A"/>
    <w:rPr>
      <w:rFonts w:ascii="Courier New" w:eastAsia="SimSun" w:hAnsi="Courier New" w:cs="Courier New"/>
      <w:snapToGrid w:val="0"/>
      <w:lang w:val="de-DE" w:eastAsia="ja-JP"/>
    </w:rPr>
  </w:style>
  <w:style w:type="paragraph" w:customStyle="1" w:styleId="GB5">
    <w:name w:val="GB 5"/>
    <w:basedOn w:val="Normal"/>
    <w:link w:val="GB5Char"/>
    <w:rsid w:val="003E1F6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3E1F65"/>
    <w:rPr>
      <w:rFonts w:ascii="Arial" w:hAnsi="Arial" w:cs="Arial"/>
      <w:sz w:val="24"/>
      <w:szCs w:val="24"/>
      <w:lang w:val="de-DE" w:eastAsia="de-DE"/>
    </w:rPr>
  </w:style>
  <w:style w:type="character" w:styleId="FollowedHyperlink">
    <w:name w:val="FollowedHyperlink"/>
    <w:uiPriority w:val="99"/>
    <w:unhideWhenUsed/>
    <w:rsid w:val="00E65DB4"/>
    <w:rPr>
      <w:color w:val="800080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418</Words>
  <Characters>3262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Buchbauer Michael</cp:lastModifiedBy>
  <cp:revision>11</cp:revision>
  <cp:lastPrinted>2016-07-28T15:11:00Z</cp:lastPrinted>
  <dcterms:created xsi:type="dcterms:W3CDTF">2016-08-03T13:06:00Z</dcterms:created>
  <dcterms:modified xsi:type="dcterms:W3CDTF">2016-08-08T13:05:00Z</dcterms:modified>
</cp:coreProperties>
</file>