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0F718F" w:rsidRDefault="00765EEB" w:rsidP="00765EEB">
      <w:pPr>
        <w:pStyle w:val="Documenttitle"/>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t>Press release</w:t>
      </w:r>
    </w:p>
    <w:p w:rsidR="00FD6C00" w:rsidRPr="000F718F" w:rsidRDefault="00FD6C00" w:rsidP="006C15D7">
      <w:pPr>
        <w:spacing w:after="0" w:line="320" w:lineRule="exact"/>
        <w:rPr>
          <w:rFonts w:asciiTheme="minorHAnsi" w:hAnsiTheme="minorHAnsi"/>
        </w:rPr>
      </w:pPr>
    </w:p>
    <w:p w:rsidR="00B46E7D" w:rsidRPr="000F718F" w:rsidRDefault="00B46E7D" w:rsidP="006C15D7">
      <w:pPr>
        <w:spacing w:after="0" w:line="320" w:lineRule="exact"/>
        <w:rPr>
          <w:rFonts w:asciiTheme="minorHAnsi" w:hAnsiTheme="minorHAnsi"/>
        </w:rPr>
      </w:pPr>
    </w:p>
    <w:p w:rsidR="006C3CE4" w:rsidRPr="000F718F" w:rsidRDefault="00D501B3" w:rsidP="0088165A">
      <w:pPr>
        <w:spacing w:after="0" w:line="320" w:lineRule="exact"/>
        <w:jc w:val="left"/>
        <w:outlineLvl w:val="0"/>
        <w:rPr>
          <w:rFonts w:ascii="Arial" w:eastAsia="Times New Roman" w:hAnsi="Arial"/>
          <w:b/>
          <w:bCs/>
          <w:spacing w:val="0"/>
          <w:kern w:val="0"/>
          <w:sz w:val="24"/>
          <w:szCs w:val="24"/>
        </w:rPr>
      </w:pPr>
      <w:bookmarkStart w:id="6" w:name="_FColor_Text_3"/>
      <w:bookmarkEnd w:id="0"/>
      <w:bookmarkEnd w:id="1"/>
      <w:bookmarkEnd w:id="2"/>
      <w:bookmarkEnd w:id="3"/>
      <w:bookmarkEnd w:id="4"/>
      <w:bookmarkEnd w:id="5"/>
      <w:r>
        <w:rPr>
          <w:rFonts w:ascii="Arial" w:hAnsi="Arial"/>
          <w:b/>
          <w:spacing w:val="0"/>
          <w:kern w:val="0"/>
          <w:sz w:val="24"/>
        </w:rPr>
        <w:t xml:space="preserve">ANDRITZ </w:t>
      </w:r>
      <w:proofErr w:type="spellStart"/>
      <w:r>
        <w:rPr>
          <w:rFonts w:ascii="Arial" w:hAnsi="Arial"/>
          <w:b/>
          <w:spacing w:val="0"/>
          <w:kern w:val="0"/>
          <w:sz w:val="24"/>
        </w:rPr>
        <w:t>MeWa</w:t>
      </w:r>
      <w:proofErr w:type="spellEnd"/>
      <w:r>
        <w:rPr>
          <w:rFonts w:ascii="Arial" w:hAnsi="Arial"/>
          <w:b/>
          <w:spacing w:val="0"/>
          <w:kern w:val="0"/>
          <w:sz w:val="24"/>
        </w:rPr>
        <w:t xml:space="preserve"> successfully starts up </w:t>
      </w:r>
      <w:r w:rsidR="00B3474F">
        <w:rPr>
          <w:rFonts w:ascii="Arial" w:hAnsi="Arial"/>
          <w:b/>
          <w:spacing w:val="0"/>
          <w:kern w:val="0"/>
          <w:sz w:val="24"/>
        </w:rPr>
        <w:br/>
      </w:r>
      <w:r>
        <w:rPr>
          <w:rFonts w:ascii="Arial" w:hAnsi="Arial"/>
          <w:b/>
          <w:spacing w:val="0"/>
          <w:kern w:val="0"/>
          <w:sz w:val="24"/>
        </w:rPr>
        <w:t>new QZ 2500 cross-flow shredder at UFH RE-cycling</w:t>
      </w:r>
    </w:p>
    <w:p w:rsidR="0088165A" w:rsidRPr="000F718F" w:rsidRDefault="0088165A" w:rsidP="0088165A">
      <w:pPr>
        <w:spacing w:after="0" w:line="320" w:lineRule="exact"/>
        <w:jc w:val="left"/>
        <w:rPr>
          <w:rFonts w:ascii="Arial" w:eastAsia="Times New Roman" w:hAnsi="Arial"/>
          <w:spacing w:val="0"/>
          <w:kern w:val="0"/>
          <w:sz w:val="20"/>
          <w:szCs w:val="24"/>
        </w:rPr>
      </w:pPr>
    </w:p>
    <w:p w:rsidR="00D501B3" w:rsidRDefault="0088165A" w:rsidP="00D501B3">
      <w:pPr>
        <w:spacing w:after="0" w:line="320" w:lineRule="exact"/>
        <w:jc w:val="left"/>
        <w:rPr>
          <w:rFonts w:ascii="Arial" w:eastAsia="Times New Roman" w:hAnsi="Arial"/>
          <w:spacing w:val="0"/>
          <w:kern w:val="0"/>
          <w:sz w:val="20"/>
          <w:szCs w:val="24"/>
        </w:rPr>
      </w:pPr>
      <w:r>
        <w:rPr>
          <w:rFonts w:ascii="Arial" w:hAnsi="Arial"/>
          <w:b/>
          <w:spacing w:val="0"/>
          <w:kern w:val="0"/>
          <w:sz w:val="20"/>
        </w:rPr>
        <w:t xml:space="preserve">Graz, March </w:t>
      </w:r>
      <w:r w:rsidR="00A2732E">
        <w:rPr>
          <w:rFonts w:ascii="Arial" w:hAnsi="Arial"/>
          <w:b/>
          <w:spacing w:val="0"/>
          <w:kern w:val="0"/>
          <w:sz w:val="20"/>
        </w:rPr>
        <w:t>21</w:t>
      </w:r>
      <w:r>
        <w:rPr>
          <w:rFonts w:ascii="Arial" w:hAnsi="Arial"/>
          <w:b/>
          <w:spacing w:val="0"/>
          <w:kern w:val="0"/>
          <w:sz w:val="20"/>
        </w:rPr>
        <w:t xml:space="preserve">, 2017.  </w:t>
      </w:r>
      <w:r>
        <w:rPr>
          <w:rFonts w:ascii="Arial" w:hAnsi="Arial"/>
          <w:spacing w:val="0"/>
          <w:kern w:val="0"/>
          <w:sz w:val="20"/>
        </w:rPr>
        <w:t xml:space="preserve">ANDRITZ </w:t>
      </w:r>
      <w:proofErr w:type="spellStart"/>
      <w:r>
        <w:rPr>
          <w:rFonts w:ascii="Arial" w:hAnsi="Arial"/>
          <w:spacing w:val="0"/>
          <w:kern w:val="0"/>
          <w:sz w:val="20"/>
        </w:rPr>
        <w:t>MeWa</w:t>
      </w:r>
      <w:proofErr w:type="spellEnd"/>
      <w:r>
        <w:rPr>
          <w:rFonts w:ascii="Arial" w:hAnsi="Arial"/>
          <w:spacing w:val="0"/>
          <w:kern w:val="0"/>
          <w:sz w:val="20"/>
        </w:rPr>
        <w:t xml:space="preserve">, part of international technology Group ANDRITZ, has successfully commissioned the QZ 2500 cross-flow shredder supplied to UFH RE-cycling in </w:t>
      </w:r>
      <w:proofErr w:type="spellStart"/>
      <w:r>
        <w:rPr>
          <w:rFonts w:ascii="Arial" w:hAnsi="Arial"/>
          <w:spacing w:val="0"/>
          <w:kern w:val="0"/>
          <w:sz w:val="20"/>
        </w:rPr>
        <w:t>Kematen</w:t>
      </w:r>
      <w:proofErr w:type="spellEnd"/>
      <w:r>
        <w:rPr>
          <w:rFonts w:ascii="Arial" w:hAnsi="Arial"/>
          <w:spacing w:val="0"/>
          <w:kern w:val="0"/>
          <w:sz w:val="20"/>
        </w:rPr>
        <w:t xml:space="preserve">, </w:t>
      </w:r>
      <w:proofErr w:type="spellStart"/>
      <w:r>
        <w:rPr>
          <w:rFonts w:ascii="Arial" w:hAnsi="Arial"/>
          <w:spacing w:val="0"/>
          <w:kern w:val="0"/>
          <w:sz w:val="20"/>
        </w:rPr>
        <w:t>Ybbs</w:t>
      </w:r>
      <w:proofErr w:type="spellEnd"/>
      <w:r>
        <w:rPr>
          <w:rFonts w:ascii="Arial" w:hAnsi="Arial"/>
          <w:spacing w:val="0"/>
          <w:kern w:val="0"/>
          <w:sz w:val="20"/>
        </w:rPr>
        <w:t xml:space="preserve">, Austria. This unit was installed in the existing recycling plant for refrigerators in record time within just a few weeks and replaces the old QZ 2000 cross-flow shredder supplied in 2009 – also by ANDRITZ </w:t>
      </w:r>
      <w:proofErr w:type="spellStart"/>
      <w:r>
        <w:rPr>
          <w:rFonts w:ascii="Arial" w:hAnsi="Arial"/>
          <w:spacing w:val="0"/>
          <w:kern w:val="0"/>
          <w:sz w:val="20"/>
        </w:rPr>
        <w:t>MeWa</w:t>
      </w:r>
      <w:proofErr w:type="spellEnd"/>
      <w:r>
        <w:rPr>
          <w:rFonts w:ascii="Arial" w:hAnsi="Arial"/>
          <w:spacing w:val="0"/>
          <w:kern w:val="0"/>
          <w:sz w:val="20"/>
        </w:rPr>
        <w:t xml:space="preserve"> – and which has recycled roughly 1.8 million refrigerators since then. With the new QZ 2500 cross-flow shredder, the annual capacity of the recycling plant is increased substantially.</w:t>
      </w:r>
    </w:p>
    <w:p w:rsidR="00EB7CC0" w:rsidRPr="00380810" w:rsidRDefault="00EB7CC0" w:rsidP="00EB7CC0">
      <w:pPr>
        <w:pStyle w:val="bodytext"/>
        <w:spacing w:line="360" w:lineRule="auto"/>
        <w:jc w:val="both"/>
        <w:rPr>
          <w:rFonts w:ascii="Arial" w:hAnsi="Arial" w:cs="Arial"/>
          <w:sz w:val="20"/>
          <w:szCs w:val="20"/>
        </w:rPr>
      </w:pPr>
      <w:r>
        <w:rPr>
          <w:rFonts w:ascii="Arial" w:hAnsi="Arial"/>
          <w:sz w:val="20"/>
        </w:rPr>
        <w:t xml:space="preserve">The QZ cross-flow shredder is the heart of the plant and shreds the refrigerators in a particularly fast and careful process that is also environmentally friendly. After being shredded by the QZ, the fractions containing valuable substances, such as aluminum, copper, iron, and plastics, are removed using suitable separation technology and supplied ready for sale. The environmentally harmful gases contained in the cooling liquids and insulation of refrigerators are removed completely by suction and collected. </w:t>
      </w:r>
    </w:p>
    <w:p w:rsidR="002B078D" w:rsidRDefault="002B078D" w:rsidP="00D501B3">
      <w:pPr>
        <w:spacing w:after="0" w:line="320" w:lineRule="exact"/>
        <w:jc w:val="left"/>
        <w:rPr>
          <w:rFonts w:ascii="Arial" w:eastAsia="Times New Roman" w:hAnsi="Arial"/>
          <w:spacing w:val="0"/>
          <w:kern w:val="0"/>
          <w:sz w:val="20"/>
          <w:szCs w:val="24"/>
        </w:rPr>
      </w:pPr>
      <w:r>
        <w:rPr>
          <w:rFonts w:ascii="Arial" w:hAnsi="Arial"/>
          <w:spacing w:val="0"/>
          <w:kern w:val="0"/>
          <w:sz w:val="20"/>
        </w:rPr>
        <w:t xml:space="preserve">In addition to the customer’s great satisfaction with the existing technologies, the many improvements in the new machine generation manufactured in Graz also proved decisive for the customer to invest once again in ANDRITZ </w:t>
      </w:r>
      <w:proofErr w:type="spellStart"/>
      <w:r>
        <w:rPr>
          <w:rFonts w:ascii="Arial" w:hAnsi="Arial"/>
          <w:spacing w:val="0"/>
          <w:kern w:val="0"/>
          <w:sz w:val="20"/>
        </w:rPr>
        <w:t>MeWa</w:t>
      </w:r>
      <w:proofErr w:type="spellEnd"/>
      <w:r>
        <w:rPr>
          <w:rFonts w:ascii="Arial" w:hAnsi="Arial"/>
          <w:spacing w:val="0"/>
          <w:kern w:val="0"/>
          <w:sz w:val="20"/>
        </w:rPr>
        <w:t xml:space="preserve"> technologies. </w:t>
      </w:r>
    </w:p>
    <w:p w:rsidR="006B1154" w:rsidRDefault="006B1154" w:rsidP="00D501B3">
      <w:pPr>
        <w:spacing w:after="0" w:line="320" w:lineRule="exact"/>
        <w:jc w:val="left"/>
        <w:rPr>
          <w:rFonts w:ascii="Arial" w:eastAsia="Times New Roman" w:hAnsi="Arial"/>
          <w:spacing w:val="0"/>
          <w:kern w:val="0"/>
          <w:sz w:val="20"/>
          <w:szCs w:val="24"/>
        </w:rPr>
      </w:pPr>
    </w:p>
    <w:p w:rsidR="00824414" w:rsidRDefault="00824414" w:rsidP="0088165A">
      <w:pPr>
        <w:spacing w:after="0" w:line="320" w:lineRule="exact"/>
        <w:jc w:val="left"/>
        <w:rPr>
          <w:rFonts w:ascii="Arial" w:eastAsia="Times New Roman" w:hAnsi="Arial"/>
          <w:spacing w:val="0"/>
          <w:kern w:val="0"/>
          <w:sz w:val="20"/>
          <w:szCs w:val="24"/>
        </w:rPr>
      </w:pPr>
    </w:p>
    <w:p w:rsidR="0088165A" w:rsidRDefault="0088165A" w:rsidP="0088165A">
      <w:pPr>
        <w:spacing w:after="0" w:line="320" w:lineRule="exact"/>
        <w:jc w:val="center"/>
        <w:rPr>
          <w:rFonts w:ascii="Arial" w:eastAsia="Times New Roman" w:hAnsi="Arial"/>
          <w:spacing w:val="0"/>
          <w:kern w:val="0"/>
          <w:sz w:val="20"/>
          <w:szCs w:val="24"/>
        </w:rPr>
      </w:pPr>
      <w:r>
        <w:rPr>
          <w:rFonts w:ascii="Arial" w:hAnsi="Arial"/>
          <w:spacing w:val="0"/>
          <w:kern w:val="0"/>
          <w:sz w:val="20"/>
        </w:rPr>
        <w:t>– End –</w:t>
      </w:r>
    </w:p>
    <w:p w:rsidR="002F0898" w:rsidRDefault="002F0898" w:rsidP="0088165A">
      <w:pPr>
        <w:spacing w:after="0" w:line="320" w:lineRule="exact"/>
        <w:jc w:val="center"/>
        <w:rPr>
          <w:rFonts w:ascii="Arial" w:eastAsia="Times New Roman" w:hAnsi="Arial"/>
          <w:spacing w:val="0"/>
          <w:kern w:val="0"/>
          <w:sz w:val="20"/>
          <w:szCs w:val="24"/>
        </w:rPr>
      </w:pPr>
    </w:p>
    <w:p w:rsidR="002F0898" w:rsidRPr="000F718F" w:rsidRDefault="002A2FEB" w:rsidP="0088165A">
      <w:pPr>
        <w:spacing w:after="0" w:line="320" w:lineRule="exact"/>
        <w:jc w:val="center"/>
        <w:rPr>
          <w:rFonts w:ascii="Arial" w:eastAsia="Times New Roman" w:hAnsi="Arial"/>
          <w:b/>
          <w:color w:val="000000"/>
          <w:spacing w:val="0"/>
          <w:kern w:val="0"/>
          <w:sz w:val="18"/>
          <w:szCs w:val="18"/>
        </w:rPr>
      </w:pPr>
      <w:r>
        <w:rPr>
          <w:rFonts w:ascii="Arial" w:eastAsia="Times New Roman" w:hAnsi="Arial" w:cs="Arial"/>
          <w:b/>
          <w:noProof/>
          <w:spacing w:val="0"/>
          <w:kern w:val="0"/>
          <w:sz w:val="18"/>
          <w:szCs w:val="18"/>
          <w:lang w:val="de-AT" w:eastAsia="de-AT" w:bidi="ar-SA"/>
        </w:rPr>
        <w:drawing>
          <wp:anchor distT="0" distB="0" distL="114300" distR="114300" simplePos="0" relativeHeight="251658240" behindDoc="1" locked="0" layoutInCell="1" allowOverlap="1" wp14:anchorId="60887F5A" wp14:editId="6F8A964E">
            <wp:simplePos x="0" y="0"/>
            <wp:positionH relativeFrom="column">
              <wp:posOffset>-635</wp:posOffset>
            </wp:positionH>
            <wp:positionV relativeFrom="paragraph">
              <wp:posOffset>195580</wp:posOffset>
            </wp:positionV>
            <wp:extent cx="3067050" cy="2299970"/>
            <wp:effectExtent l="0" t="0" r="0" b="5080"/>
            <wp:wrapTight wrapText="bothSides">
              <wp:wrapPolygon edited="0">
                <wp:start x="0" y="0"/>
                <wp:lineTo x="0" y="21469"/>
                <wp:lineTo x="21466" y="21469"/>
                <wp:lineTo x="21466"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FH Recycling Querstromzerpaner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67050" cy="2299970"/>
                    </a:xfrm>
                    <a:prstGeom prst="rect">
                      <a:avLst/>
                    </a:prstGeom>
                  </pic:spPr>
                </pic:pic>
              </a:graphicData>
            </a:graphic>
            <wp14:sizeRelH relativeFrom="page">
              <wp14:pctWidth>0</wp14:pctWidth>
            </wp14:sizeRelH>
            <wp14:sizeRelV relativeFrom="page">
              <wp14:pctHeight>0</wp14:pctHeight>
            </wp14:sizeRelV>
          </wp:anchor>
        </w:drawing>
      </w:r>
    </w:p>
    <w:p w:rsidR="0088165A" w:rsidRPr="000F718F" w:rsidRDefault="0088165A" w:rsidP="0088165A">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705257" w:rsidRDefault="00705257"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9C3BA2" w:rsidRDefault="00D501B3" w:rsidP="00F77816">
      <w:pPr>
        <w:spacing w:after="0" w:line="240" w:lineRule="exact"/>
        <w:jc w:val="left"/>
        <w:rPr>
          <w:rFonts w:ascii="Arial" w:eastAsia="Times New Roman" w:hAnsi="Arial" w:cs="Arial"/>
          <w:b/>
          <w:spacing w:val="0"/>
          <w:kern w:val="0"/>
          <w:sz w:val="18"/>
          <w:szCs w:val="18"/>
        </w:rPr>
      </w:pPr>
      <w:r>
        <w:rPr>
          <w:rFonts w:ascii="Arial" w:hAnsi="Arial"/>
          <w:color w:val="0070C0"/>
          <w:sz w:val="18"/>
        </w:rPr>
        <w:t>◄</w:t>
      </w:r>
      <w:r>
        <w:rPr>
          <w:rFonts w:ascii="Arial" w:hAnsi="Arial"/>
          <w:sz w:val="18"/>
        </w:rPr>
        <w:t xml:space="preserve"> QZ 2500 universal cross-flow shredder </w:t>
      </w:r>
      <w:r w:rsidR="002A2FEB">
        <w:rPr>
          <w:rFonts w:ascii="Arial" w:hAnsi="Arial"/>
          <w:sz w:val="18"/>
        </w:rPr>
        <w:br/>
      </w:r>
      <w:r>
        <w:rPr>
          <w:rFonts w:ascii="Arial" w:hAnsi="Arial"/>
          <w:sz w:val="18"/>
        </w:rPr>
        <w:t>(Source: UFH RE-cycling)</w:t>
      </w: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3B4037" w:rsidRDefault="003B4037" w:rsidP="00D501B3">
      <w:pPr>
        <w:spacing w:after="0" w:line="240" w:lineRule="exact"/>
        <w:jc w:val="left"/>
        <w:rPr>
          <w:rFonts w:ascii="Arial" w:eastAsia="Times New Roman" w:hAnsi="Arial" w:cs="Arial"/>
          <w:b/>
          <w:spacing w:val="0"/>
          <w:kern w:val="0"/>
          <w:sz w:val="18"/>
          <w:szCs w:val="18"/>
        </w:rPr>
      </w:pPr>
    </w:p>
    <w:p w:rsidR="003B4037" w:rsidRDefault="003B4037" w:rsidP="00D501B3">
      <w:pPr>
        <w:spacing w:after="0" w:line="240" w:lineRule="exact"/>
        <w:jc w:val="left"/>
        <w:rPr>
          <w:rFonts w:ascii="Arial" w:eastAsia="Times New Roman" w:hAnsi="Arial" w:cs="Arial"/>
          <w:b/>
          <w:spacing w:val="0"/>
          <w:kern w:val="0"/>
          <w:sz w:val="18"/>
          <w:szCs w:val="18"/>
        </w:rPr>
      </w:pPr>
    </w:p>
    <w:p w:rsidR="003B4037" w:rsidRDefault="003B4037" w:rsidP="00D501B3">
      <w:pPr>
        <w:spacing w:after="0" w:line="240" w:lineRule="exact"/>
        <w:jc w:val="left"/>
        <w:rPr>
          <w:rFonts w:ascii="Arial" w:eastAsia="Times New Roman" w:hAnsi="Arial" w:cs="Arial"/>
          <w:b/>
          <w:spacing w:val="0"/>
          <w:kern w:val="0"/>
          <w:sz w:val="18"/>
          <w:szCs w:val="18"/>
        </w:rPr>
      </w:pPr>
    </w:p>
    <w:p w:rsidR="003B4037" w:rsidRDefault="003B4037"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Press release and photo available for download</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Press release and photo are available for download at www.andritz.com/news. The photo may be published free of charge if the source is stated: “</w:t>
      </w:r>
      <w:r w:rsidR="002A2FEB">
        <w:rPr>
          <w:rFonts w:ascii="Arial" w:hAnsi="Arial"/>
          <w:sz w:val="18"/>
        </w:rPr>
        <w:t>UFH RE-cycling</w:t>
      </w:r>
      <w:r>
        <w:rPr>
          <w:rFonts w:ascii="Arial" w:hAnsi="Arial"/>
          <w:spacing w:val="0"/>
          <w:kern w:val="0"/>
          <w:sz w:val="18"/>
        </w:rPr>
        <w:t>”.</w:t>
      </w:r>
    </w:p>
    <w:p w:rsidR="00D501B3" w:rsidRPr="00D501B3" w:rsidRDefault="00D501B3"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For further information, please contact:</w:t>
      </w:r>
      <w:bookmarkStart w:id="7" w:name="_GoBack"/>
      <w:bookmarkEnd w:id="7"/>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Dr. Michael Buchbauer</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Head of Corporate Communications</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michael.buchbauer@andritz.com</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www.andritz.com</w:t>
      </w:r>
    </w:p>
    <w:p w:rsidR="00D501B3" w:rsidRPr="00D501B3" w:rsidRDefault="00D501B3"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The ANDRITZ GROUP</w:t>
      </w:r>
    </w:p>
    <w:p w:rsidR="00D501B3" w:rsidRDefault="003B4037"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w:t>
      </w:r>
      <w:r>
        <w:rPr>
          <w:rFonts w:ascii="Arial" w:hAnsi="Arial"/>
          <w:spacing w:val="0"/>
          <w:kern w:val="0"/>
          <w:sz w:val="18"/>
        </w:rPr>
        <w:t>i</w:t>
      </w:r>
      <w:r>
        <w:rPr>
          <w:rFonts w:ascii="Arial" w:hAnsi="Arial"/>
          <w:spacing w:val="0"/>
          <w:kern w:val="0"/>
          <w:sz w:val="18"/>
        </w:rPr>
        <w:t>ness. In addition, the international group is also active in the energy generating sector (steam boiler plants, biomass boilers, recovery boilers, and gasification plants) and in environmental technology (flue gas cleaning plants), and offers equipment for the production of nonwovens, dissolving pulp, and panelboard (MDF). The publicly listed technology Group is headquartered in Graz, Austria, and has a staff of approximately 25,200 employees. ANDRITZ operates more than 250 sites in over 40 countries.</w:t>
      </w:r>
    </w:p>
    <w:p w:rsidR="003B4037" w:rsidRPr="00D501B3" w:rsidRDefault="003B4037" w:rsidP="00D501B3">
      <w:pPr>
        <w:spacing w:after="0" w:line="240" w:lineRule="exact"/>
        <w:jc w:val="left"/>
        <w:rPr>
          <w:rFonts w:ascii="Arial" w:eastAsia="Times New Roman" w:hAnsi="Arial" w:cs="Arial"/>
          <w:bCs/>
          <w:spacing w:val="0"/>
          <w:kern w:val="0"/>
          <w:sz w:val="18"/>
          <w:szCs w:val="18"/>
        </w:rPr>
      </w:pPr>
    </w:p>
    <w:p w:rsidR="00D501B3" w:rsidRPr="003B51CE" w:rsidRDefault="00D501B3" w:rsidP="00D501B3">
      <w:pPr>
        <w:spacing w:after="240" w:line="225" w:lineRule="atLeast"/>
        <w:jc w:val="left"/>
        <w:rPr>
          <w:rFonts w:ascii="Helvetica" w:hAnsi="Helvetica" w:cs="Helvetica"/>
          <w:sz w:val="18"/>
          <w:szCs w:val="18"/>
        </w:rPr>
      </w:pPr>
      <w:r>
        <w:rPr>
          <w:rFonts w:ascii="Helvetica" w:hAnsi="Helvetica"/>
          <w:b/>
          <w:sz w:val="18"/>
        </w:rPr>
        <w:t xml:space="preserve">ANDRITZ </w:t>
      </w:r>
      <w:proofErr w:type="spellStart"/>
      <w:r>
        <w:rPr>
          <w:rFonts w:ascii="Helvetica" w:hAnsi="Helvetica"/>
          <w:b/>
          <w:sz w:val="18"/>
        </w:rPr>
        <w:t>MeWa</w:t>
      </w:r>
      <w:proofErr w:type="spellEnd"/>
      <w:r>
        <w:br/>
      </w:r>
      <w:r>
        <w:rPr>
          <w:rFonts w:ascii="Helvetica" w:hAnsi="Helvetica"/>
          <w:sz w:val="18"/>
        </w:rPr>
        <w:t xml:space="preserve">ANDRITZ </w:t>
      </w:r>
      <w:proofErr w:type="spellStart"/>
      <w:r>
        <w:rPr>
          <w:rFonts w:ascii="Helvetica" w:hAnsi="Helvetica"/>
          <w:sz w:val="18"/>
        </w:rPr>
        <w:t>MeWa</w:t>
      </w:r>
      <w:proofErr w:type="spellEnd"/>
      <w:r>
        <w:rPr>
          <w:rFonts w:ascii="Helvetica" w:hAnsi="Helvetica"/>
          <w:sz w:val="18"/>
        </w:rPr>
        <w:t xml:space="preserve"> is a part of the ANDRITZ GROUP and has been developing and building shredding and crushing machines as well as turnkey recycling plants for many different applications for over 30 years. The main focuses are processing of electrical and electronic scrap, refrigerators, metal composite materials, domestic and industrial waste, old tires, oil filters, as well as organic waste for biogas plants. The company is based in </w:t>
      </w:r>
      <w:proofErr w:type="spellStart"/>
      <w:r>
        <w:rPr>
          <w:rFonts w:ascii="Helvetica" w:hAnsi="Helvetica"/>
          <w:sz w:val="18"/>
        </w:rPr>
        <w:t>Gechingen</w:t>
      </w:r>
      <w:proofErr w:type="spellEnd"/>
      <w:r>
        <w:rPr>
          <w:rFonts w:ascii="Helvetica" w:hAnsi="Helvetica"/>
          <w:sz w:val="18"/>
        </w:rPr>
        <w:t>, Ge</w:t>
      </w:r>
      <w:r>
        <w:rPr>
          <w:rFonts w:ascii="Helvetica" w:hAnsi="Helvetica"/>
          <w:sz w:val="18"/>
        </w:rPr>
        <w:t>r</w:t>
      </w:r>
      <w:r>
        <w:rPr>
          <w:rFonts w:ascii="Helvetica" w:hAnsi="Helvetica"/>
          <w:sz w:val="18"/>
        </w:rPr>
        <w:t xml:space="preserve">many. </w:t>
      </w: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bookmarkEnd w:id="6"/>
    <w:p w:rsidR="00D74D00" w:rsidRPr="000F718F" w:rsidRDefault="00D74D00" w:rsidP="00FC66F9">
      <w:pPr>
        <w:pStyle w:val="TNote"/>
        <w:spacing w:before="0" w:after="0" w:line="240" w:lineRule="exact"/>
        <w:jc w:val="left"/>
        <w:rPr>
          <w:rFonts w:ascii="Arial" w:hAnsi="Arial" w:cs="Arial"/>
          <w:b/>
          <w:color w:val="auto"/>
          <w:spacing w:val="0"/>
          <w:kern w:val="0"/>
          <w:sz w:val="20"/>
        </w:rPr>
      </w:pPr>
    </w:p>
    <w:sectPr w:rsidR="00D74D00" w:rsidRPr="000F718F" w:rsidSect="00E75752">
      <w:headerReference w:type="default" r:id="rId10"/>
      <w:headerReference w:type="first" r:id="rId11"/>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FB5" w:rsidRPr="0088201D" w:rsidRDefault="00095FB5" w:rsidP="006A7019">
      <w:r>
        <w:separator/>
      </w:r>
    </w:p>
  </w:endnote>
  <w:endnote w:type="continuationSeparator" w:id="0">
    <w:p w:rsidR="00095FB5" w:rsidRPr="0088201D" w:rsidRDefault="00095FB5"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FB5" w:rsidRPr="0088201D" w:rsidRDefault="00095FB5" w:rsidP="006A7019">
      <w:r>
        <w:separator/>
      </w:r>
    </w:p>
  </w:footnote>
  <w:footnote w:type="continuationSeparator" w:id="0">
    <w:p w:rsidR="00095FB5" w:rsidRPr="0088201D" w:rsidRDefault="00095FB5"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Pr="008A6F0F" w:rsidRDefault="00E32781" w:rsidP="001D36FB">
    <w:pPr>
      <w:framePr w:w="3402" w:h="567" w:hRule="exact" w:hSpace="181" w:wrap="around" w:vAnchor="page" w:hAnchor="page" w:x="7656" w:y="2382"/>
      <w:shd w:val="solid" w:color="FFFFFF" w:fill="FFFFFF"/>
      <w:spacing w:line="400" w:lineRule="exact"/>
      <w:jc w:val="right"/>
      <w:rPr>
        <w:color w:val="000000"/>
      </w:rPr>
    </w:pPr>
    <w:r>
      <w:rPr>
        <w:color w:val="000000"/>
        <w:sz w:val="14"/>
      </w:rPr>
      <w:t xml:space="preserve">Page: </w:t>
    </w:r>
    <w:r w:rsidRPr="008A6F0F">
      <w:rPr>
        <w:color w:val="000000"/>
      </w:rPr>
      <w:fldChar w:fldCharType="begin"/>
    </w:r>
    <w:r w:rsidRPr="008A6F0F">
      <w:rPr>
        <w:color w:val="000000"/>
      </w:rPr>
      <w:instrText xml:space="preserve"> PAGE </w:instrText>
    </w:r>
    <w:r w:rsidRPr="008A6F0F">
      <w:rPr>
        <w:color w:val="000000"/>
      </w:rPr>
      <w:fldChar w:fldCharType="separate"/>
    </w:r>
    <w:r w:rsidR="002A2FEB">
      <w:rPr>
        <w:noProof/>
        <w:color w:val="000000"/>
      </w:rPr>
      <w:t>2</w:t>
    </w:r>
    <w:r w:rsidRPr="008A6F0F">
      <w:rPr>
        <w:color w:val="000000"/>
      </w:rPr>
      <w:fldChar w:fldCharType="end"/>
    </w:r>
    <w:r>
      <w:rPr>
        <w:color w:val="000000"/>
      </w:rPr>
      <w:t xml:space="preserve"> (of </w:t>
    </w:r>
    <w:r w:rsidRPr="008A6F0F">
      <w:rPr>
        <w:color w:val="000000"/>
      </w:rPr>
      <w:fldChar w:fldCharType="begin"/>
    </w:r>
    <w:r w:rsidRPr="008A6F0F">
      <w:rPr>
        <w:color w:val="000000"/>
      </w:rPr>
      <w:instrText xml:space="preserve"> NUMPAGES </w:instrText>
    </w:r>
    <w:r w:rsidRPr="008A6F0F">
      <w:rPr>
        <w:color w:val="000000"/>
      </w:rPr>
      <w:fldChar w:fldCharType="separate"/>
    </w:r>
    <w:r w:rsidR="002A2FEB">
      <w:rPr>
        <w:noProof/>
        <w:color w:val="000000"/>
      </w:rPr>
      <w:t>2</w:t>
    </w:r>
    <w:r w:rsidRPr="008A6F0F">
      <w:rPr>
        <w:color w:val="000000"/>
      </w:rPr>
      <w:fldChar w:fldCharType="end"/>
    </w:r>
    <w:r>
      <w:rPr>
        <w:color w:val="000000"/>
      </w:rPr>
      <w:t>)</w:t>
    </w:r>
  </w:p>
  <w:p w:rsidR="00E32781" w:rsidRPr="001F6C7A" w:rsidRDefault="00E32781" w:rsidP="000E35ED">
    <w:r>
      <w:rPr>
        <w:noProof/>
        <w:lang w:val="de-AT" w:eastAsia="de-AT" w:bidi="ar-SA"/>
      </w:rPr>
      <w:drawing>
        <wp:anchor distT="0" distB="0" distL="114300" distR="114300" simplePos="0" relativeHeight="251658240" behindDoc="0" locked="0" layoutInCell="1" allowOverlap="1" wp14:anchorId="30C36F06" wp14:editId="54870C93">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Default="0088165A" w:rsidP="008E5790">
    <w:pPr>
      <w:pStyle w:val="Kopfzeile"/>
      <w:tabs>
        <w:tab w:val="clear" w:pos="7371"/>
        <w:tab w:val="left" w:pos="9900"/>
      </w:tabs>
    </w:pPr>
    <w:r>
      <w:rPr>
        <w:noProof/>
        <w:lang w:val="de-AT" w:eastAsia="de-AT" w:bidi="ar-SA"/>
      </w:rPr>
      <mc:AlternateContent>
        <mc:Choice Requires="wps">
          <w:drawing>
            <wp:anchor distT="0" distB="215900" distL="114300" distR="215900" simplePos="0" relativeHeight="251661312" behindDoc="0" locked="1" layoutInCell="1" allowOverlap="1" wp14:anchorId="2DA0F282" wp14:editId="1284394D">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xmlns:w10="urn:schemas-microsoft-com:office:word" anchorx="page" anchory="page"/>
              <w10:anchorlock xmlns:w10="urn:schemas-microsoft-com:office:word"/>
            </v:rect>
          </w:pict>
        </mc:Fallback>
      </mc:AlternateContent>
    </w:r>
    <w:r>
      <w:rPr>
        <w:noProof/>
        <w:lang w:val="de-AT" w:eastAsia="de-AT" w:bidi="ar-SA"/>
      </w:rPr>
      <w:drawing>
        <wp:anchor distT="0" distB="0" distL="114300" distR="114300" simplePos="0" relativeHeight="251660288" behindDoc="0" locked="0" layoutInCell="1" allowOverlap="1" wp14:anchorId="7596EACE" wp14:editId="39BAC4A4">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F6235FF"/>
    <w:multiLevelType w:val="multilevel"/>
    <w:tmpl w:val="290893FA"/>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19">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7CF5EAC"/>
    <w:multiLevelType w:val="singleLevel"/>
    <w:tmpl w:val="36409F28"/>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1">
    <w:nsid w:val="5BF20FE4"/>
    <w:multiLevelType w:val="hybridMultilevel"/>
    <w:tmpl w:val="91747F3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3">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5">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8">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1">
    <w:nsid w:val="7F0F2ACC"/>
    <w:multiLevelType w:val="singleLevel"/>
    <w:tmpl w:val="C288500E"/>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3"/>
  </w:num>
  <w:num w:numId="13">
    <w:abstractNumId w:val="25"/>
  </w:num>
  <w:num w:numId="14">
    <w:abstractNumId w:val="25"/>
  </w:num>
  <w:num w:numId="15">
    <w:abstractNumId w:val="11"/>
  </w:num>
  <w:num w:numId="16">
    <w:abstractNumId w:val="15"/>
  </w:num>
  <w:num w:numId="17">
    <w:abstractNumId w:val="12"/>
  </w:num>
  <w:num w:numId="18">
    <w:abstractNumId w:val="25"/>
  </w:num>
  <w:num w:numId="19">
    <w:abstractNumId w:val="11"/>
  </w:num>
  <w:num w:numId="20">
    <w:abstractNumId w:val="15"/>
  </w:num>
  <w:num w:numId="21">
    <w:abstractNumId w:val="12"/>
  </w:num>
  <w:num w:numId="22">
    <w:abstractNumId w:val="25"/>
  </w:num>
  <w:num w:numId="23">
    <w:abstractNumId w:val="11"/>
  </w:num>
  <w:num w:numId="24">
    <w:abstractNumId w:val="15"/>
  </w:num>
  <w:num w:numId="25">
    <w:abstractNumId w:val="12"/>
  </w:num>
  <w:num w:numId="26">
    <w:abstractNumId w:val="30"/>
  </w:num>
  <w:num w:numId="27">
    <w:abstractNumId w:val="30"/>
  </w:num>
  <w:num w:numId="28">
    <w:abstractNumId w:val="11"/>
  </w:num>
  <w:num w:numId="29">
    <w:abstractNumId w:val="15"/>
  </w:num>
  <w:num w:numId="30">
    <w:abstractNumId w:val="12"/>
  </w:num>
  <w:num w:numId="31">
    <w:abstractNumId w:val="20"/>
  </w:num>
  <w:num w:numId="32">
    <w:abstractNumId w:val="30"/>
  </w:num>
  <w:num w:numId="33">
    <w:abstractNumId w:val="11"/>
  </w:num>
  <w:num w:numId="34">
    <w:abstractNumId w:val="15"/>
  </w:num>
  <w:num w:numId="35">
    <w:abstractNumId w:val="12"/>
  </w:num>
  <w:num w:numId="36">
    <w:abstractNumId w:val="18"/>
  </w:num>
  <w:num w:numId="37">
    <w:abstractNumId w:val="29"/>
  </w:num>
  <w:num w:numId="38">
    <w:abstractNumId w:val="28"/>
  </w:num>
  <w:num w:numId="39">
    <w:abstractNumId w:val="26"/>
  </w:num>
  <w:num w:numId="40">
    <w:abstractNumId w:val="31"/>
  </w:num>
  <w:num w:numId="41">
    <w:abstractNumId w:val="14"/>
  </w:num>
  <w:num w:numId="42">
    <w:abstractNumId w:val="27"/>
  </w:num>
  <w:num w:numId="43">
    <w:abstractNumId w:val="17"/>
  </w:num>
  <w:num w:numId="44">
    <w:abstractNumId w:val="10"/>
  </w:num>
  <w:num w:numId="45">
    <w:abstractNumId w:val="19"/>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6q1\Fire.Sys\Datenbasis\A_Master-Datenbasis.xlsm&lt;/file&gt;_x000d__x000a_&lt;sheet&gt;KennzahlenTab_AQ&lt;/sheet&gt;_x000d__x000a_&lt;bereichstyp&gt;1&lt;/bereichstyp&gt;_x000d__x000a_&lt;bereichsname&gt;KennzahlenTab_AQ!PI_AQ&lt;/bereichsname&gt;_x000d__x000a_&lt;adresse&gt;$B$246:$J$268&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015&lt;/create&gt;_x000d__x000a_&lt;author&gt;Wolf Petra&lt;/author&gt;_x000d__x000a_&lt;page&gt;3&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 w:val="&lt;excelinfo&gt;_x000d__x000a_&lt;file&gt;J:\report2016q1\Fire.Sys\Datenbasis\A_Master-Datenbasis.xlsm&lt;/file&gt;_x000d__x000a_&lt;sheet&gt;Kennzahlen_AG&lt;/sheet&gt;_x000d__x000a_&lt;bereichstyp&gt;1&lt;/bereichstyp&gt;_x000d__x000a_&lt;bereichsname&gt;Kennzahlen_AG!Ums_abs_GJ&lt;/bereichsname&gt;_x000d__x000a_&lt;adresse&gt;$B$471&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7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0" w:val="&lt;excelinfo&gt;_x000d__x000a_&lt;file&gt;J:\report2016q1\Fire.Sys\Datenbasis\A_Master-Datenbasis.xlsm&lt;/file&gt;_x000d__x000a_&lt;sheet&gt;Kennzahlen_AG&lt;/sheet&gt;_x000d__x000a_&lt;bereichstyp&gt;1&lt;/bereichstyp&gt;_x000d__x000a_&lt;bereichsname&gt;Kennzahlen_AG!Ebita_abs_GJ&lt;/bereichsname&gt;_x000d__x000a_&lt;adresse&gt;$I$487&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0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1" w:val="&lt;excelinfo&gt;_x000d__x000a_&lt;file&gt;J:\report2016q1\Fire.Sys\Datenbasis\A_Master-Datenbasis.xlsm&lt;/file&gt;_x000d__x000a_&lt;sheet&gt;Kennzahlen_AG&lt;/sheet&gt;_x000d__x000a_&lt;bereichstyp&gt;1&lt;/bereichstyp&gt;_x000d__x000a_&lt;bereichsname&gt;Kennzahlen_AG!Oi_abs_GJ&lt;/bereichsname&gt;_x000d__x000a_&lt;adresse&gt;$B$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8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2" w:val="&lt;excelinfo&gt;_x000d__x000a_&lt;file&gt;J:\report2016q1\Fire.Sys\Datenbasis\A_Master-Datenbasis.xlsm&lt;/file&gt;_x000d__x000a_&lt;sheet&gt;Kennzahlen_AG&lt;/sheet&gt;_x000d__x000a_&lt;bereichstyp&gt;1&lt;/bereichstyp&gt;_x000d__x000a_&lt;bereichsname&gt;Kennzahlen_AG!Ebita_M_VJ&lt;/bereichsname&gt;_x000d__x000a_&lt;adresse&gt;$L$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2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3" w:val="&lt;excelinfo&gt;_x000d__x000a_&lt;file&gt;J:\report2016q1\Fire.Sys\Datenbasis\A_Master-Datenbasis.xlsm&lt;/file&gt;_x000d__x000a_&lt;sheet&gt;Kennzahlen_AG&lt;/sheet&gt;_x000d__x000a_&lt;bereichstyp&gt;1&lt;/bereichstyp&gt;_x000d__x000a_&lt;bereichsname&gt;Kennzahlen_AG!ErgoMH_abs_GJ&lt;/bereichsname&gt;_x000d__x000a_&lt;adresse&gt;$L$46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80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4"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lt;/lastupdate&gt;_x000d__x000a_&lt;lastuser&gt;&lt;/lastuser&gt;_x000d__x000a_&lt;autoformat&gt;0&lt;/autoformat&gt;_x000d__x000a_&lt;autoanpassen&gt;0&lt;/autoanpassen&gt;_x000d__x000a_&lt;noakt&gt;0&lt;/noakt&gt;_x000d__x000a_&lt;prob&gt;&lt;/prob&gt;_x000d__x000a_&lt;create&gt;42485_x0009_5865&lt;/create&gt;_x000d__x000a_&lt;author&gt;Wolf Petra&lt;/author&gt;_x000d__x000a_&lt;page&gt;1&lt;/page&gt;_x000d__x000a_&lt;block&gt;&lt;/block&gt;_x000d__x000a_&lt;status&gt;&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15" w:val="&lt;excelinfo&gt;_x000d__x000a_&lt;file&gt;J:\report2016q1\Fire.Sys\Datenbasis\A_Master-Datenbasis.xlsm&lt;/file&gt;_x000d__x000a_&lt;sheet&gt;Kennzahlen_AG&lt;/sheet&gt;_x000d__x000a_&lt;bereichstyp&gt;1&lt;/bereichstyp&gt;_x000d__x000a_&lt;bereichsname&gt;Kennzahlen_AG!Oi_relD_oV_GJ&lt;/bereichsname&gt;_x000d__x000a_&lt;adresse&gt;$O$484&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85_x0009_5875&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6" w:val="&lt;excelinfo&gt;_x000d__x000a_&lt;file&gt;J:\report2016q1\Fire.Sys\Datenbasis\A_Master-Datenbasis.xlsm&lt;/file&gt;_x000d__x000a_&lt;sheet&gt;Kennzahlen_AG&lt;/sheet&gt;_x000d__x000a_&lt;bereichstyp&gt;1&lt;/bereichstyp&gt;_x000d__x000a_&lt;bereichsname&gt;Kennzahlen_AG!Ums_abs_VJ&lt;/bereichsname&gt;_x000d__x000a_&lt;adresse&gt;$B$473&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65&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2" w:val="&lt;excelinfo&gt;_x000d__x000a_&lt;file&gt;J:\report2016q1\Fire.Sys\Datenbasis\A_Master-Datenbasis.xlsm&lt;/file&gt;_x000d__x000a_&lt;sheet&gt;Kennzahlen_AG&lt;/sheet&gt;_x000d__x000a_&lt;bereichstyp&gt;1&lt;/bereichstyp&gt;_x000d__x000a_&lt;bereichsname&gt;Kennzahlen_AG!Ums_relD_GJ_oV&lt;/bereichsname&gt;_x000d__x000a_&lt;adresse&gt;$B$472&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0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3"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42485_x0009_5829&lt;/lastupdate&gt;_x000d__x000a_&lt;lastuser&gt;Wolf Petra&lt;/lastuser&gt;_x000d__x000a_&lt;autoformat&gt;0&lt;/autoformat&gt;_x000d__x000a_&lt;autoanpassen&gt;0&lt;/autoanpassen&gt;_x000d__x000a_&lt;noakt&gt;0&lt;/noakt&gt;_x000d__x000a_&lt;prob&gt;&lt;/prob&gt;_x000d__x000a_&lt;create&gt;42479_x0009_6692&lt;/create&gt;_x000d__x000a_&lt;author&gt;Wolf Petra&lt;/author&gt;_x000d__x000a_&lt;page&gt;1&lt;/page&gt;_x000d__x000a_&lt;block&gt;&lt;/block&gt;_x000d__x000a_&lt;status&gt;42485_x0009_5829&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4" w:val="&lt;excelinfo&gt;_x000d__x000a_&lt;file&gt;J:\report2016q1\Fire.Sys\Datenbasis\A_Master-Datenbasis.xlsm&lt;/file&gt;_x000d__x000a_&lt;sheet&gt;Kennzahlen_AG&lt;/sheet&gt;_x000d__x000a_&lt;bereichstyp&gt;1&lt;/bereichstyp&gt;_x000d__x000a_&lt;bereichsname&gt;Kennzahlen_AG!Oi_abs_VJ&lt;/bereichsname&gt;_x000d__x000a_&lt;adresse&gt;$I$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97&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5" w:val="&lt;excelinfo&gt;_x000d__x000a_&lt;file&gt;\\grzsms236\cmsstore\report2016q1\Fire.Sys\Datenbasis\A_Master-Datenbasis.xlsm&lt;/file&gt;_x000d__x000a_&lt;sheet&gt;Kennzahlen_AG&lt;/sheet&gt;_x000d__x000a_&lt;bereichstyp&gt;1&lt;/bereichstyp&gt;_x000d__x000a_&lt;bereichsname&gt;Kennzahlen_AG!Obl_abs_GJ&lt;/bereichsname&gt;_x000d__x000a_&lt;adresse&gt;$I$471&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13&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6" w:val="&lt;excelinfo&gt;_x000d__x000a_&lt;file&gt;\\grzsms236\cmsstore\report2016q1\Fire.Sys\Datenbasis\A_Master-Datenbasis.xlsm&lt;/file&gt;_x000d__x000a_&lt;sheet&gt;Kennzahlen_AG&lt;/sheet&gt;_x000d__x000a_&lt;bereichstyp&gt;1&lt;/bereichstyp&gt;_x000d__x000a_&lt;bereichsname&gt;Kennzahlen_AG!Obl_abs_YEVJ&lt;/bereichsname&gt;_x000d__x000a_&lt;adresse&gt;$O$477&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25&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7" w:val="&lt;excelinfo&gt;_x000d__x000a_&lt;file&gt;J:\report2016q1\Fire.Sys\Datenbasis\A_Master-Datenbasis.xlsm&lt;/file&gt;_x000d__x000a_&lt;sheet&gt;Kennzahlen_AG&lt;/sheet&gt;_x000d__x000a_&lt;bereichstyp&gt;1&lt;/bereichstyp&gt;_x000d__x000a_&lt;bereichsname&gt;Kennzahlen_AG!Ebita_abs_VJ&lt;/bereichsname&gt;_x000d__x000a_&lt;adresse&gt;$I$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2&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8" w:val="&lt;excelinfo&gt;_x000d__x000a_&lt;file&gt;J:\report2016q1\Fire.Sys\Datenbasis\A_Master-Datenbasis.xlsm&lt;/file&gt;_x000d__x000a_&lt;sheet&gt;Kennzahlen_AG&lt;/sheet&gt;_x000d__x000a_&lt;bereichstyp&gt;1&lt;/bereichstyp&gt;_x000d__x000a_&lt;bereichsname&gt;Kennzahlen_AG!Ebita_M_GJ&lt;/bereichsname&gt;_x000d__x000a_&lt;adresse&gt;$L$465&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9" w:val="&lt;excelinfo&gt;_x000d__x000a_&lt;file&gt;J:\report2016q1\Fire.Sys\Datenbasis\A_Master-Datenbasis.xlsm&lt;/file&gt;_x000d__x000a_&lt;sheet&gt;Kennzahlen_AG&lt;/sheet&gt;_x000d__x000a_&lt;bereichstyp&gt;1&lt;/bereichstyp&gt;_x000d__x000a_&lt;bereichsname&gt;Kennzahlen_AG!ErgoMH_abs_VJ&lt;/bereichsname&gt;_x000d__x000a_&lt;adresse&gt;$L$470&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79_x0009_6796&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lt;LayoutSets active=&quot;0&quot; viewtype=&quot;0&quot;  viewmode=&quot;0&quot;&gt; _x000d__x000a_&lt;LayoutSet id=&quot;0&quot; default=&quot;Gesamtansicht&quot; name=&quot;Gesamtansicht&quot; /&gt;_x000d__x000a_&lt;LayoutSet id=&quot;1&quot; default=&quot;Variante 1&quot; name=&quot;Variante 1&quot; /&gt;_x000d__x000a_&lt;LayoutSet id=&quot;2&quot; default=&quot;Variante 2&quot; name=&quot;Variante 2&quot; /&gt;_x000d__x000a_&lt;LayoutSet id=&quot;3&quot; default=&quot;Variante 3&quot; name=&quot;Variante 3&quot; /&gt;_x000d__x000a_&lt;LayoutSet id=&quot;4&quot; default=&quot;Variante 4&quot; name=&quot;Variante 4&quot; /&gt;_x000d__x000a_&lt;/LayoutSets&gt;_x000d__x000a_&lt;/Settings&gt;"/>
    <w:docVar w:name="dvPorterStateObjectId" w:val="000000001_063117115_26808"/>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5B8C"/>
    <w:rsid w:val="00005E32"/>
    <w:rsid w:val="00006055"/>
    <w:rsid w:val="0000669F"/>
    <w:rsid w:val="0000725C"/>
    <w:rsid w:val="0000788E"/>
    <w:rsid w:val="00010244"/>
    <w:rsid w:val="000106D5"/>
    <w:rsid w:val="00010D5B"/>
    <w:rsid w:val="00012669"/>
    <w:rsid w:val="00014164"/>
    <w:rsid w:val="00015284"/>
    <w:rsid w:val="00015A8C"/>
    <w:rsid w:val="000165DB"/>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2B4E"/>
    <w:rsid w:val="0003305D"/>
    <w:rsid w:val="000330A4"/>
    <w:rsid w:val="000331D3"/>
    <w:rsid w:val="00034AD1"/>
    <w:rsid w:val="00035783"/>
    <w:rsid w:val="00036221"/>
    <w:rsid w:val="0003637D"/>
    <w:rsid w:val="000363BF"/>
    <w:rsid w:val="00036748"/>
    <w:rsid w:val="0003696D"/>
    <w:rsid w:val="000406F9"/>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65A5"/>
    <w:rsid w:val="000572A6"/>
    <w:rsid w:val="000576C6"/>
    <w:rsid w:val="00057CB6"/>
    <w:rsid w:val="00060D0A"/>
    <w:rsid w:val="00060FCE"/>
    <w:rsid w:val="00061793"/>
    <w:rsid w:val="00062D3F"/>
    <w:rsid w:val="00063872"/>
    <w:rsid w:val="00064729"/>
    <w:rsid w:val="00064D57"/>
    <w:rsid w:val="000675DA"/>
    <w:rsid w:val="00067BB5"/>
    <w:rsid w:val="00067ECD"/>
    <w:rsid w:val="000710C7"/>
    <w:rsid w:val="000723D8"/>
    <w:rsid w:val="0007276A"/>
    <w:rsid w:val="000731A3"/>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5FB5"/>
    <w:rsid w:val="000962A0"/>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2ADB"/>
    <w:rsid w:val="000C42B2"/>
    <w:rsid w:val="000C463F"/>
    <w:rsid w:val="000C4A94"/>
    <w:rsid w:val="000C5324"/>
    <w:rsid w:val="000C5B42"/>
    <w:rsid w:val="000C5DC7"/>
    <w:rsid w:val="000C6229"/>
    <w:rsid w:val="000C6E09"/>
    <w:rsid w:val="000C6FD5"/>
    <w:rsid w:val="000D100A"/>
    <w:rsid w:val="000D1163"/>
    <w:rsid w:val="000D1177"/>
    <w:rsid w:val="000D2F11"/>
    <w:rsid w:val="000D2FA8"/>
    <w:rsid w:val="000D3E6F"/>
    <w:rsid w:val="000D4266"/>
    <w:rsid w:val="000D5256"/>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5F1D"/>
    <w:rsid w:val="000E6052"/>
    <w:rsid w:val="000E6210"/>
    <w:rsid w:val="000E62F1"/>
    <w:rsid w:val="000E6611"/>
    <w:rsid w:val="000E7497"/>
    <w:rsid w:val="000F0359"/>
    <w:rsid w:val="000F2DB4"/>
    <w:rsid w:val="000F42BB"/>
    <w:rsid w:val="000F47F1"/>
    <w:rsid w:val="000F5682"/>
    <w:rsid w:val="000F6AE6"/>
    <w:rsid w:val="000F718F"/>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C32"/>
    <w:rsid w:val="0011704C"/>
    <w:rsid w:val="00120DF9"/>
    <w:rsid w:val="001236E2"/>
    <w:rsid w:val="00124F18"/>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BFC"/>
    <w:rsid w:val="00153EBA"/>
    <w:rsid w:val="00154B15"/>
    <w:rsid w:val="001566DE"/>
    <w:rsid w:val="00157FB4"/>
    <w:rsid w:val="001612DA"/>
    <w:rsid w:val="0016156C"/>
    <w:rsid w:val="00163390"/>
    <w:rsid w:val="00163F1A"/>
    <w:rsid w:val="0016492D"/>
    <w:rsid w:val="00165731"/>
    <w:rsid w:val="00166266"/>
    <w:rsid w:val="0017100F"/>
    <w:rsid w:val="001710B2"/>
    <w:rsid w:val="0017193E"/>
    <w:rsid w:val="001721E4"/>
    <w:rsid w:val="00173734"/>
    <w:rsid w:val="001741A8"/>
    <w:rsid w:val="001745C4"/>
    <w:rsid w:val="0017473C"/>
    <w:rsid w:val="00175F93"/>
    <w:rsid w:val="00176218"/>
    <w:rsid w:val="00180BC0"/>
    <w:rsid w:val="001812EA"/>
    <w:rsid w:val="00181D92"/>
    <w:rsid w:val="001826BF"/>
    <w:rsid w:val="001839A0"/>
    <w:rsid w:val="00183BDE"/>
    <w:rsid w:val="00183E35"/>
    <w:rsid w:val="00183E42"/>
    <w:rsid w:val="00185187"/>
    <w:rsid w:val="001854FF"/>
    <w:rsid w:val="00186B9A"/>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619A"/>
    <w:rsid w:val="001972C8"/>
    <w:rsid w:val="0019766B"/>
    <w:rsid w:val="00197A5C"/>
    <w:rsid w:val="001A1815"/>
    <w:rsid w:val="001A371D"/>
    <w:rsid w:val="001A3BF2"/>
    <w:rsid w:val="001A4E87"/>
    <w:rsid w:val="001A4EA9"/>
    <w:rsid w:val="001A54FC"/>
    <w:rsid w:val="001A5CDC"/>
    <w:rsid w:val="001A6AF9"/>
    <w:rsid w:val="001A7BF2"/>
    <w:rsid w:val="001B062F"/>
    <w:rsid w:val="001B099B"/>
    <w:rsid w:val="001B11BA"/>
    <w:rsid w:val="001B182C"/>
    <w:rsid w:val="001B2204"/>
    <w:rsid w:val="001B37CE"/>
    <w:rsid w:val="001B50E1"/>
    <w:rsid w:val="001B59DE"/>
    <w:rsid w:val="001B5D17"/>
    <w:rsid w:val="001B762B"/>
    <w:rsid w:val="001B78D0"/>
    <w:rsid w:val="001C085A"/>
    <w:rsid w:val="001C17FB"/>
    <w:rsid w:val="001C2511"/>
    <w:rsid w:val="001C2897"/>
    <w:rsid w:val="001C392F"/>
    <w:rsid w:val="001C4A7B"/>
    <w:rsid w:val="001C4D01"/>
    <w:rsid w:val="001C68F1"/>
    <w:rsid w:val="001C6ADB"/>
    <w:rsid w:val="001C7BF0"/>
    <w:rsid w:val="001D0456"/>
    <w:rsid w:val="001D04ED"/>
    <w:rsid w:val="001D0C68"/>
    <w:rsid w:val="001D2254"/>
    <w:rsid w:val="001D241B"/>
    <w:rsid w:val="001D36FB"/>
    <w:rsid w:val="001D4AF3"/>
    <w:rsid w:val="001D4E31"/>
    <w:rsid w:val="001D5540"/>
    <w:rsid w:val="001D5FCA"/>
    <w:rsid w:val="001D628C"/>
    <w:rsid w:val="001D65C2"/>
    <w:rsid w:val="001D710C"/>
    <w:rsid w:val="001D73D7"/>
    <w:rsid w:val="001D7BB2"/>
    <w:rsid w:val="001E20CD"/>
    <w:rsid w:val="001E34E2"/>
    <w:rsid w:val="001E3D89"/>
    <w:rsid w:val="001E483B"/>
    <w:rsid w:val="001E4F67"/>
    <w:rsid w:val="001E5E3E"/>
    <w:rsid w:val="001E745A"/>
    <w:rsid w:val="001F19EE"/>
    <w:rsid w:val="001F22AA"/>
    <w:rsid w:val="001F2F31"/>
    <w:rsid w:val="001F3FF3"/>
    <w:rsid w:val="001F48CA"/>
    <w:rsid w:val="001F635F"/>
    <w:rsid w:val="001F6C7A"/>
    <w:rsid w:val="001F73E6"/>
    <w:rsid w:val="001F7DEE"/>
    <w:rsid w:val="0020142C"/>
    <w:rsid w:val="002018CB"/>
    <w:rsid w:val="00201C1B"/>
    <w:rsid w:val="00203A43"/>
    <w:rsid w:val="00203EB2"/>
    <w:rsid w:val="0020544F"/>
    <w:rsid w:val="00205849"/>
    <w:rsid w:val="002125D7"/>
    <w:rsid w:val="002131AE"/>
    <w:rsid w:val="00214295"/>
    <w:rsid w:val="00215E44"/>
    <w:rsid w:val="002162CE"/>
    <w:rsid w:val="00220548"/>
    <w:rsid w:val="00221463"/>
    <w:rsid w:val="00221F87"/>
    <w:rsid w:val="002226EB"/>
    <w:rsid w:val="00223D46"/>
    <w:rsid w:val="0022635B"/>
    <w:rsid w:val="00226F3A"/>
    <w:rsid w:val="00226F68"/>
    <w:rsid w:val="002272B4"/>
    <w:rsid w:val="00227E0F"/>
    <w:rsid w:val="00227E64"/>
    <w:rsid w:val="00230317"/>
    <w:rsid w:val="00231693"/>
    <w:rsid w:val="002329D7"/>
    <w:rsid w:val="00232DC0"/>
    <w:rsid w:val="00233449"/>
    <w:rsid w:val="002337F7"/>
    <w:rsid w:val="00235CF4"/>
    <w:rsid w:val="00236BA0"/>
    <w:rsid w:val="00237555"/>
    <w:rsid w:val="00242535"/>
    <w:rsid w:val="0024340B"/>
    <w:rsid w:val="00243FB7"/>
    <w:rsid w:val="00244722"/>
    <w:rsid w:val="00244EFF"/>
    <w:rsid w:val="00244F1C"/>
    <w:rsid w:val="0024521D"/>
    <w:rsid w:val="0024693B"/>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15C"/>
    <w:rsid w:val="002627A0"/>
    <w:rsid w:val="0026321A"/>
    <w:rsid w:val="00264C9F"/>
    <w:rsid w:val="00264FBD"/>
    <w:rsid w:val="00265825"/>
    <w:rsid w:val="0026587F"/>
    <w:rsid w:val="00267299"/>
    <w:rsid w:val="00270A8E"/>
    <w:rsid w:val="002718FE"/>
    <w:rsid w:val="002719EF"/>
    <w:rsid w:val="00271A01"/>
    <w:rsid w:val="00272D94"/>
    <w:rsid w:val="00273998"/>
    <w:rsid w:val="00273C92"/>
    <w:rsid w:val="00273F09"/>
    <w:rsid w:val="002747C7"/>
    <w:rsid w:val="00275037"/>
    <w:rsid w:val="002756B8"/>
    <w:rsid w:val="002772C7"/>
    <w:rsid w:val="00277A7D"/>
    <w:rsid w:val="0028082F"/>
    <w:rsid w:val="00280B23"/>
    <w:rsid w:val="002811FA"/>
    <w:rsid w:val="00281A33"/>
    <w:rsid w:val="002832B2"/>
    <w:rsid w:val="00283BFC"/>
    <w:rsid w:val="00285060"/>
    <w:rsid w:val="0028609F"/>
    <w:rsid w:val="002905C1"/>
    <w:rsid w:val="00290660"/>
    <w:rsid w:val="0029159F"/>
    <w:rsid w:val="002941F7"/>
    <w:rsid w:val="002955DB"/>
    <w:rsid w:val="00296021"/>
    <w:rsid w:val="00297B26"/>
    <w:rsid w:val="00297DBD"/>
    <w:rsid w:val="002A0724"/>
    <w:rsid w:val="002A0C81"/>
    <w:rsid w:val="002A2E3D"/>
    <w:rsid w:val="002A2E6F"/>
    <w:rsid w:val="002A2FEB"/>
    <w:rsid w:val="002A450D"/>
    <w:rsid w:val="002A4F93"/>
    <w:rsid w:val="002A5770"/>
    <w:rsid w:val="002A6065"/>
    <w:rsid w:val="002A682D"/>
    <w:rsid w:val="002A6840"/>
    <w:rsid w:val="002A6988"/>
    <w:rsid w:val="002A774A"/>
    <w:rsid w:val="002A77F9"/>
    <w:rsid w:val="002A7E45"/>
    <w:rsid w:val="002B078D"/>
    <w:rsid w:val="002B0F31"/>
    <w:rsid w:val="002B413B"/>
    <w:rsid w:val="002B4D66"/>
    <w:rsid w:val="002B5734"/>
    <w:rsid w:val="002B669E"/>
    <w:rsid w:val="002B68D2"/>
    <w:rsid w:val="002B6F28"/>
    <w:rsid w:val="002B7E46"/>
    <w:rsid w:val="002C02CF"/>
    <w:rsid w:val="002C03D3"/>
    <w:rsid w:val="002C1095"/>
    <w:rsid w:val="002C2833"/>
    <w:rsid w:val="002C42CB"/>
    <w:rsid w:val="002C5DC5"/>
    <w:rsid w:val="002C6A5C"/>
    <w:rsid w:val="002C7C2F"/>
    <w:rsid w:val="002D02F3"/>
    <w:rsid w:val="002D166F"/>
    <w:rsid w:val="002D1B15"/>
    <w:rsid w:val="002D1DBA"/>
    <w:rsid w:val="002D31CD"/>
    <w:rsid w:val="002D4184"/>
    <w:rsid w:val="002D43FA"/>
    <w:rsid w:val="002D4F47"/>
    <w:rsid w:val="002D54B9"/>
    <w:rsid w:val="002D55BC"/>
    <w:rsid w:val="002D5F6C"/>
    <w:rsid w:val="002D7203"/>
    <w:rsid w:val="002E0CB3"/>
    <w:rsid w:val="002E12D0"/>
    <w:rsid w:val="002E12FC"/>
    <w:rsid w:val="002E39DD"/>
    <w:rsid w:val="002E5A08"/>
    <w:rsid w:val="002E5AE9"/>
    <w:rsid w:val="002E6657"/>
    <w:rsid w:val="002E7342"/>
    <w:rsid w:val="002E76EE"/>
    <w:rsid w:val="002F0898"/>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5CC6"/>
    <w:rsid w:val="00316EF5"/>
    <w:rsid w:val="00320E88"/>
    <w:rsid w:val="003214D0"/>
    <w:rsid w:val="003224F2"/>
    <w:rsid w:val="00322D1D"/>
    <w:rsid w:val="00323696"/>
    <w:rsid w:val="00324968"/>
    <w:rsid w:val="00324D62"/>
    <w:rsid w:val="00325225"/>
    <w:rsid w:val="00325B59"/>
    <w:rsid w:val="00327279"/>
    <w:rsid w:val="00327EC3"/>
    <w:rsid w:val="003303C5"/>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FC2"/>
    <w:rsid w:val="003372D6"/>
    <w:rsid w:val="00337888"/>
    <w:rsid w:val="0034044B"/>
    <w:rsid w:val="00341290"/>
    <w:rsid w:val="00341634"/>
    <w:rsid w:val="003425F7"/>
    <w:rsid w:val="00343B35"/>
    <w:rsid w:val="0034449B"/>
    <w:rsid w:val="003450E6"/>
    <w:rsid w:val="003468AC"/>
    <w:rsid w:val="00347256"/>
    <w:rsid w:val="00347BE8"/>
    <w:rsid w:val="003501E6"/>
    <w:rsid w:val="00350EC2"/>
    <w:rsid w:val="00351ECE"/>
    <w:rsid w:val="003520EE"/>
    <w:rsid w:val="00353D0D"/>
    <w:rsid w:val="0035407B"/>
    <w:rsid w:val="00354E6C"/>
    <w:rsid w:val="003566BC"/>
    <w:rsid w:val="00356A39"/>
    <w:rsid w:val="003573F1"/>
    <w:rsid w:val="003601FE"/>
    <w:rsid w:val="0036575A"/>
    <w:rsid w:val="00365968"/>
    <w:rsid w:val="00365CB2"/>
    <w:rsid w:val="00365D7A"/>
    <w:rsid w:val="003669EA"/>
    <w:rsid w:val="0036724D"/>
    <w:rsid w:val="00367956"/>
    <w:rsid w:val="00370CDD"/>
    <w:rsid w:val="00371364"/>
    <w:rsid w:val="003719ED"/>
    <w:rsid w:val="00371FD6"/>
    <w:rsid w:val="00372318"/>
    <w:rsid w:val="003725C4"/>
    <w:rsid w:val="00373528"/>
    <w:rsid w:val="00373943"/>
    <w:rsid w:val="00373B62"/>
    <w:rsid w:val="00373F76"/>
    <w:rsid w:val="00374201"/>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4A6A"/>
    <w:rsid w:val="003A740E"/>
    <w:rsid w:val="003A76E2"/>
    <w:rsid w:val="003B2A77"/>
    <w:rsid w:val="003B3E32"/>
    <w:rsid w:val="003B4037"/>
    <w:rsid w:val="003B4169"/>
    <w:rsid w:val="003B49A0"/>
    <w:rsid w:val="003B4A75"/>
    <w:rsid w:val="003B6234"/>
    <w:rsid w:val="003B73D7"/>
    <w:rsid w:val="003B7877"/>
    <w:rsid w:val="003B7DF7"/>
    <w:rsid w:val="003B7EEB"/>
    <w:rsid w:val="003C191F"/>
    <w:rsid w:val="003C266C"/>
    <w:rsid w:val="003C339F"/>
    <w:rsid w:val="003C5FC3"/>
    <w:rsid w:val="003C6A0B"/>
    <w:rsid w:val="003D1296"/>
    <w:rsid w:val="003D17A1"/>
    <w:rsid w:val="003D1D1C"/>
    <w:rsid w:val="003D486A"/>
    <w:rsid w:val="003D49F2"/>
    <w:rsid w:val="003D517E"/>
    <w:rsid w:val="003D53FB"/>
    <w:rsid w:val="003D6132"/>
    <w:rsid w:val="003D6F69"/>
    <w:rsid w:val="003D787E"/>
    <w:rsid w:val="003E151C"/>
    <w:rsid w:val="003E170D"/>
    <w:rsid w:val="003E551F"/>
    <w:rsid w:val="003E7FCC"/>
    <w:rsid w:val="003F1080"/>
    <w:rsid w:val="003F1C3E"/>
    <w:rsid w:val="003F1DCD"/>
    <w:rsid w:val="003F2FF5"/>
    <w:rsid w:val="003F4AAA"/>
    <w:rsid w:val="003F5A37"/>
    <w:rsid w:val="003F640F"/>
    <w:rsid w:val="004001FE"/>
    <w:rsid w:val="00400CC5"/>
    <w:rsid w:val="004013D8"/>
    <w:rsid w:val="00401B45"/>
    <w:rsid w:val="00401B7A"/>
    <w:rsid w:val="004023F9"/>
    <w:rsid w:val="00403F96"/>
    <w:rsid w:val="004041BF"/>
    <w:rsid w:val="00404623"/>
    <w:rsid w:val="00405439"/>
    <w:rsid w:val="00405E91"/>
    <w:rsid w:val="0040710C"/>
    <w:rsid w:val="004074B5"/>
    <w:rsid w:val="00407CBF"/>
    <w:rsid w:val="00407E4C"/>
    <w:rsid w:val="0041142A"/>
    <w:rsid w:val="0041192F"/>
    <w:rsid w:val="00412FDC"/>
    <w:rsid w:val="004138AB"/>
    <w:rsid w:val="00413A35"/>
    <w:rsid w:val="0041465D"/>
    <w:rsid w:val="00415029"/>
    <w:rsid w:val="00415CEC"/>
    <w:rsid w:val="00417084"/>
    <w:rsid w:val="00420056"/>
    <w:rsid w:val="004217D5"/>
    <w:rsid w:val="00426FF4"/>
    <w:rsid w:val="00432717"/>
    <w:rsid w:val="00432DF8"/>
    <w:rsid w:val="004334C9"/>
    <w:rsid w:val="00434998"/>
    <w:rsid w:val="00436896"/>
    <w:rsid w:val="00437610"/>
    <w:rsid w:val="00437914"/>
    <w:rsid w:val="00437A01"/>
    <w:rsid w:val="0044007C"/>
    <w:rsid w:val="0044079D"/>
    <w:rsid w:val="00442B3C"/>
    <w:rsid w:val="00442EBE"/>
    <w:rsid w:val="00442FA5"/>
    <w:rsid w:val="0044360D"/>
    <w:rsid w:val="00444959"/>
    <w:rsid w:val="00446005"/>
    <w:rsid w:val="00446BF2"/>
    <w:rsid w:val="0045044D"/>
    <w:rsid w:val="00451F09"/>
    <w:rsid w:val="00452762"/>
    <w:rsid w:val="00452D7C"/>
    <w:rsid w:val="00453B0C"/>
    <w:rsid w:val="00453C34"/>
    <w:rsid w:val="00453EB1"/>
    <w:rsid w:val="00454623"/>
    <w:rsid w:val="004555F3"/>
    <w:rsid w:val="0045639C"/>
    <w:rsid w:val="00457BA9"/>
    <w:rsid w:val="00457DC7"/>
    <w:rsid w:val="004615A2"/>
    <w:rsid w:val="00462389"/>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2B8"/>
    <w:rsid w:val="004775E8"/>
    <w:rsid w:val="00477803"/>
    <w:rsid w:val="00477815"/>
    <w:rsid w:val="00477AE6"/>
    <w:rsid w:val="00482BF8"/>
    <w:rsid w:val="00482C36"/>
    <w:rsid w:val="00482E04"/>
    <w:rsid w:val="004841CB"/>
    <w:rsid w:val="00484D9F"/>
    <w:rsid w:val="004852A8"/>
    <w:rsid w:val="004865ED"/>
    <w:rsid w:val="00490D0A"/>
    <w:rsid w:val="00491762"/>
    <w:rsid w:val="00491B36"/>
    <w:rsid w:val="00492346"/>
    <w:rsid w:val="0049251E"/>
    <w:rsid w:val="004926D4"/>
    <w:rsid w:val="00493FF4"/>
    <w:rsid w:val="00494660"/>
    <w:rsid w:val="00495592"/>
    <w:rsid w:val="00495F83"/>
    <w:rsid w:val="00496FA6"/>
    <w:rsid w:val="00497528"/>
    <w:rsid w:val="0049755C"/>
    <w:rsid w:val="00497673"/>
    <w:rsid w:val="00497E87"/>
    <w:rsid w:val="004A038E"/>
    <w:rsid w:val="004A1FCF"/>
    <w:rsid w:val="004A2802"/>
    <w:rsid w:val="004A2EEA"/>
    <w:rsid w:val="004A4FAB"/>
    <w:rsid w:val="004A552A"/>
    <w:rsid w:val="004A5874"/>
    <w:rsid w:val="004A5D6D"/>
    <w:rsid w:val="004B03C2"/>
    <w:rsid w:val="004B04DF"/>
    <w:rsid w:val="004B256B"/>
    <w:rsid w:val="004B329B"/>
    <w:rsid w:val="004B4BA2"/>
    <w:rsid w:val="004B56A6"/>
    <w:rsid w:val="004B5E1F"/>
    <w:rsid w:val="004B749E"/>
    <w:rsid w:val="004B77F3"/>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193"/>
    <w:rsid w:val="004D1549"/>
    <w:rsid w:val="004D18F5"/>
    <w:rsid w:val="004D2D14"/>
    <w:rsid w:val="004D3991"/>
    <w:rsid w:val="004D62BF"/>
    <w:rsid w:val="004D6EE0"/>
    <w:rsid w:val="004D7E1A"/>
    <w:rsid w:val="004E0002"/>
    <w:rsid w:val="004E167F"/>
    <w:rsid w:val="004E17C0"/>
    <w:rsid w:val="004E1DB4"/>
    <w:rsid w:val="004E31FE"/>
    <w:rsid w:val="004E4EDF"/>
    <w:rsid w:val="004E5078"/>
    <w:rsid w:val="004E6375"/>
    <w:rsid w:val="004E6FB8"/>
    <w:rsid w:val="004E7918"/>
    <w:rsid w:val="004E7C7B"/>
    <w:rsid w:val="004E7E00"/>
    <w:rsid w:val="004E7E96"/>
    <w:rsid w:val="004F0574"/>
    <w:rsid w:val="004F0AFF"/>
    <w:rsid w:val="004F19C3"/>
    <w:rsid w:val="004F1EEF"/>
    <w:rsid w:val="004F20B6"/>
    <w:rsid w:val="004F231B"/>
    <w:rsid w:val="004F2C17"/>
    <w:rsid w:val="004F2F9A"/>
    <w:rsid w:val="004F3C92"/>
    <w:rsid w:val="004F430C"/>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98"/>
    <w:rsid w:val="00504AA5"/>
    <w:rsid w:val="00504AC6"/>
    <w:rsid w:val="005057D6"/>
    <w:rsid w:val="0050772C"/>
    <w:rsid w:val="005124DD"/>
    <w:rsid w:val="00513DDC"/>
    <w:rsid w:val="00514908"/>
    <w:rsid w:val="00517435"/>
    <w:rsid w:val="005200A5"/>
    <w:rsid w:val="00520AF5"/>
    <w:rsid w:val="0052125E"/>
    <w:rsid w:val="00521786"/>
    <w:rsid w:val="005220FC"/>
    <w:rsid w:val="00523499"/>
    <w:rsid w:val="005243E1"/>
    <w:rsid w:val="00525771"/>
    <w:rsid w:val="005258F9"/>
    <w:rsid w:val="005259D9"/>
    <w:rsid w:val="00525A49"/>
    <w:rsid w:val="0052722C"/>
    <w:rsid w:val="00527AF8"/>
    <w:rsid w:val="00530E13"/>
    <w:rsid w:val="00532D63"/>
    <w:rsid w:val="0053329F"/>
    <w:rsid w:val="005332F8"/>
    <w:rsid w:val="00533572"/>
    <w:rsid w:val="0053507D"/>
    <w:rsid w:val="0053648E"/>
    <w:rsid w:val="00536757"/>
    <w:rsid w:val="00540796"/>
    <w:rsid w:val="005409AC"/>
    <w:rsid w:val="005411B7"/>
    <w:rsid w:val="00542498"/>
    <w:rsid w:val="00544663"/>
    <w:rsid w:val="00544A67"/>
    <w:rsid w:val="00544EAA"/>
    <w:rsid w:val="0054665E"/>
    <w:rsid w:val="005474C0"/>
    <w:rsid w:val="00547989"/>
    <w:rsid w:val="00547CF3"/>
    <w:rsid w:val="00550694"/>
    <w:rsid w:val="00550A77"/>
    <w:rsid w:val="00551016"/>
    <w:rsid w:val="00551572"/>
    <w:rsid w:val="005516DD"/>
    <w:rsid w:val="005522CF"/>
    <w:rsid w:val="0055388A"/>
    <w:rsid w:val="005545D3"/>
    <w:rsid w:val="005565B0"/>
    <w:rsid w:val="005602E4"/>
    <w:rsid w:val="0056050C"/>
    <w:rsid w:val="005636E1"/>
    <w:rsid w:val="0056413D"/>
    <w:rsid w:val="0056554E"/>
    <w:rsid w:val="00565991"/>
    <w:rsid w:val="00565BF7"/>
    <w:rsid w:val="00565D7C"/>
    <w:rsid w:val="0056745B"/>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65A0"/>
    <w:rsid w:val="00587DF1"/>
    <w:rsid w:val="00590B4A"/>
    <w:rsid w:val="005936C7"/>
    <w:rsid w:val="005937C7"/>
    <w:rsid w:val="0059578C"/>
    <w:rsid w:val="0059682F"/>
    <w:rsid w:val="005A0891"/>
    <w:rsid w:val="005A0F3E"/>
    <w:rsid w:val="005A1B3A"/>
    <w:rsid w:val="005A1BD6"/>
    <w:rsid w:val="005A1EF1"/>
    <w:rsid w:val="005A2232"/>
    <w:rsid w:val="005A46CA"/>
    <w:rsid w:val="005A500B"/>
    <w:rsid w:val="005A7887"/>
    <w:rsid w:val="005A7CED"/>
    <w:rsid w:val="005B0AAB"/>
    <w:rsid w:val="005B0B21"/>
    <w:rsid w:val="005B0E66"/>
    <w:rsid w:val="005B1E52"/>
    <w:rsid w:val="005B294F"/>
    <w:rsid w:val="005B5014"/>
    <w:rsid w:val="005B5089"/>
    <w:rsid w:val="005B6224"/>
    <w:rsid w:val="005B7523"/>
    <w:rsid w:val="005C2202"/>
    <w:rsid w:val="005C2C25"/>
    <w:rsid w:val="005C3E05"/>
    <w:rsid w:val="005C5A2F"/>
    <w:rsid w:val="005C6083"/>
    <w:rsid w:val="005C67F3"/>
    <w:rsid w:val="005C6AD2"/>
    <w:rsid w:val="005D0FFA"/>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7CD6"/>
    <w:rsid w:val="005E7D53"/>
    <w:rsid w:val="005F0700"/>
    <w:rsid w:val="005F0778"/>
    <w:rsid w:val="005F08E7"/>
    <w:rsid w:val="005F0CA6"/>
    <w:rsid w:val="005F144A"/>
    <w:rsid w:val="005F168B"/>
    <w:rsid w:val="005F21FA"/>
    <w:rsid w:val="005F286C"/>
    <w:rsid w:val="005F2CAE"/>
    <w:rsid w:val="005F3201"/>
    <w:rsid w:val="005F33E3"/>
    <w:rsid w:val="005F36FB"/>
    <w:rsid w:val="005F75D0"/>
    <w:rsid w:val="005F7D82"/>
    <w:rsid w:val="005F7FC2"/>
    <w:rsid w:val="00600F09"/>
    <w:rsid w:val="00601695"/>
    <w:rsid w:val="00601748"/>
    <w:rsid w:val="00601F55"/>
    <w:rsid w:val="00603DE1"/>
    <w:rsid w:val="00603E92"/>
    <w:rsid w:val="00604615"/>
    <w:rsid w:val="00604DB5"/>
    <w:rsid w:val="00605288"/>
    <w:rsid w:val="006057CC"/>
    <w:rsid w:val="00605AB1"/>
    <w:rsid w:val="00605FA7"/>
    <w:rsid w:val="00606BE3"/>
    <w:rsid w:val="00606E89"/>
    <w:rsid w:val="0060709D"/>
    <w:rsid w:val="00607B47"/>
    <w:rsid w:val="006105B3"/>
    <w:rsid w:val="00610CC4"/>
    <w:rsid w:val="00610D55"/>
    <w:rsid w:val="0061165A"/>
    <w:rsid w:val="00611732"/>
    <w:rsid w:val="00611F3C"/>
    <w:rsid w:val="006128B4"/>
    <w:rsid w:val="0061402C"/>
    <w:rsid w:val="0061438A"/>
    <w:rsid w:val="00614A4A"/>
    <w:rsid w:val="00614E37"/>
    <w:rsid w:val="006156E1"/>
    <w:rsid w:val="0061791F"/>
    <w:rsid w:val="00617A31"/>
    <w:rsid w:val="006202B4"/>
    <w:rsid w:val="00620BC4"/>
    <w:rsid w:val="00624B8E"/>
    <w:rsid w:val="006255FF"/>
    <w:rsid w:val="0062588E"/>
    <w:rsid w:val="00626584"/>
    <w:rsid w:val="00627449"/>
    <w:rsid w:val="006318D8"/>
    <w:rsid w:val="00631E40"/>
    <w:rsid w:val="00633992"/>
    <w:rsid w:val="0063492E"/>
    <w:rsid w:val="006362E9"/>
    <w:rsid w:val="006365D6"/>
    <w:rsid w:val="00637FC2"/>
    <w:rsid w:val="006408A4"/>
    <w:rsid w:val="00640C63"/>
    <w:rsid w:val="00641536"/>
    <w:rsid w:val="00641A42"/>
    <w:rsid w:val="00642960"/>
    <w:rsid w:val="00644798"/>
    <w:rsid w:val="00644FB2"/>
    <w:rsid w:val="0064562C"/>
    <w:rsid w:val="006503D2"/>
    <w:rsid w:val="006522BD"/>
    <w:rsid w:val="006524D9"/>
    <w:rsid w:val="0065332E"/>
    <w:rsid w:val="006539AE"/>
    <w:rsid w:val="00654936"/>
    <w:rsid w:val="006556F3"/>
    <w:rsid w:val="006566DB"/>
    <w:rsid w:val="006567A2"/>
    <w:rsid w:val="006618B6"/>
    <w:rsid w:val="006629E3"/>
    <w:rsid w:val="006652C5"/>
    <w:rsid w:val="006661B3"/>
    <w:rsid w:val="0066651D"/>
    <w:rsid w:val="00667788"/>
    <w:rsid w:val="006677BF"/>
    <w:rsid w:val="006677D6"/>
    <w:rsid w:val="00667F6C"/>
    <w:rsid w:val="006704D2"/>
    <w:rsid w:val="00671C20"/>
    <w:rsid w:val="0067319C"/>
    <w:rsid w:val="00673252"/>
    <w:rsid w:val="00673AA3"/>
    <w:rsid w:val="00674097"/>
    <w:rsid w:val="006746BE"/>
    <w:rsid w:val="00675B80"/>
    <w:rsid w:val="0067680C"/>
    <w:rsid w:val="00676871"/>
    <w:rsid w:val="0068041F"/>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78F"/>
    <w:rsid w:val="00693F1D"/>
    <w:rsid w:val="00694829"/>
    <w:rsid w:val="00695F4F"/>
    <w:rsid w:val="00696473"/>
    <w:rsid w:val="00697339"/>
    <w:rsid w:val="0069780B"/>
    <w:rsid w:val="006978CD"/>
    <w:rsid w:val="00697A07"/>
    <w:rsid w:val="00697D1B"/>
    <w:rsid w:val="006A00DD"/>
    <w:rsid w:val="006A020E"/>
    <w:rsid w:val="006A037F"/>
    <w:rsid w:val="006A04A5"/>
    <w:rsid w:val="006A1E75"/>
    <w:rsid w:val="006A2E9B"/>
    <w:rsid w:val="006A4130"/>
    <w:rsid w:val="006A479C"/>
    <w:rsid w:val="006A4C86"/>
    <w:rsid w:val="006A61DF"/>
    <w:rsid w:val="006A62A2"/>
    <w:rsid w:val="006A6678"/>
    <w:rsid w:val="006A7019"/>
    <w:rsid w:val="006A7CF7"/>
    <w:rsid w:val="006A7E5F"/>
    <w:rsid w:val="006B0DA0"/>
    <w:rsid w:val="006B0F3F"/>
    <w:rsid w:val="006B1154"/>
    <w:rsid w:val="006B178A"/>
    <w:rsid w:val="006B1CBF"/>
    <w:rsid w:val="006B29D3"/>
    <w:rsid w:val="006B2C8B"/>
    <w:rsid w:val="006B36E6"/>
    <w:rsid w:val="006B6F7A"/>
    <w:rsid w:val="006B74AF"/>
    <w:rsid w:val="006C15D7"/>
    <w:rsid w:val="006C2A04"/>
    <w:rsid w:val="006C2D95"/>
    <w:rsid w:val="006C3CE4"/>
    <w:rsid w:val="006C5710"/>
    <w:rsid w:val="006C5F7E"/>
    <w:rsid w:val="006C68D3"/>
    <w:rsid w:val="006C6E8C"/>
    <w:rsid w:val="006C7ADD"/>
    <w:rsid w:val="006D0E95"/>
    <w:rsid w:val="006D135A"/>
    <w:rsid w:val="006D202C"/>
    <w:rsid w:val="006D2B61"/>
    <w:rsid w:val="006D3C7D"/>
    <w:rsid w:val="006D448C"/>
    <w:rsid w:val="006D4B83"/>
    <w:rsid w:val="006D7F1F"/>
    <w:rsid w:val="006E00A0"/>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4E4"/>
    <w:rsid w:val="006F69B5"/>
    <w:rsid w:val="006F6B59"/>
    <w:rsid w:val="006F76BA"/>
    <w:rsid w:val="006F7DDC"/>
    <w:rsid w:val="0070055A"/>
    <w:rsid w:val="00700A3D"/>
    <w:rsid w:val="00702BE1"/>
    <w:rsid w:val="00704034"/>
    <w:rsid w:val="00704894"/>
    <w:rsid w:val="00705257"/>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60EC"/>
    <w:rsid w:val="007176D8"/>
    <w:rsid w:val="00720AC5"/>
    <w:rsid w:val="007213C9"/>
    <w:rsid w:val="00721470"/>
    <w:rsid w:val="00721DDD"/>
    <w:rsid w:val="007223CC"/>
    <w:rsid w:val="00722994"/>
    <w:rsid w:val="007237F2"/>
    <w:rsid w:val="00723AD1"/>
    <w:rsid w:val="007252B5"/>
    <w:rsid w:val="0072563F"/>
    <w:rsid w:val="00726C4B"/>
    <w:rsid w:val="00727A0C"/>
    <w:rsid w:val="00731389"/>
    <w:rsid w:val="00732D55"/>
    <w:rsid w:val="00732E10"/>
    <w:rsid w:val="00733C38"/>
    <w:rsid w:val="00733CCB"/>
    <w:rsid w:val="00733CEA"/>
    <w:rsid w:val="00734F40"/>
    <w:rsid w:val="00735063"/>
    <w:rsid w:val="007359FB"/>
    <w:rsid w:val="00736490"/>
    <w:rsid w:val="007370BA"/>
    <w:rsid w:val="0073767E"/>
    <w:rsid w:val="00737793"/>
    <w:rsid w:val="007411CA"/>
    <w:rsid w:val="0074158E"/>
    <w:rsid w:val="0074219C"/>
    <w:rsid w:val="0074326D"/>
    <w:rsid w:val="007449F0"/>
    <w:rsid w:val="00744FAF"/>
    <w:rsid w:val="00746313"/>
    <w:rsid w:val="007473BD"/>
    <w:rsid w:val="007477C1"/>
    <w:rsid w:val="00747FEA"/>
    <w:rsid w:val="007502BC"/>
    <w:rsid w:val="0075097D"/>
    <w:rsid w:val="00751651"/>
    <w:rsid w:val="00752D55"/>
    <w:rsid w:val="00752EAF"/>
    <w:rsid w:val="00753923"/>
    <w:rsid w:val="00753D5C"/>
    <w:rsid w:val="00754BEF"/>
    <w:rsid w:val="00757BCD"/>
    <w:rsid w:val="0076133F"/>
    <w:rsid w:val="00762143"/>
    <w:rsid w:val="007640E0"/>
    <w:rsid w:val="007648E4"/>
    <w:rsid w:val="0076491A"/>
    <w:rsid w:val="007649E0"/>
    <w:rsid w:val="00764C3E"/>
    <w:rsid w:val="00764E1C"/>
    <w:rsid w:val="007650C0"/>
    <w:rsid w:val="007650FA"/>
    <w:rsid w:val="00765170"/>
    <w:rsid w:val="00765701"/>
    <w:rsid w:val="00765EEB"/>
    <w:rsid w:val="007663C5"/>
    <w:rsid w:val="00772203"/>
    <w:rsid w:val="00773A00"/>
    <w:rsid w:val="007741B1"/>
    <w:rsid w:val="00774DD2"/>
    <w:rsid w:val="00775D57"/>
    <w:rsid w:val="007766BC"/>
    <w:rsid w:val="00776D73"/>
    <w:rsid w:val="00777819"/>
    <w:rsid w:val="00777E73"/>
    <w:rsid w:val="00781B90"/>
    <w:rsid w:val="007827B8"/>
    <w:rsid w:val="007836B4"/>
    <w:rsid w:val="00783BA9"/>
    <w:rsid w:val="00783D77"/>
    <w:rsid w:val="0078434A"/>
    <w:rsid w:val="00785C46"/>
    <w:rsid w:val="00787C0D"/>
    <w:rsid w:val="007921BE"/>
    <w:rsid w:val="007937FB"/>
    <w:rsid w:val="007942E2"/>
    <w:rsid w:val="00795D52"/>
    <w:rsid w:val="00796FBF"/>
    <w:rsid w:val="0079752B"/>
    <w:rsid w:val="00797CBC"/>
    <w:rsid w:val="007A01C2"/>
    <w:rsid w:val="007A064A"/>
    <w:rsid w:val="007A09B1"/>
    <w:rsid w:val="007A2245"/>
    <w:rsid w:val="007A2E7F"/>
    <w:rsid w:val="007A3D2A"/>
    <w:rsid w:val="007A4000"/>
    <w:rsid w:val="007A5028"/>
    <w:rsid w:val="007A5C99"/>
    <w:rsid w:val="007A5D6E"/>
    <w:rsid w:val="007A5D7A"/>
    <w:rsid w:val="007A7873"/>
    <w:rsid w:val="007B1CC2"/>
    <w:rsid w:val="007B280E"/>
    <w:rsid w:val="007B3379"/>
    <w:rsid w:val="007B3D5A"/>
    <w:rsid w:val="007B4323"/>
    <w:rsid w:val="007B4CE2"/>
    <w:rsid w:val="007B5781"/>
    <w:rsid w:val="007B69F9"/>
    <w:rsid w:val="007C068F"/>
    <w:rsid w:val="007C1313"/>
    <w:rsid w:val="007C1BE3"/>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616"/>
    <w:rsid w:val="007E4D91"/>
    <w:rsid w:val="007E52F1"/>
    <w:rsid w:val="007E6C41"/>
    <w:rsid w:val="007E6F1D"/>
    <w:rsid w:val="007F12E6"/>
    <w:rsid w:val="007F1977"/>
    <w:rsid w:val="007F19B0"/>
    <w:rsid w:val="007F3A18"/>
    <w:rsid w:val="007F3B14"/>
    <w:rsid w:val="007F4028"/>
    <w:rsid w:val="007F4087"/>
    <w:rsid w:val="007F4D0E"/>
    <w:rsid w:val="007F779E"/>
    <w:rsid w:val="008007B8"/>
    <w:rsid w:val="0080129A"/>
    <w:rsid w:val="0080154F"/>
    <w:rsid w:val="00804107"/>
    <w:rsid w:val="00804E0A"/>
    <w:rsid w:val="00804F3C"/>
    <w:rsid w:val="00805C12"/>
    <w:rsid w:val="00807043"/>
    <w:rsid w:val="00812E70"/>
    <w:rsid w:val="00813ABC"/>
    <w:rsid w:val="00813B76"/>
    <w:rsid w:val="00813D4E"/>
    <w:rsid w:val="00814143"/>
    <w:rsid w:val="00814C18"/>
    <w:rsid w:val="00815AAD"/>
    <w:rsid w:val="008160F7"/>
    <w:rsid w:val="00816BD5"/>
    <w:rsid w:val="00817041"/>
    <w:rsid w:val="00820EB2"/>
    <w:rsid w:val="00823FDB"/>
    <w:rsid w:val="00824414"/>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136"/>
    <w:rsid w:val="008422DF"/>
    <w:rsid w:val="0084354A"/>
    <w:rsid w:val="008436F0"/>
    <w:rsid w:val="008437B2"/>
    <w:rsid w:val="008450D2"/>
    <w:rsid w:val="008468AB"/>
    <w:rsid w:val="00846930"/>
    <w:rsid w:val="00851615"/>
    <w:rsid w:val="00852BA8"/>
    <w:rsid w:val="00853350"/>
    <w:rsid w:val="00855079"/>
    <w:rsid w:val="0085593F"/>
    <w:rsid w:val="008570DE"/>
    <w:rsid w:val="00857567"/>
    <w:rsid w:val="0085764D"/>
    <w:rsid w:val="0086293D"/>
    <w:rsid w:val="00862EED"/>
    <w:rsid w:val="00863133"/>
    <w:rsid w:val="00865293"/>
    <w:rsid w:val="008667A2"/>
    <w:rsid w:val="008670A8"/>
    <w:rsid w:val="00867250"/>
    <w:rsid w:val="0087022C"/>
    <w:rsid w:val="0087071C"/>
    <w:rsid w:val="00873629"/>
    <w:rsid w:val="00873C94"/>
    <w:rsid w:val="008764FD"/>
    <w:rsid w:val="00876FB0"/>
    <w:rsid w:val="00880370"/>
    <w:rsid w:val="0088165A"/>
    <w:rsid w:val="0088201D"/>
    <w:rsid w:val="008834F4"/>
    <w:rsid w:val="00883E45"/>
    <w:rsid w:val="0088419B"/>
    <w:rsid w:val="0088497E"/>
    <w:rsid w:val="0088685F"/>
    <w:rsid w:val="00886C67"/>
    <w:rsid w:val="00886F60"/>
    <w:rsid w:val="00890B2A"/>
    <w:rsid w:val="0089181C"/>
    <w:rsid w:val="00894CAE"/>
    <w:rsid w:val="00894FB8"/>
    <w:rsid w:val="008954AF"/>
    <w:rsid w:val="00896F2A"/>
    <w:rsid w:val="008A0083"/>
    <w:rsid w:val="008A2F9E"/>
    <w:rsid w:val="008A39A3"/>
    <w:rsid w:val="008A3B72"/>
    <w:rsid w:val="008A3E23"/>
    <w:rsid w:val="008A40D1"/>
    <w:rsid w:val="008A5CEB"/>
    <w:rsid w:val="008A62AE"/>
    <w:rsid w:val="008A62B4"/>
    <w:rsid w:val="008A794E"/>
    <w:rsid w:val="008A7AC4"/>
    <w:rsid w:val="008B024F"/>
    <w:rsid w:val="008B09AD"/>
    <w:rsid w:val="008B1F36"/>
    <w:rsid w:val="008B2AA7"/>
    <w:rsid w:val="008B3628"/>
    <w:rsid w:val="008B3A2A"/>
    <w:rsid w:val="008B579B"/>
    <w:rsid w:val="008B7591"/>
    <w:rsid w:val="008B75C2"/>
    <w:rsid w:val="008B7F3A"/>
    <w:rsid w:val="008C1041"/>
    <w:rsid w:val="008C1817"/>
    <w:rsid w:val="008C1F1F"/>
    <w:rsid w:val="008C27C1"/>
    <w:rsid w:val="008C4316"/>
    <w:rsid w:val="008C50FE"/>
    <w:rsid w:val="008C5234"/>
    <w:rsid w:val="008C5472"/>
    <w:rsid w:val="008C6391"/>
    <w:rsid w:val="008C7C79"/>
    <w:rsid w:val="008D0193"/>
    <w:rsid w:val="008D0DB1"/>
    <w:rsid w:val="008D1381"/>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7AB"/>
    <w:rsid w:val="008F0D5F"/>
    <w:rsid w:val="008F0E0B"/>
    <w:rsid w:val="008F3039"/>
    <w:rsid w:val="008F306D"/>
    <w:rsid w:val="008F385F"/>
    <w:rsid w:val="008F4093"/>
    <w:rsid w:val="008F437A"/>
    <w:rsid w:val="008F64BB"/>
    <w:rsid w:val="008F7717"/>
    <w:rsid w:val="009003B6"/>
    <w:rsid w:val="0090157D"/>
    <w:rsid w:val="00901836"/>
    <w:rsid w:val="009022FD"/>
    <w:rsid w:val="00903465"/>
    <w:rsid w:val="00903E10"/>
    <w:rsid w:val="00904160"/>
    <w:rsid w:val="00904722"/>
    <w:rsid w:val="00904CB8"/>
    <w:rsid w:val="00904F1D"/>
    <w:rsid w:val="009059CD"/>
    <w:rsid w:val="0090798C"/>
    <w:rsid w:val="00907C74"/>
    <w:rsid w:val="00910CDC"/>
    <w:rsid w:val="0091231E"/>
    <w:rsid w:val="00912AF1"/>
    <w:rsid w:val="00914059"/>
    <w:rsid w:val="009145E1"/>
    <w:rsid w:val="00915A7E"/>
    <w:rsid w:val="00915C05"/>
    <w:rsid w:val="00916140"/>
    <w:rsid w:val="0091621F"/>
    <w:rsid w:val="009168AC"/>
    <w:rsid w:val="00916F6A"/>
    <w:rsid w:val="009170C8"/>
    <w:rsid w:val="00917D45"/>
    <w:rsid w:val="00920919"/>
    <w:rsid w:val="00920B51"/>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5F"/>
    <w:rsid w:val="00953A76"/>
    <w:rsid w:val="00954AC0"/>
    <w:rsid w:val="0095506F"/>
    <w:rsid w:val="009557D6"/>
    <w:rsid w:val="00955A63"/>
    <w:rsid w:val="00955C90"/>
    <w:rsid w:val="009560BD"/>
    <w:rsid w:val="00956545"/>
    <w:rsid w:val="009568F3"/>
    <w:rsid w:val="00956B1C"/>
    <w:rsid w:val="00957EB4"/>
    <w:rsid w:val="00962C6E"/>
    <w:rsid w:val="00963122"/>
    <w:rsid w:val="00963837"/>
    <w:rsid w:val="00965AEB"/>
    <w:rsid w:val="009660F0"/>
    <w:rsid w:val="00966966"/>
    <w:rsid w:val="009679D1"/>
    <w:rsid w:val="00970779"/>
    <w:rsid w:val="00970991"/>
    <w:rsid w:val="0097120D"/>
    <w:rsid w:val="00971999"/>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8793F"/>
    <w:rsid w:val="00991651"/>
    <w:rsid w:val="00991DD9"/>
    <w:rsid w:val="00991F3F"/>
    <w:rsid w:val="00992269"/>
    <w:rsid w:val="00992362"/>
    <w:rsid w:val="00992771"/>
    <w:rsid w:val="009927A2"/>
    <w:rsid w:val="00993F51"/>
    <w:rsid w:val="00996353"/>
    <w:rsid w:val="009968BC"/>
    <w:rsid w:val="0099772C"/>
    <w:rsid w:val="009978F8"/>
    <w:rsid w:val="00997ADC"/>
    <w:rsid w:val="009A02E5"/>
    <w:rsid w:val="009A16F7"/>
    <w:rsid w:val="009A215B"/>
    <w:rsid w:val="009A2658"/>
    <w:rsid w:val="009A29A6"/>
    <w:rsid w:val="009A37F8"/>
    <w:rsid w:val="009A3DE1"/>
    <w:rsid w:val="009A444C"/>
    <w:rsid w:val="009A525A"/>
    <w:rsid w:val="009A6174"/>
    <w:rsid w:val="009A6F6A"/>
    <w:rsid w:val="009B14C2"/>
    <w:rsid w:val="009B183A"/>
    <w:rsid w:val="009B2CAB"/>
    <w:rsid w:val="009B3A8A"/>
    <w:rsid w:val="009B4988"/>
    <w:rsid w:val="009B5099"/>
    <w:rsid w:val="009B6482"/>
    <w:rsid w:val="009B7AC8"/>
    <w:rsid w:val="009C27E4"/>
    <w:rsid w:val="009C2BC2"/>
    <w:rsid w:val="009C3BA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D7F93"/>
    <w:rsid w:val="009E00BE"/>
    <w:rsid w:val="009E0280"/>
    <w:rsid w:val="009E04E5"/>
    <w:rsid w:val="009E0B04"/>
    <w:rsid w:val="009E1D92"/>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9F7E75"/>
    <w:rsid w:val="00A018F7"/>
    <w:rsid w:val="00A01D73"/>
    <w:rsid w:val="00A03D1A"/>
    <w:rsid w:val="00A04B09"/>
    <w:rsid w:val="00A04D0E"/>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32E"/>
    <w:rsid w:val="00A27471"/>
    <w:rsid w:val="00A277E2"/>
    <w:rsid w:val="00A301E6"/>
    <w:rsid w:val="00A31B82"/>
    <w:rsid w:val="00A31F8B"/>
    <w:rsid w:val="00A32527"/>
    <w:rsid w:val="00A32A50"/>
    <w:rsid w:val="00A33672"/>
    <w:rsid w:val="00A3387D"/>
    <w:rsid w:val="00A34470"/>
    <w:rsid w:val="00A35798"/>
    <w:rsid w:val="00A366AF"/>
    <w:rsid w:val="00A36E26"/>
    <w:rsid w:val="00A37F24"/>
    <w:rsid w:val="00A401E7"/>
    <w:rsid w:val="00A40B76"/>
    <w:rsid w:val="00A40E0C"/>
    <w:rsid w:val="00A4140E"/>
    <w:rsid w:val="00A418BF"/>
    <w:rsid w:val="00A42FC3"/>
    <w:rsid w:val="00A43281"/>
    <w:rsid w:val="00A440BA"/>
    <w:rsid w:val="00A4519A"/>
    <w:rsid w:val="00A456EC"/>
    <w:rsid w:val="00A4583B"/>
    <w:rsid w:val="00A45ECF"/>
    <w:rsid w:val="00A475E3"/>
    <w:rsid w:val="00A47748"/>
    <w:rsid w:val="00A50007"/>
    <w:rsid w:val="00A50B09"/>
    <w:rsid w:val="00A51FAE"/>
    <w:rsid w:val="00A5358F"/>
    <w:rsid w:val="00A542B9"/>
    <w:rsid w:val="00A54A4B"/>
    <w:rsid w:val="00A560C0"/>
    <w:rsid w:val="00A5618B"/>
    <w:rsid w:val="00A564CD"/>
    <w:rsid w:val="00A6475C"/>
    <w:rsid w:val="00A66014"/>
    <w:rsid w:val="00A6637D"/>
    <w:rsid w:val="00A663E3"/>
    <w:rsid w:val="00A703C7"/>
    <w:rsid w:val="00A7157F"/>
    <w:rsid w:val="00A72837"/>
    <w:rsid w:val="00A73891"/>
    <w:rsid w:val="00A7412F"/>
    <w:rsid w:val="00A747F8"/>
    <w:rsid w:val="00A7632D"/>
    <w:rsid w:val="00A76360"/>
    <w:rsid w:val="00A7641D"/>
    <w:rsid w:val="00A771B3"/>
    <w:rsid w:val="00A77D9A"/>
    <w:rsid w:val="00A77F75"/>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889"/>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1E2"/>
    <w:rsid w:val="00AA635C"/>
    <w:rsid w:val="00AA6AC2"/>
    <w:rsid w:val="00AA7A9E"/>
    <w:rsid w:val="00AA7E2C"/>
    <w:rsid w:val="00AA7F02"/>
    <w:rsid w:val="00AB0C1C"/>
    <w:rsid w:val="00AB1B79"/>
    <w:rsid w:val="00AB1BCD"/>
    <w:rsid w:val="00AB2CB8"/>
    <w:rsid w:val="00AB35B3"/>
    <w:rsid w:val="00AB3A2E"/>
    <w:rsid w:val="00AB412A"/>
    <w:rsid w:val="00AB56F4"/>
    <w:rsid w:val="00AB571B"/>
    <w:rsid w:val="00AB5BF1"/>
    <w:rsid w:val="00AB5E90"/>
    <w:rsid w:val="00AB6E80"/>
    <w:rsid w:val="00AB6FCF"/>
    <w:rsid w:val="00AB7325"/>
    <w:rsid w:val="00AB7A1F"/>
    <w:rsid w:val="00AC05B3"/>
    <w:rsid w:val="00AC0898"/>
    <w:rsid w:val="00AC0BC7"/>
    <w:rsid w:val="00AC0C00"/>
    <w:rsid w:val="00AC1BA6"/>
    <w:rsid w:val="00AC20CE"/>
    <w:rsid w:val="00AC6CD2"/>
    <w:rsid w:val="00AC6E00"/>
    <w:rsid w:val="00AC77B4"/>
    <w:rsid w:val="00AC77FB"/>
    <w:rsid w:val="00AC7D07"/>
    <w:rsid w:val="00AD0E64"/>
    <w:rsid w:val="00AD185A"/>
    <w:rsid w:val="00AD1B08"/>
    <w:rsid w:val="00AD1D97"/>
    <w:rsid w:val="00AD1F9F"/>
    <w:rsid w:val="00AD377B"/>
    <w:rsid w:val="00AD43B3"/>
    <w:rsid w:val="00AD4695"/>
    <w:rsid w:val="00AD4B65"/>
    <w:rsid w:val="00AD5ADB"/>
    <w:rsid w:val="00AD6130"/>
    <w:rsid w:val="00AD69D5"/>
    <w:rsid w:val="00AE09A2"/>
    <w:rsid w:val="00AE0A3E"/>
    <w:rsid w:val="00AE0FF5"/>
    <w:rsid w:val="00AE1817"/>
    <w:rsid w:val="00AE3045"/>
    <w:rsid w:val="00AE36D2"/>
    <w:rsid w:val="00AE39A1"/>
    <w:rsid w:val="00AE40ED"/>
    <w:rsid w:val="00AE4822"/>
    <w:rsid w:val="00AE49EA"/>
    <w:rsid w:val="00AE4BDB"/>
    <w:rsid w:val="00AE69B4"/>
    <w:rsid w:val="00AE7100"/>
    <w:rsid w:val="00AE7BE5"/>
    <w:rsid w:val="00AF06CA"/>
    <w:rsid w:val="00AF0BD6"/>
    <w:rsid w:val="00AF1838"/>
    <w:rsid w:val="00AF1D65"/>
    <w:rsid w:val="00AF2BE4"/>
    <w:rsid w:val="00AF3BF2"/>
    <w:rsid w:val="00AF4055"/>
    <w:rsid w:val="00AF4CAF"/>
    <w:rsid w:val="00AF566A"/>
    <w:rsid w:val="00AF5B6A"/>
    <w:rsid w:val="00AF5BBF"/>
    <w:rsid w:val="00AF6068"/>
    <w:rsid w:val="00AF6916"/>
    <w:rsid w:val="00AF70A0"/>
    <w:rsid w:val="00B00F96"/>
    <w:rsid w:val="00B019DC"/>
    <w:rsid w:val="00B0292F"/>
    <w:rsid w:val="00B0396B"/>
    <w:rsid w:val="00B041AB"/>
    <w:rsid w:val="00B04CDE"/>
    <w:rsid w:val="00B10F81"/>
    <w:rsid w:val="00B1172B"/>
    <w:rsid w:val="00B11A5D"/>
    <w:rsid w:val="00B11B45"/>
    <w:rsid w:val="00B11B58"/>
    <w:rsid w:val="00B11F1B"/>
    <w:rsid w:val="00B12048"/>
    <w:rsid w:val="00B13C48"/>
    <w:rsid w:val="00B144F4"/>
    <w:rsid w:val="00B1553D"/>
    <w:rsid w:val="00B173B8"/>
    <w:rsid w:val="00B175A1"/>
    <w:rsid w:val="00B175E0"/>
    <w:rsid w:val="00B17B7D"/>
    <w:rsid w:val="00B20683"/>
    <w:rsid w:val="00B21EAA"/>
    <w:rsid w:val="00B22642"/>
    <w:rsid w:val="00B233BA"/>
    <w:rsid w:val="00B23E4F"/>
    <w:rsid w:val="00B24D47"/>
    <w:rsid w:val="00B252A6"/>
    <w:rsid w:val="00B2662C"/>
    <w:rsid w:val="00B30385"/>
    <w:rsid w:val="00B30848"/>
    <w:rsid w:val="00B30B96"/>
    <w:rsid w:val="00B31EA0"/>
    <w:rsid w:val="00B33CD3"/>
    <w:rsid w:val="00B3474F"/>
    <w:rsid w:val="00B34836"/>
    <w:rsid w:val="00B35EDD"/>
    <w:rsid w:val="00B36265"/>
    <w:rsid w:val="00B368F3"/>
    <w:rsid w:val="00B36B68"/>
    <w:rsid w:val="00B373FD"/>
    <w:rsid w:val="00B4177F"/>
    <w:rsid w:val="00B44843"/>
    <w:rsid w:val="00B44C06"/>
    <w:rsid w:val="00B4695F"/>
    <w:rsid w:val="00B46E7D"/>
    <w:rsid w:val="00B50D77"/>
    <w:rsid w:val="00B50FEE"/>
    <w:rsid w:val="00B51120"/>
    <w:rsid w:val="00B51B90"/>
    <w:rsid w:val="00B51D1C"/>
    <w:rsid w:val="00B5219D"/>
    <w:rsid w:val="00B52B50"/>
    <w:rsid w:val="00B53634"/>
    <w:rsid w:val="00B54D96"/>
    <w:rsid w:val="00B55C4F"/>
    <w:rsid w:val="00B56101"/>
    <w:rsid w:val="00B57FDC"/>
    <w:rsid w:val="00B601B5"/>
    <w:rsid w:val="00B606B5"/>
    <w:rsid w:val="00B6140B"/>
    <w:rsid w:val="00B6142A"/>
    <w:rsid w:val="00B61E44"/>
    <w:rsid w:val="00B620ED"/>
    <w:rsid w:val="00B62846"/>
    <w:rsid w:val="00B62A11"/>
    <w:rsid w:val="00B62A4B"/>
    <w:rsid w:val="00B63C83"/>
    <w:rsid w:val="00B651CE"/>
    <w:rsid w:val="00B65FC9"/>
    <w:rsid w:val="00B661E5"/>
    <w:rsid w:val="00B67124"/>
    <w:rsid w:val="00B6768B"/>
    <w:rsid w:val="00B70E19"/>
    <w:rsid w:val="00B71B0D"/>
    <w:rsid w:val="00B71B2F"/>
    <w:rsid w:val="00B750EE"/>
    <w:rsid w:val="00B75633"/>
    <w:rsid w:val="00B75819"/>
    <w:rsid w:val="00B7596C"/>
    <w:rsid w:val="00B76366"/>
    <w:rsid w:val="00B76BA1"/>
    <w:rsid w:val="00B77996"/>
    <w:rsid w:val="00B77ED2"/>
    <w:rsid w:val="00B8000C"/>
    <w:rsid w:val="00B80F71"/>
    <w:rsid w:val="00B815DB"/>
    <w:rsid w:val="00B815FA"/>
    <w:rsid w:val="00B81D06"/>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910"/>
    <w:rsid w:val="00B93A63"/>
    <w:rsid w:val="00B94A57"/>
    <w:rsid w:val="00B94FF5"/>
    <w:rsid w:val="00B95425"/>
    <w:rsid w:val="00B95715"/>
    <w:rsid w:val="00B957EA"/>
    <w:rsid w:val="00B967FF"/>
    <w:rsid w:val="00B9730F"/>
    <w:rsid w:val="00B97A04"/>
    <w:rsid w:val="00BA1BB5"/>
    <w:rsid w:val="00BA2374"/>
    <w:rsid w:val="00BA42DD"/>
    <w:rsid w:val="00BA4338"/>
    <w:rsid w:val="00BA4C05"/>
    <w:rsid w:val="00BA5F0F"/>
    <w:rsid w:val="00BA625C"/>
    <w:rsid w:val="00BA71F9"/>
    <w:rsid w:val="00BA7514"/>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3906"/>
    <w:rsid w:val="00BD460D"/>
    <w:rsid w:val="00BD4C31"/>
    <w:rsid w:val="00BD6530"/>
    <w:rsid w:val="00BE11DF"/>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519"/>
    <w:rsid w:val="00C05819"/>
    <w:rsid w:val="00C05D6E"/>
    <w:rsid w:val="00C060AC"/>
    <w:rsid w:val="00C06710"/>
    <w:rsid w:val="00C10424"/>
    <w:rsid w:val="00C10A61"/>
    <w:rsid w:val="00C10E1C"/>
    <w:rsid w:val="00C123C5"/>
    <w:rsid w:val="00C125E0"/>
    <w:rsid w:val="00C12F39"/>
    <w:rsid w:val="00C140FF"/>
    <w:rsid w:val="00C159CD"/>
    <w:rsid w:val="00C1686B"/>
    <w:rsid w:val="00C16D9B"/>
    <w:rsid w:val="00C17DD9"/>
    <w:rsid w:val="00C20535"/>
    <w:rsid w:val="00C20573"/>
    <w:rsid w:val="00C20EBA"/>
    <w:rsid w:val="00C21620"/>
    <w:rsid w:val="00C23FB1"/>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51C"/>
    <w:rsid w:val="00C359E8"/>
    <w:rsid w:val="00C35D7F"/>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D12"/>
    <w:rsid w:val="00C549A0"/>
    <w:rsid w:val="00C54B09"/>
    <w:rsid w:val="00C54BC5"/>
    <w:rsid w:val="00C5567A"/>
    <w:rsid w:val="00C560E3"/>
    <w:rsid w:val="00C6073F"/>
    <w:rsid w:val="00C62892"/>
    <w:rsid w:val="00C635AE"/>
    <w:rsid w:val="00C63B64"/>
    <w:rsid w:val="00C63EBA"/>
    <w:rsid w:val="00C649C1"/>
    <w:rsid w:val="00C64F0F"/>
    <w:rsid w:val="00C65A98"/>
    <w:rsid w:val="00C65BDD"/>
    <w:rsid w:val="00C65CF3"/>
    <w:rsid w:val="00C66DC8"/>
    <w:rsid w:val="00C67359"/>
    <w:rsid w:val="00C731DA"/>
    <w:rsid w:val="00C741FA"/>
    <w:rsid w:val="00C74C8B"/>
    <w:rsid w:val="00C7543F"/>
    <w:rsid w:val="00C75BFB"/>
    <w:rsid w:val="00C76461"/>
    <w:rsid w:val="00C778CB"/>
    <w:rsid w:val="00C77AF8"/>
    <w:rsid w:val="00C816D6"/>
    <w:rsid w:val="00C83D70"/>
    <w:rsid w:val="00C84621"/>
    <w:rsid w:val="00C851FD"/>
    <w:rsid w:val="00C85502"/>
    <w:rsid w:val="00C86C9C"/>
    <w:rsid w:val="00C87255"/>
    <w:rsid w:val="00C916D0"/>
    <w:rsid w:val="00C92076"/>
    <w:rsid w:val="00C920A6"/>
    <w:rsid w:val="00C922A8"/>
    <w:rsid w:val="00C9231B"/>
    <w:rsid w:val="00C93E36"/>
    <w:rsid w:val="00C949F9"/>
    <w:rsid w:val="00C94DC4"/>
    <w:rsid w:val="00C96800"/>
    <w:rsid w:val="00C970B0"/>
    <w:rsid w:val="00CA1406"/>
    <w:rsid w:val="00CA1888"/>
    <w:rsid w:val="00CA1DC2"/>
    <w:rsid w:val="00CA2407"/>
    <w:rsid w:val="00CA2E0B"/>
    <w:rsid w:val="00CA391C"/>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0734"/>
    <w:rsid w:val="00CD1B74"/>
    <w:rsid w:val="00CD1FBA"/>
    <w:rsid w:val="00CD20D6"/>
    <w:rsid w:val="00CD21F9"/>
    <w:rsid w:val="00CD2EAC"/>
    <w:rsid w:val="00CD32EE"/>
    <w:rsid w:val="00CD3981"/>
    <w:rsid w:val="00CD5092"/>
    <w:rsid w:val="00CD67DB"/>
    <w:rsid w:val="00CD6C29"/>
    <w:rsid w:val="00CD6EC1"/>
    <w:rsid w:val="00CE09D0"/>
    <w:rsid w:val="00CE0AF8"/>
    <w:rsid w:val="00CE0DF9"/>
    <w:rsid w:val="00CE1601"/>
    <w:rsid w:val="00CE190B"/>
    <w:rsid w:val="00CE2BB0"/>
    <w:rsid w:val="00CE352F"/>
    <w:rsid w:val="00CE4120"/>
    <w:rsid w:val="00CE4411"/>
    <w:rsid w:val="00CE51C4"/>
    <w:rsid w:val="00CE525D"/>
    <w:rsid w:val="00CE68CD"/>
    <w:rsid w:val="00CE70F6"/>
    <w:rsid w:val="00CF05B4"/>
    <w:rsid w:val="00CF14AA"/>
    <w:rsid w:val="00CF1DD2"/>
    <w:rsid w:val="00CF2B15"/>
    <w:rsid w:val="00CF49C2"/>
    <w:rsid w:val="00CF5992"/>
    <w:rsid w:val="00CF7377"/>
    <w:rsid w:val="00CF7CFF"/>
    <w:rsid w:val="00D01769"/>
    <w:rsid w:val="00D02047"/>
    <w:rsid w:val="00D028AE"/>
    <w:rsid w:val="00D04152"/>
    <w:rsid w:val="00D05B13"/>
    <w:rsid w:val="00D05F40"/>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2C0"/>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1B3"/>
    <w:rsid w:val="00D50B1E"/>
    <w:rsid w:val="00D51609"/>
    <w:rsid w:val="00D52147"/>
    <w:rsid w:val="00D53171"/>
    <w:rsid w:val="00D540A4"/>
    <w:rsid w:val="00D55BED"/>
    <w:rsid w:val="00D56CDB"/>
    <w:rsid w:val="00D57AC7"/>
    <w:rsid w:val="00D57AE0"/>
    <w:rsid w:val="00D606A5"/>
    <w:rsid w:val="00D60FFF"/>
    <w:rsid w:val="00D61ABD"/>
    <w:rsid w:val="00D624E3"/>
    <w:rsid w:val="00D63BE6"/>
    <w:rsid w:val="00D6467E"/>
    <w:rsid w:val="00D64E15"/>
    <w:rsid w:val="00D64EED"/>
    <w:rsid w:val="00D6529C"/>
    <w:rsid w:val="00D6591E"/>
    <w:rsid w:val="00D65BE8"/>
    <w:rsid w:val="00D6621F"/>
    <w:rsid w:val="00D701DE"/>
    <w:rsid w:val="00D70A26"/>
    <w:rsid w:val="00D71237"/>
    <w:rsid w:val="00D71F59"/>
    <w:rsid w:val="00D723AB"/>
    <w:rsid w:val="00D730F0"/>
    <w:rsid w:val="00D74D00"/>
    <w:rsid w:val="00D74DE2"/>
    <w:rsid w:val="00D80D05"/>
    <w:rsid w:val="00D81809"/>
    <w:rsid w:val="00D819D8"/>
    <w:rsid w:val="00D82D01"/>
    <w:rsid w:val="00D82E66"/>
    <w:rsid w:val="00D83483"/>
    <w:rsid w:val="00D838BF"/>
    <w:rsid w:val="00D83969"/>
    <w:rsid w:val="00D84564"/>
    <w:rsid w:val="00D847A9"/>
    <w:rsid w:val="00D84852"/>
    <w:rsid w:val="00D875BB"/>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453C"/>
    <w:rsid w:val="00DB5BE8"/>
    <w:rsid w:val="00DB628A"/>
    <w:rsid w:val="00DB636C"/>
    <w:rsid w:val="00DB637A"/>
    <w:rsid w:val="00DB6A90"/>
    <w:rsid w:val="00DB6E3B"/>
    <w:rsid w:val="00DB7FA6"/>
    <w:rsid w:val="00DC1986"/>
    <w:rsid w:val="00DC2EAD"/>
    <w:rsid w:val="00DC433B"/>
    <w:rsid w:val="00DC4719"/>
    <w:rsid w:val="00DC4843"/>
    <w:rsid w:val="00DC6035"/>
    <w:rsid w:val="00DC63EF"/>
    <w:rsid w:val="00DC6D41"/>
    <w:rsid w:val="00DC79F6"/>
    <w:rsid w:val="00DC7A99"/>
    <w:rsid w:val="00DC7D74"/>
    <w:rsid w:val="00DC7DED"/>
    <w:rsid w:val="00DD0197"/>
    <w:rsid w:val="00DD06F1"/>
    <w:rsid w:val="00DD2141"/>
    <w:rsid w:val="00DD286C"/>
    <w:rsid w:val="00DD3641"/>
    <w:rsid w:val="00DD4197"/>
    <w:rsid w:val="00DD4766"/>
    <w:rsid w:val="00DD4FAE"/>
    <w:rsid w:val="00DD51CA"/>
    <w:rsid w:val="00DD5BFC"/>
    <w:rsid w:val="00DD6198"/>
    <w:rsid w:val="00DD69B5"/>
    <w:rsid w:val="00DD7022"/>
    <w:rsid w:val="00DD721A"/>
    <w:rsid w:val="00DD7F31"/>
    <w:rsid w:val="00DE14BF"/>
    <w:rsid w:val="00DE2098"/>
    <w:rsid w:val="00DE32C5"/>
    <w:rsid w:val="00DE4587"/>
    <w:rsid w:val="00DE52B9"/>
    <w:rsid w:val="00DE70A8"/>
    <w:rsid w:val="00DE765A"/>
    <w:rsid w:val="00DF0FA3"/>
    <w:rsid w:val="00DF132A"/>
    <w:rsid w:val="00DF16BE"/>
    <w:rsid w:val="00DF174F"/>
    <w:rsid w:val="00DF1FA6"/>
    <w:rsid w:val="00DF3215"/>
    <w:rsid w:val="00DF38BB"/>
    <w:rsid w:val="00DF395D"/>
    <w:rsid w:val="00DF4290"/>
    <w:rsid w:val="00DF43CD"/>
    <w:rsid w:val="00DF481D"/>
    <w:rsid w:val="00DF4BF3"/>
    <w:rsid w:val="00DF5299"/>
    <w:rsid w:val="00DF58D7"/>
    <w:rsid w:val="00DF7238"/>
    <w:rsid w:val="00DF759F"/>
    <w:rsid w:val="00E02472"/>
    <w:rsid w:val="00E04FC0"/>
    <w:rsid w:val="00E07491"/>
    <w:rsid w:val="00E079BB"/>
    <w:rsid w:val="00E113D0"/>
    <w:rsid w:val="00E11502"/>
    <w:rsid w:val="00E11F75"/>
    <w:rsid w:val="00E13715"/>
    <w:rsid w:val="00E13B8E"/>
    <w:rsid w:val="00E13FB7"/>
    <w:rsid w:val="00E14017"/>
    <w:rsid w:val="00E14CBD"/>
    <w:rsid w:val="00E1564A"/>
    <w:rsid w:val="00E15854"/>
    <w:rsid w:val="00E15B9A"/>
    <w:rsid w:val="00E208FE"/>
    <w:rsid w:val="00E20D6E"/>
    <w:rsid w:val="00E21449"/>
    <w:rsid w:val="00E21D54"/>
    <w:rsid w:val="00E235ED"/>
    <w:rsid w:val="00E23D69"/>
    <w:rsid w:val="00E2403F"/>
    <w:rsid w:val="00E263FD"/>
    <w:rsid w:val="00E265CF"/>
    <w:rsid w:val="00E27F0D"/>
    <w:rsid w:val="00E310F5"/>
    <w:rsid w:val="00E31B6A"/>
    <w:rsid w:val="00E31D16"/>
    <w:rsid w:val="00E31EAD"/>
    <w:rsid w:val="00E32781"/>
    <w:rsid w:val="00E32D4A"/>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12C"/>
    <w:rsid w:val="00E557F0"/>
    <w:rsid w:val="00E56053"/>
    <w:rsid w:val="00E56260"/>
    <w:rsid w:val="00E564A5"/>
    <w:rsid w:val="00E56B2C"/>
    <w:rsid w:val="00E603F7"/>
    <w:rsid w:val="00E607C1"/>
    <w:rsid w:val="00E60B7A"/>
    <w:rsid w:val="00E63806"/>
    <w:rsid w:val="00E6434A"/>
    <w:rsid w:val="00E65283"/>
    <w:rsid w:val="00E66568"/>
    <w:rsid w:val="00E667BB"/>
    <w:rsid w:val="00E66937"/>
    <w:rsid w:val="00E67257"/>
    <w:rsid w:val="00E709CD"/>
    <w:rsid w:val="00E70E20"/>
    <w:rsid w:val="00E722AB"/>
    <w:rsid w:val="00E72E50"/>
    <w:rsid w:val="00E73D63"/>
    <w:rsid w:val="00E743C7"/>
    <w:rsid w:val="00E75752"/>
    <w:rsid w:val="00E75F33"/>
    <w:rsid w:val="00E760CF"/>
    <w:rsid w:val="00E76AD2"/>
    <w:rsid w:val="00E76D28"/>
    <w:rsid w:val="00E80412"/>
    <w:rsid w:val="00E80909"/>
    <w:rsid w:val="00E812D1"/>
    <w:rsid w:val="00E835CB"/>
    <w:rsid w:val="00E846DC"/>
    <w:rsid w:val="00E84C3A"/>
    <w:rsid w:val="00E85015"/>
    <w:rsid w:val="00E85DC1"/>
    <w:rsid w:val="00E86202"/>
    <w:rsid w:val="00E864EE"/>
    <w:rsid w:val="00E871CC"/>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B7CC0"/>
    <w:rsid w:val="00EC19A9"/>
    <w:rsid w:val="00EC278B"/>
    <w:rsid w:val="00EC3143"/>
    <w:rsid w:val="00EC3E34"/>
    <w:rsid w:val="00EC43EF"/>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F06DF"/>
    <w:rsid w:val="00EF09E1"/>
    <w:rsid w:val="00EF1C02"/>
    <w:rsid w:val="00EF24C3"/>
    <w:rsid w:val="00EF26EC"/>
    <w:rsid w:val="00EF3BF3"/>
    <w:rsid w:val="00EF4C3A"/>
    <w:rsid w:val="00EF4FB5"/>
    <w:rsid w:val="00EF5E25"/>
    <w:rsid w:val="00EF5EC8"/>
    <w:rsid w:val="00EF61EA"/>
    <w:rsid w:val="00EF7235"/>
    <w:rsid w:val="00F0088E"/>
    <w:rsid w:val="00F00E1E"/>
    <w:rsid w:val="00F01880"/>
    <w:rsid w:val="00F0244D"/>
    <w:rsid w:val="00F02612"/>
    <w:rsid w:val="00F0327C"/>
    <w:rsid w:val="00F03654"/>
    <w:rsid w:val="00F03B54"/>
    <w:rsid w:val="00F06266"/>
    <w:rsid w:val="00F064B6"/>
    <w:rsid w:val="00F068BD"/>
    <w:rsid w:val="00F105DA"/>
    <w:rsid w:val="00F12C5C"/>
    <w:rsid w:val="00F12E84"/>
    <w:rsid w:val="00F13B71"/>
    <w:rsid w:val="00F14CCE"/>
    <w:rsid w:val="00F161DB"/>
    <w:rsid w:val="00F16A3F"/>
    <w:rsid w:val="00F17C7C"/>
    <w:rsid w:val="00F217EE"/>
    <w:rsid w:val="00F21D9C"/>
    <w:rsid w:val="00F21ECC"/>
    <w:rsid w:val="00F24694"/>
    <w:rsid w:val="00F27029"/>
    <w:rsid w:val="00F276CF"/>
    <w:rsid w:val="00F27827"/>
    <w:rsid w:val="00F30691"/>
    <w:rsid w:val="00F30D36"/>
    <w:rsid w:val="00F30F3E"/>
    <w:rsid w:val="00F31456"/>
    <w:rsid w:val="00F324EE"/>
    <w:rsid w:val="00F328BB"/>
    <w:rsid w:val="00F345D6"/>
    <w:rsid w:val="00F346DE"/>
    <w:rsid w:val="00F34F41"/>
    <w:rsid w:val="00F34FE9"/>
    <w:rsid w:val="00F352BB"/>
    <w:rsid w:val="00F358CD"/>
    <w:rsid w:val="00F363DF"/>
    <w:rsid w:val="00F366CB"/>
    <w:rsid w:val="00F40F37"/>
    <w:rsid w:val="00F42492"/>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1691"/>
    <w:rsid w:val="00F71949"/>
    <w:rsid w:val="00F71B71"/>
    <w:rsid w:val="00F71F4E"/>
    <w:rsid w:val="00F72378"/>
    <w:rsid w:val="00F734CD"/>
    <w:rsid w:val="00F74EE9"/>
    <w:rsid w:val="00F76C0C"/>
    <w:rsid w:val="00F76D6A"/>
    <w:rsid w:val="00F77385"/>
    <w:rsid w:val="00F77816"/>
    <w:rsid w:val="00F77AD4"/>
    <w:rsid w:val="00F77AFD"/>
    <w:rsid w:val="00F81E82"/>
    <w:rsid w:val="00F82DD7"/>
    <w:rsid w:val="00F84490"/>
    <w:rsid w:val="00F84E9F"/>
    <w:rsid w:val="00F84F28"/>
    <w:rsid w:val="00F85FA3"/>
    <w:rsid w:val="00F8661C"/>
    <w:rsid w:val="00F86D2F"/>
    <w:rsid w:val="00F87AF3"/>
    <w:rsid w:val="00F91445"/>
    <w:rsid w:val="00F92943"/>
    <w:rsid w:val="00F93895"/>
    <w:rsid w:val="00F94CD2"/>
    <w:rsid w:val="00F95052"/>
    <w:rsid w:val="00F955B6"/>
    <w:rsid w:val="00F964A7"/>
    <w:rsid w:val="00F968C6"/>
    <w:rsid w:val="00F97490"/>
    <w:rsid w:val="00FA00FF"/>
    <w:rsid w:val="00FA080A"/>
    <w:rsid w:val="00FA083B"/>
    <w:rsid w:val="00FA40EA"/>
    <w:rsid w:val="00FA47C0"/>
    <w:rsid w:val="00FA58AA"/>
    <w:rsid w:val="00FA706F"/>
    <w:rsid w:val="00FA7AAA"/>
    <w:rsid w:val="00FB0303"/>
    <w:rsid w:val="00FB05C9"/>
    <w:rsid w:val="00FB0791"/>
    <w:rsid w:val="00FB24BA"/>
    <w:rsid w:val="00FB2540"/>
    <w:rsid w:val="00FB4958"/>
    <w:rsid w:val="00FB4CCF"/>
    <w:rsid w:val="00FB4D42"/>
    <w:rsid w:val="00FB5662"/>
    <w:rsid w:val="00FB63B3"/>
    <w:rsid w:val="00FB65CB"/>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0560"/>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2B"/>
    <w:rsid w:val="00FE2499"/>
    <w:rsid w:val="00FE3FFD"/>
    <w:rsid w:val="00FE46CA"/>
    <w:rsid w:val="00FE47E1"/>
    <w:rsid w:val="00FE5878"/>
    <w:rsid w:val="00FE5C5B"/>
    <w:rsid w:val="00FE6902"/>
    <w:rsid w:val="00FE6FA3"/>
    <w:rsid w:val="00FE7550"/>
    <w:rsid w:val="00FE7B5F"/>
    <w:rsid w:val="00FF0C5A"/>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en-US" w:eastAsia="en-US"/>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en-US" w:eastAsia="en-US"/>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en-US" w:eastAsia="en-US"/>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en-US" w:eastAsia="en-US"/>
    </w:rPr>
  </w:style>
  <w:style w:type="paragraph" w:styleId="KeinLeerraum">
    <w:name w:val="No Spacing"/>
    <w:uiPriority w:val="1"/>
    <w:rsid w:val="00E079BB"/>
    <w:pPr>
      <w:spacing w:after="0" w:line="240" w:lineRule="auto"/>
    </w:pPr>
    <w:rPr>
      <w:rFonts w:ascii="Arial" w:eastAsia="SimSun" w:hAnsi="Arial" w:cs="Times New Roman"/>
      <w:kern w:val="2"/>
      <w:sz w:val="20"/>
      <w:szCs w:val="20"/>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en-US"/>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en-US"/>
    </w:rPr>
  </w:style>
  <w:style w:type="paragraph" w:customStyle="1" w:styleId="bodytext">
    <w:name w:val="bodytext"/>
    <w:basedOn w:val="Standard"/>
    <w:rsid w:val="00EB7CC0"/>
    <w:pPr>
      <w:spacing w:before="100" w:beforeAutospacing="1" w:after="100" w:afterAutospacing="1" w:line="240" w:lineRule="auto"/>
      <w:jc w:val="left"/>
    </w:pPr>
    <w:rPr>
      <w:rFonts w:ascii="Times New Roman" w:eastAsia="Times New Roman" w:hAnsi="Times New Roman"/>
      <w:spacing w:val="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en-US" w:eastAsia="en-US"/>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en-US" w:eastAsia="en-US"/>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en-US" w:eastAsia="en-US"/>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en-US" w:eastAsia="en-US"/>
    </w:rPr>
  </w:style>
  <w:style w:type="paragraph" w:styleId="KeinLeerraum">
    <w:name w:val="No Spacing"/>
    <w:uiPriority w:val="1"/>
    <w:rsid w:val="00E079BB"/>
    <w:pPr>
      <w:spacing w:after="0" w:line="240" w:lineRule="auto"/>
    </w:pPr>
    <w:rPr>
      <w:rFonts w:ascii="Arial" w:eastAsia="SimSun" w:hAnsi="Arial" w:cs="Times New Roman"/>
      <w:kern w:val="2"/>
      <w:sz w:val="20"/>
      <w:szCs w:val="20"/>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en-US"/>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en-US"/>
    </w:rPr>
  </w:style>
  <w:style w:type="paragraph" w:customStyle="1" w:styleId="bodytext">
    <w:name w:val="bodytext"/>
    <w:basedOn w:val="Standard"/>
    <w:rsid w:val="00EB7CC0"/>
    <w:pPr>
      <w:spacing w:before="100" w:beforeAutospacing="1" w:after="100" w:afterAutospacing="1" w:line="240" w:lineRule="auto"/>
      <w:jc w:val="left"/>
    </w:pPr>
    <w:rPr>
      <w:rFonts w:ascii="Times New Roman" w:eastAsia="Times New Roman" w:hAnsi="Times New Roman"/>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25F56-9B9C-4792-88DC-3D44FEC8A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2</Pages>
  <Words>446</Words>
  <Characters>2811</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FIRE.sys</vt:lpstr>
      <vt:lpstr>FIRE.sys</vt:lpstr>
    </vt:vector>
  </TitlesOfParts>
  <Company>Michael Konrad GmbH</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Wolf Petra</cp:lastModifiedBy>
  <cp:revision>5</cp:revision>
  <cp:lastPrinted>2017-03-10T12:42:00Z</cp:lastPrinted>
  <dcterms:created xsi:type="dcterms:W3CDTF">2017-03-14T14:24:00Z</dcterms:created>
  <dcterms:modified xsi:type="dcterms:W3CDTF">2017-03-21T06:17:00Z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18499</vt:lpwstr>
  </property>
  <property fmtid="{D5CDD505-2E9C-101B-9397-08002B2CF9AE}" pid="9" name="FIRE.name">
    <vt:lpwstr>FIRE.sys 2012</vt:lpwstr>
  </property>
</Properties>
</file>